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48548" w14:textId="77777777" w:rsidR="00CF1895" w:rsidRPr="00255CAA" w:rsidRDefault="00CF1895">
      <w:pPr>
        <w:rPr>
          <w:rFonts w:ascii="Arial" w:hAnsi="Arial" w:cs="Arial"/>
          <w:lang w:val="sr-Cyrl-BA"/>
        </w:rPr>
      </w:pPr>
    </w:p>
    <w:p w14:paraId="2089DCB9" w14:textId="77777777" w:rsidR="00F76077" w:rsidRDefault="00F76077">
      <w:pPr>
        <w:rPr>
          <w:lang w:val="sr-Cyrl-BA"/>
        </w:rPr>
      </w:pPr>
    </w:p>
    <w:p w14:paraId="63E55635" w14:textId="77777777" w:rsidR="00F76077" w:rsidRDefault="00F76077">
      <w:pPr>
        <w:rPr>
          <w:lang w:val="sr-Cyrl-BA"/>
        </w:rPr>
      </w:pPr>
    </w:p>
    <w:p w14:paraId="70292783" w14:textId="77777777" w:rsidR="00F76077" w:rsidRDefault="00F76077">
      <w:pPr>
        <w:rPr>
          <w:lang w:val="sr-Cyrl-BA"/>
        </w:rPr>
      </w:pPr>
    </w:p>
    <w:p w14:paraId="75DDBAE2" w14:textId="77777777" w:rsidR="00F76077" w:rsidRDefault="00F76077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56575853" w14:textId="77777777" w:rsidR="003A5CB5" w:rsidRPr="00EE030C" w:rsidRDefault="003A5CB5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6FE45B77" w14:textId="77777777" w:rsidR="00F76077" w:rsidRDefault="00F76077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2695D2FA" w14:textId="77777777" w:rsidR="00AA527B" w:rsidRPr="00E31409" w:rsidRDefault="003A5CB5" w:rsidP="003A5CB5">
      <w:pPr>
        <w:ind w:left="5760"/>
        <w:rPr>
          <w:rFonts w:ascii="Arial" w:hAnsi="Arial" w:cs="Arial"/>
          <w:b/>
          <w:lang w:val="sr-Cyrl-CS"/>
        </w:rPr>
      </w:pPr>
      <w:r>
        <w:rPr>
          <w:rFonts w:ascii="Arial" w:eastAsia="Times New Roman" w:hAnsi="Arial" w:cs="Arial"/>
          <w:b/>
          <w:kern w:val="0"/>
          <w:lang w:val="hr-HR" w:eastAsia="en-US" w:bidi="ar-SA"/>
        </w:rPr>
        <w:t xml:space="preserve">   </w:t>
      </w:r>
    </w:p>
    <w:p w14:paraId="5CCB8647" w14:textId="77777777" w:rsidR="00FE22F8" w:rsidRDefault="00FE22F8" w:rsidP="00514D0C">
      <w:pPr>
        <w:ind w:left="5760"/>
        <w:rPr>
          <w:rFonts w:ascii="Arial" w:hAnsi="Arial" w:cs="Arial"/>
          <w:b/>
        </w:rPr>
      </w:pPr>
    </w:p>
    <w:p w14:paraId="1B3111C0" w14:textId="77777777" w:rsidR="00FE22F8" w:rsidRDefault="00FE22F8" w:rsidP="00C946F4">
      <w:pPr>
        <w:rPr>
          <w:rFonts w:ascii="Arial" w:hAnsi="Arial" w:cs="Arial"/>
          <w:b/>
        </w:rPr>
      </w:pPr>
    </w:p>
    <w:p w14:paraId="4482BD4E" w14:textId="77777777" w:rsidR="00FE22F8" w:rsidRDefault="00FE22F8" w:rsidP="00514D0C">
      <w:pPr>
        <w:ind w:left="5760"/>
        <w:rPr>
          <w:rFonts w:ascii="Arial" w:hAnsi="Arial" w:cs="Arial"/>
          <w:b/>
        </w:rPr>
      </w:pPr>
    </w:p>
    <w:p w14:paraId="66A528E8" w14:textId="77777777" w:rsidR="00FE22F8" w:rsidRDefault="00FE22F8" w:rsidP="00514D0C">
      <w:pPr>
        <w:ind w:left="5760"/>
        <w:rPr>
          <w:rFonts w:ascii="Arial" w:hAnsi="Arial" w:cs="Arial"/>
          <w:b/>
        </w:rPr>
      </w:pPr>
    </w:p>
    <w:p w14:paraId="691F48BC" w14:textId="77777777" w:rsidR="00514D0C" w:rsidRPr="00DD6723" w:rsidRDefault="00514D0C" w:rsidP="00DD6723">
      <w:pPr>
        <w:ind w:left="5760" w:firstLine="720"/>
        <w:rPr>
          <w:rFonts w:ascii="Arial" w:hAnsi="Arial" w:cs="Arial"/>
          <w:b/>
        </w:rPr>
      </w:pPr>
    </w:p>
    <w:tbl>
      <w:tblPr>
        <w:tblW w:w="6022" w:type="dxa"/>
        <w:tblInd w:w="4361" w:type="dxa"/>
        <w:tblLook w:val="04A0" w:firstRow="1" w:lastRow="0" w:firstColumn="1" w:lastColumn="0" w:noHBand="0" w:noVBand="1"/>
      </w:tblPr>
      <w:tblGrid>
        <w:gridCol w:w="6022"/>
      </w:tblGrid>
      <w:tr w:rsidR="00514D0C" w14:paraId="6DA277B3" w14:textId="77777777" w:rsidTr="00182510">
        <w:trPr>
          <w:trHeight w:val="502"/>
        </w:trPr>
        <w:tc>
          <w:tcPr>
            <w:tcW w:w="6022" w:type="dxa"/>
          </w:tcPr>
          <w:p w14:paraId="7036492F" w14:textId="77777777" w:rsidR="00514D0C" w:rsidRPr="00370837" w:rsidRDefault="00514D0C" w:rsidP="00402DFE">
            <w:pPr>
              <w:rPr>
                <w:rFonts w:ascii="Arial" w:hAnsi="Arial" w:cs="Arial"/>
                <w:b/>
                <w:lang w:val="sr-Latn-BA"/>
              </w:rPr>
            </w:pPr>
            <w:proofErr w:type="spellStart"/>
            <w:r w:rsidRPr="00370837">
              <w:rPr>
                <w:rFonts w:ascii="Arial" w:hAnsi="Arial" w:cs="Arial"/>
                <w:b/>
              </w:rPr>
              <w:t>Обрађивач</w:t>
            </w:r>
            <w:proofErr w:type="spellEnd"/>
            <w:r w:rsidRPr="00370837">
              <w:rPr>
                <w:rFonts w:ascii="Arial" w:hAnsi="Arial" w:cs="Arial"/>
                <w:b/>
              </w:rPr>
              <w:t>:</w:t>
            </w:r>
          </w:p>
        </w:tc>
      </w:tr>
      <w:tr w:rsidR="00514D0C" w14:paraId="2CC0736E" w14:textId="77777777" w:rsidTr="00182510">
        <w:trPr>
          <w:trHeight w:val="420"/>
        </w:trPr>
        <w:tc>
          <w:tcPr>
            <w:tcW w:w="6022" w:type="dxa"/>
          </w:tcPr>
          <w:p w14:paraId="0CD6EFF6" w14:textId="77777777" w:rsidR="00514D0C" w:rsidRPr="00E31409" w:rsidRDefault="00514D0C" w:rsidP="00402DFE">
            <w:pPr>
              <w:rPr>
                <w:rFonts w:ascii="Arial" w:hAnsi="Arial" w:cs="Arial"/>
                <w:lang w:val="sr-Cyrl-CS"/>
              </w:rPr>
            </w:pPr>
            <w:proofErr w:type="spellStart"/>
            <w:r w:rsidRPr="00370837">
              <w:rPr>
                <w:rFonts w:ascii="Arial" w:hAnsi="Arial" w:cs="Arial"/>
              </w:rPr>
              <w:t>Одјељење</w:t>
            </w:r>
            <w:proofErr w:type="spellEnd"/>
            <w:r w:rsidRPr="00370837">
              <w:rPr>
                <w:rFonts w:ascii="Arial" w:hAnsi="Arial" w:cs="Arial"/>
              </w:rPr>
              <w:t xml:space="preserve"> </w:t>
            </w:r>
            <w:proofErr w:type="spellStart"/>
            <w:r w:rsidRPr="00370837">
              <w:rPr>
                <w:rFonts w:ascii="Arial" w:hAnsi="Arial" w:cs="Arial"/>
              </w:rPr>
              <w:t>за</w:t>
            </w:r>
            <w:proofErr w:type="spellEnd"/>
            <w:r w:rsidRPr="00370837">
              <w:rPr>
                <w:rFonts w:ascii="Arial" w:hAnsi="Arial" w:cs="Arial"/>
              </w:rPr>
              <w:t xml:space="preserve"> </w:t>
            </w:r>
            <w:r w:rsidR="0029303A">
              <w:rPr>
                <w:rFonts w:ascii="Arial" w:hAnsi="Arial" w:cs="Arial"/>
                <w:lang w:val="sr-Cyrl-BA"/>
              </w:rPr>
              <w:t xml:space="preserve">привреду и </w:t>
            </w:r>
            <w:r w:rsidR="00E31409">
              <w:rPr>
                <w:rFonts w:ascii="Arial" w:hAnsi="Arial" w:cs="Arial"/>
                <w:lang w:val="sr-Cyrl-CS"/>
              </w:rPr>
              <w:t>друштвене дјелатности</w:t>
            </w:r>
          </w:p>
        </w:tc>
      </w:tr>
    </w:tbl>
    <w:p w14:paraId="6E190C3D" w14:textId="77777777" w:rsidR="00AA527B" w:rsidRPr="00DD6723" w:rsidRDefault="00AA527B" w:rsidP="00F76077">
      <w:pPr>
        <w:rPr>
          <w:rFonts w:ascii="Arial" w:hAnsi="Arial" w:cs="Arial"/>
          <w:b/>
          <w:lang w:val="sr-Latn-BA"/>
        </w:rPr>
      </w:pPr>
    </w:p>
    <w:p w14:paraId="51F772BA" w14:textId="77777777" w:rsidR="00AA527B" w:rsidRPr="00DD6723" w:rsidRDefault="00AA527B" w:rsidP="00DD6723">
      <w:pPr>
        <w:rPr>
          <w:rFonts w:ascii="Arial" w:hAnsi="Arial" w:cs="Arial"/>
          <w:b/>
        </w:rPr>
      </w:pPr>
    </w:p>
    <w:p w14:paraId="1CF91912" w14:textId="77777777" w:rsidR="00AA527B" w:rsidRPr="00DD6723" w:rsidRDefault="00AA527B" w:rsidP="00F76077">
      <w:pPr>
        <w:rPr>
          <w:rFonts w:ascii="Arial" w:hAnsi="Arial" w:cs="Arial"/>
          <w:b/>
        </w:rPr>
      </w:pPr>
    </w:p>
    <w:p w14:paraId="1B4396AA" w14:textId="77777777" w:rsidR="00AA527B" w:rsidRDefault="00AA527B" w:rsidP="00F76077">
      <w:pPr>
        <w:rPr>
          <w:rFonts w:ascii="Arial" w:hAnsi="Arial" w:cs="Arial"/>
          <w:b/>
          <w:sz w:val="22"/>
          <w:szCs w:val="22"/>
        </w:rPr>
      </w:pPr>
    </w:p>
    <w:p w14:paraId="0AF7CA68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5F1CB8AB" w14:textId="65D82FA9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31A94B40" w14:textId="46B89C75" w:rsidR="00C946F4" w:rsidRDefault="00C946F4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335715E9" w14:textId="77777777" w:rsidR="00C946F4" w:rsidRDefault="00C946F4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6BE55D7F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5940C81F" w14:textId="77777777" w:rsidR="00AA527B" w:rsidRDefault="00E31409" w:rsidP="00AA527B">
      <w:pPr>
        <w:jc w:val="center"/>
        <w:rPr>
          <w:rFonts w:ascii="Arial" w:hAnsi="Arial" w:cs="Arial"/>
          <w:b/>
          <w:color w:val="17365D"/>
          <w:sz w:val="28"/>
          <w:szCs w:val="28"/>
          <w:lang w:val="sr-Cyrl-BA"/>
        </w:rPr>
      </w:pP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И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З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В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Ј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Е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Ш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Т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А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Ј</w:t>
      </w:r>
    </w:p>
    <w:p w14:paraId="254A3830" w14:textId="77777777" w:rsidR="00980126" w:rsidRPr="00980126" w:rsidRDefault="00980126" w:rsidP="00AA527B">
      <w:pPr>
        <w:jc w:val="center"/>
        <w:rPr>
          <w:rFonts w:ascii="Arial" w:hAnsi="Arial" w:cs="Arial"/>
          <w:b/>
          <w:color w:val="17365D"/>
          <w:sz w:val="28"/>
          <w:szCs w:val="28"/>
          <w:lang w:val="sr-Cyrl-BA"/>
        </w:rPr>
      </w:pPr>
    </w:p>
    <w:p w14:paraId="2B5A44A2" w14:textId="010C2730" w:rsidR="00AA527B" w:rsidRPr="00E31409" w:rsidRDefault="00E31409" w:rsidP="00AA527B">
      <w:pPr>
        <w:jc w:val="center"/>
        <w:rPr>
          <w:rFonts w:ascii="Arial" w:hAnsi="Arial" w:cs="Arial"/>
          <w:b/>
          <w:color w:val="17365D"/>
          <w:sz w:val="28"/>
          <w:szCs w:val="28"/>
          <w:lang w:val="sr-Cyrl-CS"/>
        </w:rPr>
      </w:pP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О РЕ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>А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ЛИЗА</w:t>
      </w:r>
      <w:r w:rsidR="00B41C5D">
        <w:rPr>
          <w:rFonts w:ascii="Arial" w:hAnsi="Arial" w:cs="Arial"/>
          <w:b/>
          <w:color w:val="17365D"/>
          <w:sz w:val="28"/>
          <w:szCs w:val="28"/>
          <w:lang w:val="sr-Cyrl-CS"/>
        </w:rPr>
        <w:t>Ц</w:t>
      </w:r>
      <w:r w:rsidR="00182510">
        <w:rPr>
          <w:rFonts w:ascii="Arial" w:hAnsi="Arial" w:cs="Arial"/>
          <w:b/>
          <w:color w:val="17365D"/>
          <w:sz w:val="28"/>
          <w:szCs w:val="28"/>
          <w:lang w:val="sr-Cyrl-CS"/>
        </w:rPr>
        <w:t>ИЈИ ПОЛИТИКЕ ВОЛОНТИРАЊА ЗА 202</w:t>
      </w:r>
      <w:r w:rsidR="005478FA">
        <w:rPr>
          <w:rFonts w:ascii="Arial" w:hAnsi="Arial" w:cs="Arial"/>
          <w:b/>
          <w:color w:val="17365D"/>
          <w:sz w:val="28"/>
          <w:szCs w:val="28"/>
          <w:lang w:val="sr-Cyrl-BA"/>
        </w:rPr>
        <w:t>5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. ГОДИНУ</w:t>
      </w:r>
    </w:p>
    <w:p w14:paraId="4107C15C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6191BD56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2F19810F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0078D6BF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36D31D00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5C0C6B02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63720125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27A2C4FB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2A6B912D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7BAD2377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3C368E4E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13FE2CC4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19081A4C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66E586D6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0E72A68C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5F6C046D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4DF2B2F2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72C7D696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77802F2D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0B9EC6C4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653BF297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47D67D32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0A8DC80D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7C4048E0" w14:textId="77777777" w:rsidR="001C07F4" w:rsidRPr="00EE030C" w:rsidRDefault="001C07F4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4938B562" w14:textId="77777777" w:rsidR="006858F9" w:rsidRDefault="006858F9" w:rsidP="00500359">
      <w:pPr>
        <w:tabs>
          <w:tab w:val="left" w:pos="8595"/>
        </w:tabs>
      </w:pPr>
    </w:p>
    <w:p w14:paraId="1F933BC2" w14:textId="47DCA999" w:rsidR="00F630D2" w:rsidRDefault="00E31409" w:rsidP="001E2F23">
      <w:pPr>
        <w:jc w:val="center"/>
        <w:rPr>
          <w:rFonts w:ascii="Arial" w:hAnsi="Arial" w:cs="Arial"/>
          <w:b/>
          <w:sz w:val="22"/>
          <w:szCs w:val="22"/>
          <w:lang w:val="sr-Latn-BA"/>
        </w:rPr>
        <w:sectPr w:rsidR="00F630D2" w:rsidSect="006858F9">
          <w:footerReference w:type="default" r:id="rId8"/>
          <w:headerReference w:type="first" r:id="rId9"/>
          <w:footerReference w:type="first" r:id="rId10"/>
          <w:pgSz w:w="11907" w:h="16839" w:code="9"/>
          <w:pgMar w:top="1134" w:right="1418" w:bottom="1134" w:left="1418" w:header="709" w:footer="318" w:gutter="0"/>
          <w:cols w:space="708"/>
          <w:titlePg/>
          <w:docGrid w:linePitch="360"/>
        </w:sectPr>
      </w:pPr>
      <w:proofErr w:type="spellStart"/>
      <w:r>
        <w:rPr>
          <w:rFonts w:ascii="Arial" w:hAnsi="Arial" w:cs="Arial"/>
          <w:iCs/>
          <w:color w:val="000000"/>
          <w:sz w:val="22"/>
          <w:szCs w:val="22"/>
        </w:rPr>
        <w:t>Градишка</w:t>
      </w:r>
      <w:proofErr w:type="spellEnd"/>
      <w:r>
        <w:rPr>
          <w:rFonts w:ascii="Arial" w:hAnsi="Arial" w:cs="Arial"/>
          <w:iCs/>
          <w:color w:val="000000"/>
          <w:sz w:val="22"/>
          <w:szCs w:val="22"/>
        </w:rPr>
        <w:t xml:space="preserve">, </w:t>
      </w:r>
      <w:r w:rsidR="00035FDC">
        <w:rPr>
          <w:rFonts w:ascii="Arial" w:hAnsi="Arial" w:cs="Arial"/>
          <w:iCs/>
          <w:color w:val="000000"/>
          <w:sz w:val="22"/>
          <w:szCs w:val="22"/>
          <w:lang w:val="sr-Cyrl-CS"/>
        </w:rPr>
        <w:t>фебруар</w:t>
      </w:r>
      <w:r w:rsidR="00035FDC">
        <w:rPr>
          <w:rFonts w:ascii="Arial" w:hAnsi="Arial" w:cs="Arial"/>
          <w:iCs/>
          <w:color w:val="000000"/>
          <w:sz w:val="22"/>
          <w:szCs w:val="22"/>
        </w:rPr>
        <w:t xml:space="preserve"> 20</w:t>
      </w:r>
      <w:r w:rsidR="00182510">
        <w:rPr>
          <w:rFonts w:ascii="Arial" w:hAnsi="Arial" w:cs="Arial"/>
          <w:iCs/>
          <w:color w:val="000000"/>
          <w:sz w:val="22"/>
          <w:szCs w:val="22"/>
        </w:rPr>
        <w:t>2</w:t>
      </w:r>
      <w:r w:rsidR="005478FA">
        <w:rPr>
          <w:rFonts w:ascii="Arial" w:hAnsi="Arial" w:cs="Arial"/>
          <w:iCs/>
          <w:color w:val="000000"/>
          <w:sz w:val="22"/>
          <w:szCs w:val="22"/>
          <w:lang w:val="bs-Cyrl-BA"/>
        </w:rPr>
        <w:t>6</w:t>
      </w:r>
      <w:r w:rsidR="006E25C5">
        <w:rPr>
          <w:rFonts w:ascii="Arial" w:hAnsi="Arial" w:cs="Arial"/>
          <w:iCs/>
          <w:color w:val="000000"/>
          <w:sz w:val="22"/>
          <w:szCs w:val="22"/>
        </w:rPr>
        <w:t xml:space="preserve">. </w:t>
      </w:r>
      <w:proofErr w:type="spellStart"/>
      <w:r w:rsidR="006E25C5">
        <w:rPr>
          <w:rFonts w:ascii="Arial" w:hAnsi="Arial" w:cs="Arial"/>
          <w:iCs/>
          <w:color w:val="000000"/>
          <w:sz w:val="22"/>
          <w:szCs w:val="22"/>
        </w:rPr>
        <w:t>г</w:t>
      </w:r>
      <w:r w:rsidR="00AA527B" w:rsidRPr="00FE22F8">
        <w:rPr>
          <w:rFonts w:ascii="Arial" w:hAnsi="Arial" w:cs="Arial"/>
          <w:iCs/>
          <w:color w:val="000000"/>
          <w:sz w:val="22"/>
          <w:szCs w:val="22"/>
        </w:rPr>
        <w:t>одине</w:t>
      </w:r>
      <w:proofErr w:type="spellEnd"/>
      <w:r w:rsidR="00500359" w:rsidRPr="00FE22F8">
        <w:rPr>
          <w:rFonts w:ascii="Arial" w:hAnsi="Arial" w:cs="Arial"/>
          <w:b/>
          <w:sz w:val="22"/>
          <w:szCs w:val="22"/>
          <w:lang w:val="sr-Latn-BA"/>
        </w:rPr>
        <w:tab/>
      </w:r>
    </w:p>
    <w:p w14:paraId="6E683C11" w14:textId="77777777" w:rsidR="00C64450" w:rsidRDefault="00C64450" w:rsidP="001E2F23">
      <w:pPr>
        <w:jc w:val="center"/>
        <w:rPr>
          <w:rFonts w:ascii="Arial" w:hAnsi="Arial" w:cs="Arial"/>
          <w:b/>
          <w:sz w:val="22"/>
          <w:szCs w:val="22"/>
          <w:lang w:val="sr-Latn-BA"/>
        </w:rPr>
      </w:pPr>
    </w:p>
    <w:p w14:paraId="2FD55A07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26EB9024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36058780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0D2C0BDA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DCF4F35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51E9A1E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20B4019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4A6D8B2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FD407CB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143BDC80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786E79A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D6FD543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6554EC4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1BBB6E7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964A5F1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053EE938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985B493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96D642F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4A957C8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1F99857A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FA2497F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FEA8578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130F41DC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B5E52BD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C98F0E0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125DC7E0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32C991A6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9E56CC3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18A5E69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454DFCC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271A867A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3FA5C957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629F256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22429E04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0B4D1F2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3E73097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373FFE7A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2D125E32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34B46FC5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0930969C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280EA16F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453F318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33A1BC68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EC5AFB5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0F288FF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37E7B19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36454D77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1BB9B0D7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3DC1DD15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14B3237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CD23BAD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38483191" w14:textId="77777777" w:rsidR="00F630D2" w:rsidRPr="004923A5" w:rsidRDefault="00F630D2" w:rsidP="001E2F23">
      <w:pPr>
        <w:rPr>
          <w:rFonts w:ascii="Arial" w:hAnsi="Arial" w:cs="Times New Roman"/>
          <w:b/>
          <w:bCs/>
        </w:rPr>
        <w:sectPr w:rsidR="00F630D2" w:rsidRPr="004923A5" w:rsidSect="00F630D2">
          <w:headerReference w:type="first" r:id="rId11"/>
          <w:footerReference w:type="first" r:id="rId12"/>
          <w:pgSz w:w="11907" w:h="16839" w:code="9"/>
          <w:pgMar w:top="1134" w:right="1418" w:bottom="1134" w:left="1418" w:header="709" w:footer="318" w:gutter="0"/>
          <w:pgNumType w:start="1"/>
          <w:cols w:space="708"/>
          <w:titlePg/>
          <w:docGrid w:linePitch="360"/>
        </w:sectPr>
      </w:pPr>
    </w:p>
    <w:p w14:paraId="44A259B9" w14:textId="77777777" w:rsidR="00882AAC" w:rsidRPr="00882AAC" w:rsidRDefault="00882AAC" w:rsidP="00882AAC">
      <w:pPr>
        <w:rPr>
          <w:rFonts w:ascii="Arial" w:hAnsi="Arial" w:cs="Times New Roman"/>
          <w:b/>
          <w:bCs/>
          <w:lang w:val="sr-Cyrl-BA"/>
        </w:rPr>
      </w:pPr>
      <w:r w:rsidRPr="00882AAC">
        <w:rPr>
          <w:rFonts w:ascii="Arial" w:hAnsi="Arial" w:cs="Times New Roman"/>
          <w:b/>
          <w:bCs/>
          <w:lang w:val="sr-Latn-CS"/>
        </w:rPr>
        <w:lastRenderedPageBreak/>
        <w:t xml:space="preserve">I – </w:t>
      </w:r>
      <w:r w:rsidRPr="00882AAC">
        <w:rPr>
          <w:rFonts w:ascii="Arial" w:hAnsi="Arial" w:cs="Times New Roman"/>
          <w:b/>
          <w:bCs/>
          <w:lang w:val="sr-Cyrl-BA"/>
        </w:rPr>
        <w:t>УВОД</w:t>
      </w:r>
    </w:p>
    <w:p w14:paraId="2358E414" w14:textId="77777777" w:rsidR="00882AAC" w:rsidRDefault="00882AAC" w:rsidP="00882AAC">
      <w:pPr>
        <w:rPr>
          <w:rFonts w:ascii="Arial" w:hAnsi="Arial" w:cs="Times New Roman"/>
          <w:b/>
          <w:bCs/>
          <w:lang w:val="sr-Cyrl-BA"/>
        </w:rPr>
      </w:pPr>
    </w:p>
    <w:p w14:paraId="24328CE3" w14:textId="77777777" w:rsidR="00882AAC" w:rsidRPr="00882AAC" w:rsidRDefault="00882AAC" w:rsidP="00882AAC">
      <w:pPr>
        <w:rPr>
          <w:rFonts w:ascii="Arial" w:hAnsi="Arial" w:cs="Times New Roman"/>
          <w:b/>
          <w:bCs/>
          <w:lang w:val="sr-Cyrl-BA"/>
        </w:rPr>
      </w:pPr>
    </w:p>
    <w:p w14:paraId="4253AE17" w14:textId="77777777" w:rsidR="00882AAC" w:rsidRPr="00882AAC" w:rsidRDefault="00882AAC" w:rsidP="00882AAC">
      <w:pPr>
        <w:jc w:val="both"/>
        <w:rPr>
          <w:rFonts w:ascii="Arial" w:hAnsi="Arial" w:cs="Arial"/>
        </w:rPr>
      </w:pPr>
      <w:proofErr w:type="spellStart"/>
      <w:r w:rsidRPr="00882AAC">
        <w:rPr>
          <w:rFonts w:ascii="Arial" w:hAnsi="Arial" w:cs="Arial"/>
        </w:rPr>
        <w:t>Волонтирање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као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добровољан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вид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пружања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помоћи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другоме</w:t>
      </w:r>
      <w:proofErr w:type="spellEnd"/>
      <w:r w:rsidRPr="00882AAC">
        <w:rPr>
          <w:rFonts w:ascii="Arial" w:hAnsi="Arial" w:cs="Arial"/>
        </w:rPr>
        <w:t xml:space="preserve">, а </w:t>
      </w:r>
      <w:proofErr w:type="spellStart"/>
      <w:r w:rsidRPr="00882AAC">
        <w:rPr>
          <w:rFonts w:ascii="Arial" w:hAnsi="Arial" w:cs="Arial"/>
        </w:rPr>
        <w:t>без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личне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користи</w:t>
      </w:r>
      <w:proofErr w:type="spellEnd"/>
      <w:r w:rsidRPr="00882AAC">
        <w:rPr>
          <w:rFonts w:ascii="Arial" w:hAnsi="Arial" w:cs="Arial"/>
        </w:rPr>
        <w:t xml:space="preserve"> у </w:t>
      </w:r>
      <w:proofErr w:type="spellStart"/>
      <w:r w:rsidRPr="00882AAC">
        <w:rPr>
          <w:rFonts w:ascii="Arial" w:hAnsi="Arial" w:cs="Arial"/>
        </w:rPr>
        <w:t>виду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новчане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надокнаде</w:t>
      </w:r>
      <w:proofErr w:type="spellEnd"/>
      <w:r w:rsidRPr="00882AAC">
        <w:rPr>
          <w:rFonts w:ascii="Arial" w:hAnsi="Arial" w:cs="Arial"/>
        </w:rPr>
        <w:t xml:space="preserve">, </w:t>
      </w:r>
      <w:proofErr w:type="spellStart"/>
      <w:r w:rsidRPr="00882AAC">
        <w:rPr>
          <w:rFonts w:ascii="Arial" w:hAnsi="Arial" w:cs="Arial"/>
        </w:rPr>
        <w:t>већ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дуго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постоји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међу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људима</w:t>
      </w:r>
      <w:proofErr w:type="spellEnd"/>
      <w:r w:rsidRPr="00882AAC">
        <w:rPr>
          <w:rFonts w:ascii="Arial" w:hAnsi="Arial" w:cs="Arial"/>
        </w:rPr>
        <w:t xml:space="preserve">. </w:t>
      </w:r>
      <w:proofErr w:type="spellStart"/>
      <w:r w:rsidRPr="00882AAC">
        <w:rPr>
          <w:rFonts w:ascii="Arial" w:hAnsi="Arial" w:cs="Arial"/>
        </w:rPr>
        <w:t>Оно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по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чему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се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разликује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волонтирање</w:t>
      </w:r>
      <w:proofErr w:type="spellEnd"/>
      <w:r w:rsidRPr="00882AAC">
        <w:rPr>
          <w:rFonts w:ascii="Arial" w:hAnsi="Arial" w:cs="Arial"/>
        </w:rPr>
        <w:t xml:space="preserve">, </w:t>
      </w:r>
      <w:proofErr w:type="spellStart"/>
      <w:r w:rsidRPr="00882AAC">
        <w:rPr>
          <w:rFonts w:ascii="Arial" w:hAnsi="Arial" w:cs="Arial"/>
        </w:rPr>
        <w:t>некада</w:t>
      </w:r>
      <w:proofErr w:type="spellEnd"/>
      <w:r w:rsidRPr="00882AAC">
        <w:rPr>
          <w:rFonts w:ascii="Arial" w:hAnsi="Arial" w:cs="Arial"/>
        </w:rPr>
        <w:t xml:space="preserve"> и </w:t>
      </w:r>
      <w:proofErr w:type="spellStart"/>
      <w:r w:rsidRPr="00882AAC">
        <w:rPr>
          <w:rFonts w:ascii="Arial" w:hAnsi="Arial" w:cs="Arial"/>
        </w:rPr>
        <w:t>сад</w:t>
      </w:r>
      <w:proofErr w:type="spellEnd"/>
      <w:r w:rsidRPr="00882AAC">
        <w:rPr>
          <w:rFonts w:ascii="Arial" w:hAnsi="Arial" w:cs="Arial"/>
        </w:rPr>
        <w:t xml:space="preserve">, </w:t>
      </w:r>
      <w:proofErr w:type="spellStart"/>
      <w:r w:rsidRPr="00882AAC">
        <w:rPr>
          <w:rFonts w:ascii="Arial" w:hAnsi="Arial" w:cs="Arial"/>
        </w:rPr>
        <w:t>је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начин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који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се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заједница</w:t>
      </w:r>
      <w:proofErr w:type="spellEnd"/>
      <w:r w:rsidRPr="00882AAC">
        <w:rPr>
          <w:rFonts w:ascii="Arial" w:hAnsi="Arial" w:cs="Arial"/>
        </w:rPr>
        <w:t xml:space="preserve"> и </w:t>
      </w:r>
      <w:proofErr w:type="spellStart"/>
      <w:r w:rsidRPr="00882AAC">
        <w:rPr>
          <w:rFonts w:ascii="Arial" w:hAnsi="Arial" w:cs="Arial"/>
        </w:rPr>
        <w:t>представници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власти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односе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према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њему</w:t>
      </w:r>
      <w:proofErr w:type="spellEnd"/>
      <w:r w:rsidRPr="00882AAC">
        <w:rPr>
          <w:rFonts w:ascii="Arial" w:hAnsi="Arial" w:cs="Arial"/>
        </w:rPr>
        <w:t xml:space="preserve"> у </w:t>
      </w:r>
      <w:proofErr w:type="spellStart"/>
      <w:r w:rsidRPr="00882AAC">
        <w:rPr>
          <w:rFonts w:ascii="Arial" w:hAnsi="Arial" w:cs="Arial"/>
        </w:rPr>
        <w:t>смислу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његовог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препознавања</w:t>
      </w:r>
      <w:proofErr w:type="spellEnd"/>
      <w:r w:rsidRPr="00882AAC">
        <w:rPr>
          <w:rFonts w:ascii="Arial" w:hAnsi="Arial" w:cs="Arial"/>
        </w:rPr>
        <w:t xml:space="preserve">, </w:t>
      </w:r>
      <w:proofErr w:type="spellStart"/>
      <w:r w:rsidRPr="00882AAC">
        <w:rPr>
          <w:rFonts w:ascii="Arial" w:hAnsi="Arial" w:cs="Arial"/>
        </w:rPr>
        <w:t>подстицања</w:t>
      </w:r>
      <w:proofErr w:type="spellEnd"/>
      <w:r w:rsidRPr="00882AAC">
        <w:rPr>
          <w:rFonts w:ascii="Arial" w:hAnsi="Arial" w:cs="Arial"/>
        </w:rPr>
        <w:t xml:space="preserve"> и </w:t>
      </w:r>
      <w:proofErr w:type="spellStart"/>
      <w:r w:rsidRPr="00882AAC">
        <w:rPr>
          <w:rFonts w:ascii="Arial" w:hAnsi="Arial" w:cs="Arial"/>
        </w:rPr>
        <w:t>вредновања</w:t>
      </w:r>
      <w:proofErr w:type="spellEnd"/>
      <w:r w:rsidRPr="00882AAC">
        <w:rPr>
          <w:rFonts w:ascii="Arial" w:hAnsi="Arial" w:cs="Arial"/>
        </w:rPr>
        <w:t xml:space="preserve">. </w:t>
      </w:r>
    </w:p>
    <w:p w14:paraId="1F4A8917" w14:textId="77777777" w:rsidR="00882AAC" w:rsidRPr="00882AAC" w:rsidRDefault="00882AAC" w:rsidP="00882AAC">
      <w:pPr>
        <w:ind w:firstLine="709"/>
        <w:jc w:val="both"/>
        <w:rPr>
          <w:rFonts w:ascii="Arial" w:hAnsi="Arial" w:cs="Arial"/>
          <w:lang w:val="sr-Cyrl-RS"/>
        </w:rPr>
      </w:pPr>
    </w:p>
    <w:p w14:paraId="0979FDF1" w14:textId="77777777" w:rsidR="00882AAC" w:rsidRPr="00882AAC" w:rsidRDefault="00882AAC" w:rsidP="00882AAC">
      <w:pPr>
        <w:jc w:val="both"/>
        <w:rPr>
          <w:rFonts w:ascii="Arial" w:hAnsi="Arial" w:cs="Arial"/>
        </w:rPr>
      </w:pPr>
      <w:proofErr w:type="spellStart"/>
      <w:r w:rsidRPr="00882AAC">
        <w:rPr>
          <w:rFonts w:ascii="Arial" w:hAnsi="Arial" w:cs="Arial"/>
        </w:rPr>
        <w:t>Народна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скупштина</w:t>
      </w:r>
      <w:proofErr w:type="spellEnd"/>
      <w:r w:rsidRPr="00882AAC">
        <w:rPr>
          <w:rFonts w:ascii="Arial" w:hAnsi="Arial" w:cs="Arial"/>
        </w:rPr>
        <w:t xml:space="preserve"> и </w:t>
      </w:r>
      <w:proofErr w:type="spellStart"/>
      <w:r w:rsidRPr="00882AAC">
        <w:rPr>
          <w:rFonts w:ascii="Arial" w:hAnsi="Arial" w:cs="Arial"/>
        </w:rPr>
        <w:t>Влада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Републике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Српске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су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такође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препознале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важност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волонтирања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за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развој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друштва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путем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усвајања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Закона</w:t>
      </w:r>
      <w:proofErr w:type="spellEnd"/>
      <w:r w:rsidRPr="00882AAC">
        <w:rPr>
          <w:rFonts w:ascii="Arial" w:hAnsi="Arial" w:cs="Arial"/>
        </w:rPr>
        <w:t xml:space="preserve"> о </w:t>
      </w:r>
      <w:proofErr w:type="spellStart"/>
      <w:r w:rsidRPr="00882AAC">
        <w:rPr>
          <w:rFonts w:ascii="Arial" w:hAnsi="Arial" w:cs="Arial"/>
        </w:rPr>
        <w:t>волонтирању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Републике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Српске</w:t>
      </w:r>
      <w:proofErr w:type="spellEnd"/>
      <w:r w:rsidRPr="00882AAC">
        <w:rPr>
          <w:rFonts w:ascii="Arial" w:hAnsi="Arial" w:cs="Arial"/>
        </w:rPr>
        <w:t xml:space="preserve"> 2008. </w:t>
      </w:r>
      <w:proofErr w:type="spellStart"/>
      <w:r w:rsidRPr="00882AAC">
        <w:rPr>
          <w:rFonts w:ascii="Arial" w:hAnsi="Arial" w:cs="Arial"/>
        </w:rPr>
        <w:t>године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те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усвајањем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новог</w:t>
      </w:r>
      <w:proofErr w:type="spellEnd"/>
      <w:r w:rsidRPr="00882AAC">
        <w:rPr>
          <w:rFonts w:ascii="Arial" w:hAnsi="Arial" w:cs="Arial"/>
        </w:rPr>
        <w:t xml:space="preserve"> и </w:t>
      </w:r>
      <w:proofErr w:type="spellStart"/>
      <w:r w:rsidRPr="00882AAC">
        <w:rPr>
          <w:rFonts w:ascii="Arial" w:hAnsi="Arial" w:cs="Arial"/>
        </w:rPr>
        <w:t>побољшаног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Закона</w:t>
      </w:r>
      <w:proofErr w:type="spellEnd"/>
      <w:r w:rsidRPr="00882AAC">
        <w:rPr>
          <w:rFonts w:ascii="Arial" w:hAnsi="Arial" w:cs="Arial"/>
        </w:rPr>
        <w:t xml:space="preserve"> о </w:t>
      </w:r>
      <w:proofErr w:type="spellStart"/>
      <w:r w:rsidRPr="00882AAC">
        <w:rPr>
          <w:rFonts w:ascii="Arial" w:hAnsi="Arial" w:cs="Arial"/>
        </w:rPr>
        <w:t>волонтирању</w:t>
      </w:r>
      <w:proofErr w:type="spellEnd"/>
      <w:r w:rsidRPr="00882AAC">
        <w:rPr>
          <w:rFonts w:ascii="Arial" w:hAnsi="Arial" w:cs="Arial"/>
        </w:rPr>
        <w:t xml:space="preserve"> 2013. </w:t>
      </w:r>
      <w:proofErr w:type="spellStart"/>
      <w:r w:rsidRPr="00882AAC">
        <w:rPr>
          <w:rFonts w:ascii="Arial" w:hAnsi="Arial" w:cs="Arial"/>
        </w:rPr>
        <w:t>године</w:t>
      </w:r>
      <w:proofErr w:type="spellEnd"/>
      <w:r w:rsidRPr="00882AAC">
        <w:rPr>
          <w:rFonts w:ascii="Arial" w:hAnsi="Arial" w:cs="Arial"/>
        </w:rPr>
        <w:t xml:space="preserve">. </w:t>
      </w:r>
      <w:proofErr w:type="spellStart"/>
      <w:r w:rsidRPr="00882AAC">
        <w:rPr>
          <w:rFonts w:ascii="Arial" w:hAnsi="Arial" w:cs="Arial"/>
        </w:rPr>
        <w:t>Овај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закон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је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креиран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начин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да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се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јасно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дефинишу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начини</w:t>
      </w:r>
      <w:proofErr w:type="spellEnd"/>
      <w:r w:rsidRPr="00882AAC">
        <w:rPr>
          <w:rFonts w:ascii="Arial" w:hAnsi="Arial" w:cs="Arial"/>
        </w:rPr>
        <w:t xml:space="preserve"> и </w:t>
      </w:r>
      <w:proofErr w:type="spellStart"/>
      <w:r w:rsidRPr="00882AAC">
        <w:rPr>
          <w:rFonts w:ascii="Arial" w:hAnsi="Arial" w:cs="Arial"/>
        </w:rPr>
        <w:t>услови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организовања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волонтирања</w:t>
      </w:r>
      <w:proofErr w:type="spellEnd"/>
      <w:r w:rsidRPr="00882AAC">
        <w:rPr>
          <w:rFonts w:ascii="Arial" w:hAnsi="Arial" w:cs="Arial"/>
        </w:rPr>
        <w:t xml:space="preserve"> и </w:t>
      </w:r>
      <w:proofErr w:type="spellStart"/>
      <w:r w:rsidRPr="00882AAC">
        <w:rPr>
          <w:rFonts w:ascii="Arial" w:hAnsi="Arial" w:cs="Arial"/>
        </w:rPr>
        <w:t>рада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са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волонтерима</w:t>
      </w:r>
      <w:proofErr w:type="spellEnd"/>
      <w:r w:rsidRPr="00882AAC">
        <w:rPr>
          <w:rFonts w:ascii="Arial" w:hAnsi="Arial" w:cs="Arial"/>
        </w:rPr>
        <w:t>.</w:t>
      </w:r>
    </w:p>
    <w:p w14:paraId="280FBE13" w14:textId="77777777" w:rsidR="00882AAC" w:rsidRPr="00882AAC" w:rsidRDefault="00882AAC" w:rsidP="00882AAC">
      <w:pPr>
        <w:jc w:val="both"/>
        <w:rPr>
          <w:rFonts w:ascii="Arial" w:hAnsi="Arial" w:cs="Arial"/>
          <w:sz w:val="16"/>
          <w:szCs w:val="16"/>
        </w:rPr>
      </w:pPr>
    </w:p>
    <w:p w14:paraId="7EFBA93A" w14:textId="7BB9F89B" w:rsidR="00882AAC" w:rsidRPr="00882AAC" w:rsidRDefault="00882AAC" w:rsidP="00882AAC">
      <w:pPr>
        <w:jc w:val="both"/>
        <w:rPr>
          <w:rFonts w:ascii="Arial" w:hAnsi="Arial" w:cs="Arial"/>
          <w:lang w:val="sr-Cyrl-RS"/>
        </w:rPr>
      </w:pPr>
      <w:proofErr w:type="spellStart"/>
      <w:r w:rsidRPr="00882AAC">
        <w:rPr>
          <w:rFonts w:ascii="Arial" w:hAnsi="Arial" w:cs="Arial"/>
        </w:rPr>
        <w:t>Свакако</w:t>
      </w:r>
      <w:proofErr w:type="spellEnd"/>
      <w:r w:rsidRPr="00882AAC">
        <w:rPr>
          <w:rFonts w:ascii="Arial" w:hAnsi="Arial" w:cs="Arial"/>
        </w:rPr>
        <w:t xml:space="preserve">, </w:t>
      </w:r>
      <w:proofErr w:type="spellStart"/>
      <w:r w:rsidRPr="00882AAC">
        <w:rPr>
          <w:rFonts w:ascii="Arial" w:hAnsi="Arial" w:cs="Arial"/>
        </w:rPr>
        <w:t>веома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је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важно</w:t>
      </w:r>
      <w:proofErr w:type="spellEnd"/>
      <w:r w:rsidRPr="00882AAC">
        <w:rPr>
          <w:rFonts w:ascii="Arial" w:hAnsi="Arial" w:cs="Arial"/>
        </w:rPr>
        <w:t xml:space="preserve"> и </w:t>
      </w:r>
      <w:proofErr w:type="spellStart"/>
      <w:r w:rsidRPr="00882AAC">
        <w:rPr>
          <w:rFonts w:ascii="Arial" w:hAnsi="Arial" w:cs="Arial"/>
        </w:rPr>
        <w:t>неопходно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разликовати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волонтирање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дефинисано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Законом</w:t>
      </w:r>
      <w:proofErr w:type="spellEnd"/>
      <w:r w:rsidRPr="00882AAC">
        <w:rPr>
          <w:rFonts w:ascii="Arial" w:hAnsi="Arial" w:cs="Arial"/>
        </w:rPr>
        <w:t xml:space="preserve"> о </w:t>
      </w:r>
      <w:proofErr w:type="spellStart"/>
      <w:r w:rsidRPr="00882AAC">
        <w:rPr>
          <w:rFonts w:ascii="Arial" w:hAnsi="Arial" w:cs="Arial"/>
        </w:rPr>
        <w:t>волонтирању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од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волонтерског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приправничког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рада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дефинисаног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Законом</w:t>
      </w:r>
      <w:proofErr w:type="spellEnd"/>
      <w:r w:rsidRPr="00882AAC">
        <w:rPr>
          <w:rFonts w:ascii="Arial" w:hAnsi="Arial" w:cs="Arial"/>
        </w:rPr>
        <w:t xml:space="preserve"> о </w:t>
      </w:r>
      <w:proofErr w:type="spellStart"/>
      <w:r w:rsidRPr="00882AAC">
        <w:rPr>
          <w:rFonts w:ascii="Arial" w:hAnsi="Arial" w:cs="Arial"/>
        </w:rPr>
        <w:t>раду</w:t>
      </w:r>
      <w:proofErr w:type="spellEnd"/>
      <w:r w:rsidRPr="00882AAC">
        <w:rPr>
          <w:rFonts w:ascii="Arial" w:hAnsi="Arial" w:cs="Arial"/>
        </w:rPr>
        <w:t xml:space="preserve">, </w:t>
      </w:r>
      <w:proofErr w:type="spellStart"/>
      <w:r w:rsidRPr="00882AAC">
        <w:rPr>
          <w:rFonts w:ascii="Arial" w:hAnsi="Arial" w:cs="Arial"/>
        </w:rPr>
        <w:t>који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незапослена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лица</w:t>
      </w:r>
      <w:proofErr w:type="spellEnd"/>
      <w:r w:rsidRPr="00882AAC">
        <w:rPr>
          <w:rFonts w:ascii="Arial" w:hAnsi="Arial" w:cs="Arial"/>
        </w:rPr>
        <w:t xml:space="preserve">, </w:t>
      </w:r>
      <w:proofErr w:type="spellStart"/>
      <w:r w:rsidRPr="00882AAC">
        <w:rPr>
          <w:rFonts w:ascii="Arial" w:hAnsi="Arial" w:cs="Arial"/>
        </w:rPr>
        <w:t>којима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је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радно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искуство</w:t>
      </w:r>
      <w:proofErr w:type="spellEnd"/>
      <w:r w:rsidRPr="00882AAC">
        <w:rPr>
          <w:rFonts w:ascii="Arial" w:hAnsi="Arial" w:cs="Arial"/>
        </w:rPr>
        <w:t xml:space="preserve"> и </w:t>
      </w:r>
      <w:proofErr w:type="spellStart"/>
      <w:r w:rsidRPr="00882AAC">
        <w:rPr>
          <w:rFonts w:ascii="Arial" w:hAnsi="Arial" w:cs="Arial"/>
        </w:rPr>
        <w:t>полагање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стручног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испита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услов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за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заснивање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радног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односа</w:t>
      </w:r>
      <w:proofErr w:type="spellEnd"/>
      <w:r w:rsidRPr="00882AAC">
        <w:rPr>
          <w:rFonts w:ascii="Arial" w:hAnsi="Arial" w:cs="Arial"/>
        </w:rPr>
        <w:t xml:space="preserve">, </w:t>
      </w:r>
      <w:proofErr w:type="spellStart"/>
      <w:r w:rsidRPr="00882AAC">
        <w:rPr>
          <w:rFonts w:ascii="Arial" w:hAnsi="Arial" w:cs="Arial"/>
        </w:rPr>
        <w:t>обављају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код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послодавца</w:t>
      </w:r>
      <w:proofErr w:type="spellEnd"/>
      <w:r w:rsidRPr="00882AAC">
        <w:rPr>
          <w:rFonts w:ascii="Arial" w:hAnsi="Arial" w:cs="Arial"/>
        </w:rPr>
        <w:t xml:space="preserve"> у </w:t>
      </w:r>
      <w:proofErr w:type="spellStart"/>
      <w:r w:rsidRPr="00882AAC">
        <w:rPr>
          <w:rFonts w:ascii="Arial" w:hAnsi="Arial" w:cs="Arial"/>
        </w:rPr>
        <w:t>времену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предвиђеном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за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одређену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стручну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спрему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без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накнаде</w:t>
      </w:r>
      <w:proofErr w:type="spellEnd"/>
      <w:r w:rsidRPr="00882AAC">
        <w:rPr>
          <w:rFonts w:ascii="Arial" w:hAnsi="Arial" w:cs="Arial"/>
        </w:rPr>
        <w:t>.</w:t>
      </w:r>
    </w:p>
    <w:p w14:paraId="17981D78" w14:textId="77777777" w:rsidR="00882AAC" w:rsidRPr="00882AAC" w:rsidRDefault="00882AAC" w:rsidP="00882AAC">
      <w:pPr>
        <w:ind w:firstLine="709"/>
        <w:jc w:val="both"/>
        <w:rPr>
          <w:rFonts w:ascii="Arial" w:hAnsi="Arial" w:cs="Arial"/>
          <w:lang w:val="sr-Cyrl-RS"/>
        </w:rPr>
      </w:pPr>
    </w:p>
    <w:p w14:paraId="41AF40C3" w14:textId="5CF1E7B3" w:rsidR="00882AAC" w:rsidRPr="00882AAC" w:rsidRDefault="00882AAC" w:rsidP="00882AAC">
      <w:pPr>
        <w:jc w:val="both"/>
        <w:rPr>
          <w:rFonts w:ascii="Arial" w:hAnsi="Arial" w:cs="Arial"/>
          <w:color w:val="000000"/>
        </w:rPr>
      </w:pPr>
      <w:proofErr w:type="spellStart"/>
      <w:r w:rsidRPr="00882AAC">
        <w:rPr>
          <w:rFonts w:ascii="Arial" w:hAnsi="Arial" w:cs="Arial"/>
        </w:rPr>
        <w:t>Приликом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припреме</w:t>
      </w:r>
      <w:proofErr w:type="spellEnd"/>
      <w:r w:rsidRPr="00882AAC">
        <w:rPr>
          <w:rFonts w:ascii="Arial" w:hAnsi="Arial" w:cs="Arial"/>
        </w:rPr>
        <w:t xml:space="preserve"> </w:t>
      </w:r>
      <w:r w:rsidR="00773B77">
        <w:rPr>
          <w:rFonts w:ascii="Arial" w:hAnsi="Arial" w:cs="Arial"/>
          <w:lang w:val="bs-Cyrl-BA"/>
        </w:rPr>
        <w:t>з</w:t>
      </w:r>
      <w:proofErr w:type="spellStart"/>
      <w:r w:rsidRPr="00882AAC">
        <w:rPr>
          <w:rFonts w:ascii="Arial" w:hAnsi="Arial" w:cs="Arial"/>
        </w:rPr>
        <w:t>акона</w:t>
      </w:r>
      <w:proofErr w:type="spellEnd"/>
      <w:r w:rsidRPr="00882AAC">
        <w:rPr>
          <w:rFonts w:ascii="Arial" w:hAnsi="Arial" w:cs="Arial"/>
        </w:rPr>
        <w:t xml:space="preserve">, </w:t>
      </w:r>
      <w:proofErr w:type="spellStart"/>
      <w:r w:rsidRPr="00882AAC">
        <w:rPr>
          <w:rFonts w:ascii="Arial" w:hAnsi="Arial" w:cs="Arial"/>
        </w:rPr>
        <w:t>важан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фокус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је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био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међународним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стандардима</w:t>
      </w:r>
      <w:proofErr w:type="spellEnd"/>
      <w:r w:rsidRPr="00882AAC">
        <w:rPr>
          <w:rFonts w:ascii="Arial" w:hAnsi="Arial" w:cs="Arial"/>
        </w:rPr>
        <w:t xml:space="preserve"> и </w:t>
      </w:r>
      <w:proofErr w:type="spellStart"/>
      <w:r w:rsidRPr="00882AAC">
        <w:rPr>
          <w:rFonts w:ascii="Arial" w:hAnsi="Arial" w:cs="Arial"/>
        </w:rPr>
        <w:t>дефиницијама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које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једноставан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начин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појашњавају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концепт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волонтирања</w:t>
      </w:r>
      <w:proofErr w:type="spellEnd"/>
      <w:r w:rsidRPr="00882AAC">
        <w:rPr>
          <w:rFonts w:ascii="Arial" w:hAnsi="Arial" w:cs="Arial"/>
        </w:rPr>
        <w:t xml:space="preserve"> и </w:t>
      </w:r>
      <w:proofErr w:type="spellStart"/>
      <w:r w:rsidRPr="00882AAC">
        <w:rPr>
          <w:rFonts w:ascii="Arial" w:hAnsi="Arial" w:cs="Arial"/>
        </w:rPr>
        <w:t>његове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улоге</w:t>
      </w:r>
      <w:proofErr w:type="spellEnd"/>
      <w:r w:rsidRPr="00882AAC">
        <w:rPr>
          <w:rFonts w:ascii="Arial" w:hAnsi="Arial" w:cs="Arial"/>
        </w:rPr>
        <w:t xml:space="preserve"> у </w:t>
      </w:r>
      <w:proofErr w:type="spellStart"/>
      <w:r w:rsidRPr="00882AAC">
        <w:rPr>
          <w:rFonts w:ascii="Arial" w:hAnsi="Arial" w:cs="Arial"/>
        </w:rPr>
        <w:t>развоју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друштва</w:t>
      </w:r>
      <w:proofErr w:type="spellEnd"/>
      <w:r w:rsidRPr="00882AAC">
        <w:rPr>
          <w:rFonts w:ascii="Arial" w:hAnsi="Arial" w:cs="Arial"/>
        </w:rPr>
        <w:t xml:space="preserve">. С </w:t>
      </w:r>
      <w:proofErr w:type="spellStart"/>
      <w:r w:rsidRPr="00882AAC">
        <w:rPr>
          <w:rFonts w:ascii="Arial" w:hAnsi="Arial" w:cs="Arial"/>
        </w:rPr>
        <w:t>тим</w:t>
      </w:r>
      <w:proofErr w:type="spellEnd"/>
      <w:r w:rsidRPr="00882AAC">
        <w:rPr>
          <w:rFonts w:ascii="Arial" w:hAnsi="Arial" w:cs="Arial"/>
        </w:rPr>
        <w:t xml:space="preserve"> у </w:t>
      </w:r>
      <w:proofErr w:type="spellStart"/>
      <w:r w:rsidRPr="00882AAC">
        <w:rPr>
          <w:rFonts w:ascii="Arial" w:hAnsi="Arial" w:cs="Arial"/>
        </w:rPr>
        <w:t>вези</w:t>
      </w:r>
      <w:proofErr w:type="spellEnd"/>
      <w:r w:rsidRPr="00882AAC">
        <w:rPr>
          <w:rFonts w:ascii="Arial" w:hAnsi="Arial" w:cs="Arial"/>
        </w:rPr>
        <w:t xml:space="preserve">, </w:t>
      </w:r>
      <w:proofErr w:type="spellStart"/>
      <w:r w:rsidRPr="00882AAC">
        <w:rPr>
          <w:rFonts w:ascii="Arial" w:hAnsi="Arial" w:cs="Arial"/>
        </w:rPr>
        <w:t>сам</w:t>
      </w:r>
      <w:proofErr w:type="spellEnd"/>
      <w:r w:rsidRPr="00882AAC">
        <w:rPr>
          <w:rFonts w:ascii="Arial" w:hAnsi="Arial" w:cs="Arial"/>
        </w:rPr>
        <w:t xml:space="preserve"> </w:t>
      </w:r>
      <w:r w:rsidR="00773B77">
        <w:rPr>
          <w:rFonts w:ascii="Arial" w:hAnsi="Arial" w:cs="Arial"/>
          <w:lang w:val="bs-Cyrl-BA"/>
        </w:rPr>
        <w:t>з</w:t>
      </w:r>
      <w:proofErr w:type="spellStart"/>
      <w:r w:rsidRPr="00882AAC">
        <w:rPr>
          <w:rFonts w:ascii="Arial" w:hAnsi="Arial" w:cs="Arial"/>
        </w:rPr>
        <w:t>акон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је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јасно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дефинисао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шта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је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то</w:t>
      </w:r>
      <w:proofErr w:type="spellEnd"/>
      <w:r w:rsidRPr="00882AAC">
        <w:rPr>
          <w:rFonts w:ascii="Arial" w:hAnsi="Arial" w:cs="Arial"/>
        </w:rPr>
        <w:t xml:space="preserve"> </w:t>
      </w:r>
      <w:proofErr w:type="spellStart"/>
      <w:r w:rsidRPr="00882AAC">
        <w:rPr>
          <w:rFonts w:ascii="Arial" w:hAnsi="Arial" w:cs="Arial"/>
        </w:rPr>
        <w:t>волонтирање</w:t>
      </w:r>
      <w:proofErr w:type="spellEnd"/>
      <w:r w:rsidRPr="00882AAC">
        <w:rPr>
          <w:rFonts w:ascii="Arial" w:hAnsi="Arial" w:cs="Arial"/>
        </w:rPr>
        <w:t xml:space="preserve">: </w:t>
      </w:r>
      <w:r w:rsidR="003C5E71">
        <w:rPr>
          <w:rFonts w:ascii="Arial" w:hAnsi="Arial" w:cs="Arial"/>
          <w:lang w:val="bs-Cyrl-BA"/>
        </w:rPr>
        <w:t>„</w:t>
      </w:r>
      <w:proofErr w:type="spellStart"/>
      <w:r w:rsidRPr="00882AAC">
        <w:rPr>
          <w:rFonts w:ascii="Arial" w:hAnsi="Arial" w:cs="Arial"/>
          <w:color w:val="000000"/>
        </w:rPr>
        <w:t>Волонтирање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је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активност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од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интереса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за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Републику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Српску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којом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се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доприноси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побољшању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квалитета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живота</w:t>
      </w:r>
      <w:proofErr w:type="spellEnd"/>
      <w:r w:rsidRPr="00882AAC">
        <w:rPr>
          <w:rFonts w:ascii="Arial" w:hAnsi="Arial" w:cs="Arial"/>
          <w:color w:val="000000"/>
        </w:rPr>
        <w:t xml:space="preserve">, </w:t>
      </w:r>
      <w:proofErr w:type="spellStart"/>
      <w:r w:rsidRPr="00882AAC">
        <w:rPr>
          <w:rFonts w:ascii="Arial" w:hAnsi="Arial" w:cs="Arial"/>
          <w:color w:val="000000"/>
        </w:rPr>
        <w:t>активном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укључивању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грађана</w:t>
      </w:r>
      <w:proofErr w:type="spellEnd"/>
      <w:r w:rsidRPr="00882AAC">
        <w:rPr>
          <w:rFonts w:ascii="Arial" w:hAnsi="Arial" w:cs="Arial"/>
          <w:color w:val="000000"/>
        </w:rPr>
        <w:t xml:space="preserve"> у </w:t>
      </w:r>
      <w:proofErr w:type="spellStart"/>
      <w:r w:rsidRPr="00882AAC">
        <w:rPr>
          <w:rFonts w:ascii="Arial" w:hAnsi="Arial" w:cs="Arial"/>
          <w:color w:val="000000"/>
        </w:rPr>
        <w:t>друштвене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процесе</w:t>
      </w:r>
      <w:proofErr w:type="spellEnd"/>
      <w:r w:rsidRPr="00882AAC">
        <w:rPr>
          <w:rFonts w:ascii="Arial" w:hAnsi="Arial" w:cs="Arial"/>
          <w:color w:val="000000"/>
        </w:rPr>
        <w:t xml:space="preserve"> и </w:t>
      </w:r>
      <w:proofErr w:type="spellStart"/>
      <w:r w:rsidRPr="00882AAC">
        <w:rPr>
          <w:rFonts w:ascii="Arial" w:hAnsi="Arial" w:cs="Arial"/>
          <w:color w:val="000000"/>
        </w:rPr>
        <w:t>развоју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хуманијег</w:t>
      </w:r>
      <w:proofErr w:type="spellEnd"/>
      <w:r w:rsidRPr="00882AAC">
        <w:rPr>
          <w:rFonts w:ascii="Arial" w:hAnsi="Arial" w:cs="Arial"/>
          <w:color w:val="000000"/>
        </w:rPr>
        <w:t xml:space="preserve"> и </w:t>
      </w:r>
      <w:proofErr w:type="spellStart"/>
      <w:r w:rsidRPr="00882AAC">
        <w:rPr>
          <w:rFonts w:ascii="Arial" w:hAnsi="Arial" w:cs="Arial"/>
          <w:color w:val="000000"/>
        </w:rPr>
        <w:t>равноправнијег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демократског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882AAC">
        <w:rPr>
          <w:rFonts w:ascii="Arial" w:hAnsi="Arial" w:cs="Arial"/>
          <w:color w:val="000000"/>
        </w:rPr>
        <w:t>друштва</w:t>
      </w:r>
      <w:proofErr w:type="spellEnd"/>
      <w:r w:rsidRPr="00882AAC">
        <w:rPr>
          <w:rFonts w:ascii="Arial" w:hAnsi="Arial" w:cs="Arial"/>
          <w:color w:val="000000"/>
        </w:rPr>
        <w:t>.“</w:t>
      </w:r>
      <w:proofErr w:type="gramEnd"/>
    </w:p>
    <w:p w14:paraId="7B544D35" w14:textId="77777777" w:rsidR="00882AAC" w:rsidRPr="00882AAC" w:rsidRDefault="00882AAC" w:rsidP="00882AAC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6C22D852" w14:textId="61738EAE" w:rsidR="00882AAC" w:rsidRPr="00882AAC" w:rsidRDefault="00882AAC" w:rsidP="00882AAC">
      <w:pPr>
        <w:jc w:val="both"/>
        <w:rPr>
          <w:rFonts w:ascii="Arial" w:hAnsi="Arial" w:cs="Arial"/>
          <w:color w:val="000000"/>
          <w:lang w:val="sr-Cyrl-RS"/>
        </w:rPr>
      </w:pPr>
      <w:proofErr w:type="spellStart"/>
      <w:r w:rsidRPr="00882AAC">
        <w:rPr>
          <w:rFonts w:ascii="Arial" w:hAnsi="Arial" w:cs="Arial"/>
          <w:color w:val="000000"/>
        </w:rPr>
        <w:t>Такође</w:t>
      </w:r>
      <w:proofErr w:type="spellEnd"/>
      <w:r w:rsidRPr="00882AAC">
        <w:rPr>
          <w:rFonts w:ascii="Arial" w:hAnsi="Arial" w:cs="Arial"/>
          <w:color w:val="000000"/>
        </w:rPr>
        <w:t xml:space="preserve">, </w:t>
      </w:r>
      <w:proofErr w:type="spellStart"/>
      <w:r w:rsidRPr="00882AAC">
        <w:rPr>
          <w:rFonts w:ascii="Arial" w:hAnsi="Arial" w:cs="Arial"/>
          <w:color w:val="000000"/>
        </w:rPr>
        <w:t>јасно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је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дефинисао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ко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може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да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буде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волонтер</w:t>
      </w:r>
      <w:proofErr w:type="spellEnd"/>
      <w:r w:rsidRPr="00882AAC">
        <w:rPr>
          <w:rFonts w:ascii="Arial" w:hAnsi="Arial" w:cs="Arial"/>
          <w:color w:val="000000"/>
        </w:rPr>
        <w:t xml:space="preserve">: </w:t>
      </w:r>
      <w:r w:rsidR="003C5E71">
        <w:rPr>
          <w:rFonts w:ascii="Arial" w:hAnsi="Arial" w:cs="Arial"/>
          <w:color w:val="000000"/>
          <w:lang w:val="bs-Cyrl-BA"/>
        </w:rPr>
        <w:t>„</w:t>
      </w:r>
      <w:proofErr w:type="spellStart"/>
      <w:r w:rsidRPr="00882AAC">
        <w:rPr>
          <w:rFonts w:ascii="Arial" w:hAnsi="Arial" w:cs="Arial"/>
          <w:color w:val="000000"/>
        </w:rPr>
        <w:t>Волонтер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може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бити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свако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физичко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лице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старије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од</w:t>
      </w:r>
      <w:proofErr w:type="spellEnd"/>
      <w:r w:rsidRPr="00882AAC">
        <w:rPr>
          <w:rFonts w:ascii="Arial" w:hAnsi="Arial" w:cs="Arial"/>
          <w:color w:val="000000"/>
        </w:rPr>
        <w:t xml:space="preserve"> 15 </w:t>
      </w:r>
      <w:proofErr w:type="spellStart"/>
      <w:r w:rsidRPr="00882AAC">
        <w:rPr>
          <w:rFonts w:ascii="Arial" w:hAnsi="Arial" w:cs="Arial"/>
          <w:color w:val="000000"/>
        </w:rPr>
        <w:t>година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које</w:t>
      </w:r>
      <w:proofErr w:type="spellEnd"/>
      <w:r w:rsidRPr="00882AAC">
        <w:rPr>
          <w:rFonts w:ascii="Arial" w:hAnsi="Arial" w:cs="Arial"/>
          <w:color w:val="000000"/>
        </w:rPr>
        <w:t xml:space="preserve"> у </w:t>
      </w:r>
      <w:proofErr w:type="spellStart"/>
      <w:r w:rsidRPr="00882AAC">
        <w:rPr>
          <w:rFonts w:ascii="Arial" w:hAnsi="Arial" w:cs="Arial"/>
          <w:color w:val="000000"/>
        </w:rPr>
        <w:t>Републици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обавља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волонтерске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услуге</w:t>
      </w:r>
      <w:proofErr w:type="spellEnd"/>
      <w:r w:rsidRPr="00882AAC">
        <w:rPr>
          <w:rFonts w:ascii="Arial" w:hAnsi="Arial" w:cs="Arial"/>
          <w:color w:val="000000"/>
        </w:rPr>
        <w:t xml:space="preserve"> у </w:t>
      </w:r>
      <w:proofErr w:type="spellStart"/>
      <w:r w:rsidRPr="00882AAC">
        <w:rPr>
          <w:rFonts w:ascii="Arial" w:hAnsi="Arial" w:cs="Arial"/>
          <w:color w:val="000000"/>
        </w:rPr>
        <w:t>складу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са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овим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законом</w:t>
      </w:r>
      <w:proofErr w:type="spellEnd"/>
      <w:r w:rsidRPr="00882AAC">
        <w:rPr>
          <w:rFonts w:ascii="Arial" w:hAnsi="Arial" w:cs="Arial"/>
          <w:color w:val="000000"/>
        </w:rPr>
        <w:t xml:space="preserve">". У </w:t>
      </w:r>
      <w:proofErr w:type="spellStart"/>
      <w:r w:rsidRPr="00882AAC">
        <w:rPr>
          <w:rFonts w:ascii="Arial" w:hAnsi="Arial" w:cs="Arial"/>
          <w:color w:val="000000"/>
        </w:rPr>
        <w:t>нашој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земљи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постоји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стереотип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да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су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волонтери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млади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људи</w:t>
      </w:r>
      <w:proofErr w:type="spellEnd"/>
      <w:r w:rsidRPr="00882AAC">
        <w:rPr>
          <w:rFonts w:ascii="Arial" w:hAnsi="Arial" w:cs="Arial"/>
          <w:color w:val="000000"/>
        </w:rPr>
        <w:t xml:space="preserve">, </w:t>
      </w:r>
      <w:proofErr w:type="spellStart"/>
      <w:r w:rsidRPr="00882AAC">
        <w:rPr>
          <w:rFonts w:ascii="Arial" w:hAnsi="Arial" w:cs="Arial"/>
          <w:color w:val="000000"/>
        </w:rPr>
        <w:t>али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волонтирање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могу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да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обављају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сви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радно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способни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грађани</w:t>
      </w:r>
      <w:proofErr w:type="spellEnd"/>
      <w:r w:rsidRPr="00882AAC">
        <w:rPr>
          <w:rFonts w:ascii="Arial" w:hAnsi="Arial" w:cs="Arial"/>
          <w:color w:val="000000"/>
        </w:rPr>
        <w:t xml:space="preserve">, а </w:t>
      </w:r>
      <w:proofErr w:type="spellStart"/>
      <w:r w:rsidRPr="00882AAC">
        <w:rPr>
          <w:rFonts w:ascii="Arial" w:hAnsi="Arial" w:cs="Arial"/>
          <w:color w:val="000000"/>
        </w:rPr>
        <w:t>најнижа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старосна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граница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волонтера</w:t>
      </w:r>
      <w:proofErr w:type="spellEnd"/>
      <w:r w:rsidRPr="00882AAC">
        <w:rPr>
          <w:rFonts w:ascii="Arial" w:hAnsi="Arial" w:cs="Arial"/>
          <w:color w:val="000000"/>
        </w:rPr>
        <w:t xml:space="preserve"> </w:t>
      </w:r>
      <w:proofErr w:type="spellStart"/>
      <w:r w:rsidRPr="00882AAC">
        <w:rPr>
          <w:rFonts w:ascii="Arial" w:hAnsi="Arial" w:cs="Arial"/>
          <w:color w:val="000000"/>
        </w:rPr>
        <w:t>је</w:t>
      </w:r>
      <w:proofErr w:type="spellEnd"/>
      <w:r w:rsidRPr="00882AAC">
        <w:rPr>
          <w:rFonts w:ascii="Arial" w:hAnsi="Arial" w:cs="Arial"/>
          <w:color w:val="000000"/>
        </w:rPr>
        <w:t xml:space="preserve"> 15 </w:t>
      </w:r>
      <w:proofErr w:type="spellStart"/>
      <w:r w:rsidRPr="00882AAC">
        <w:rPr>
          <w:rFonts w:ascii="Arial" w:hAnsi="Arial" w:cs="Arial"/>
          <w:color w:val="000000"/>
        </w:rPr>
        <w:t>година</w:t>
      </w:r>
      <w:proofErr w:type="spellEnd"/>
      <w:r w:rsidRPr="00882AAC">
        <w:rPr>
          <w:rFonts w:ascii="Arial" w:hAnsi="Arial" w:cs="Arial"/>
          <w:color w:val="000000"/>
        </w:rPr>
        <w:t>.</w:t>
      </w:r>
    </w:p>
    <w:p w14:paraId="0FD1BB8D" w14:textId="77777777" w:rsidR="00882AAC" w:rsidRPr="00882AAC" w:rsidRDefault="00882AAC" w:rsidP="00882AAC">
      <w:pPr>
        <w:ind w:firstLine="709"/>
        <w:jc w:val="both"/>
        <w:rPr>
          <w:rFonts w:cs="Times New Roman"/>
          <w:color w:val="000000"/>
          <w:lang w:val="sr-Cyrl-RS"/>
        </w:rPr>
      </w:pPr>
    </w:p>
    <w:p w14:paraId="7C14CA24" w14:textId="77777777" w:rsidR="00882AAC" w:rsidRPr="00882AAC" w:rsidRDefault="00882AAC" w:rsidP="00882AAC">
      <w:pPr>
        <w:jc w:val="both"/>
        <w:rPr>
          <w:rFonts w:ascii="Arial" w:hAnsi="Arial" w:cs="Times New Roman"/>
          <w:lang w:val="sr-Cyrl-RS"/>
        </w:rPr>
      </w:pPr>
      <w:proofErr w:type="spellStart"/>
      <w:r w:rsidRPr="00882AAC">
        <w:rPr>
          <w:rFonts w:ascii="Arial" w:hAnsi="Arial" w:cs="Times New Roman"/>
        </w:rPr>
        <w:t>Волонтирање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на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подручју</w:t>
      </w:r>
      <w:proofErr w:type="spellEnd"/>
      <w:r w:rsidRPr="00882AAC">
        <w:rPr>
          <w:rFonts w:ascii="Arial" w:hAnsi="Arial" w:cs="Times New Roman"/>
        </w:rPr>
        <w:t xml:space="preserve"> </w:t>
      </w:r>
      <w:r w:rsidRPr="00882AAC">
        <w:rPr>
          <w:rFonts w:ascii="Arial" w:hAnsi="Arial" w:cs="Times New Roman"/>
          <w:lang w:val="sr-Cyrl-BA"/>
        </w:rPr>
        <w:t>града</w:t>
      </w:r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Градишка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има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дугу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традицију</w:t>
      </w:r>
      <w:proofErr w:type="spellEnd"/>
      <w:r w:rsidRPr="00882AAC">
        <w:rPr>
          <w:rFonts w:ascii="Arial" w:hAnsi="Arial" w:cs="Times New Roman"/>
        </w:rPr>
        <w:t xml:space="preserve"> и </w:t>
      </w:r>
      <w:proofErr w:type="spellStart"/>
      <w:r w:rsidRPr="00882AAC">
        <w:rPr>
          <w:rFonts w:ascii="Arial" w:hAnsi="Arial" w:cs="Times New Roman"/>
        </w:rPr>
        <w:t>присутно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је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дуги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низ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година</w:t>
      </w:r>
      <w:proofErr w:type="spellEnd"/>
      <w:r w:rsidRPr="00882AAC">
        <w:rPr>
          <w:rFonts w:ascii="Arial" w:hAnsi="Arial" w:cs="Times New Roman"/>
        </w:rPr>
        <w:t xml:space="preserve"> у </w:t>
      </w:r>
      <w:proofErr w:type="spellStart"/>
      <w:r w:rsidRPr="00882AAC">
        <w:rPr>
          <w:rFonts w:ascii="Arial" w:hAnsi="Arial" w:cs="Times New Roman"/>
        </w:rPr>
        <w:t>разним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облицима</w:t>
      </w:r>
      <w:proofErr w:type="spellEnd"/>
      <w:r w:rsidRPr="00882AAC">
        <w:rPr>
          <w:rFonts w:ascii="Arial" w:hAnsi="Arial" w:cs="Times New Roman"/>
        </w:rPr>
        <w:t xml:space="preserve">. У </w:t>
      </w:r>
      <w:proofErr w:type="spellStart"/>
      <w:r w:rsidRPr="00882AAC">
        <w:rPr>
          <w:rFonts w:ascii="Arial" w:hAnsi="Arial" w:cs="Times New Roman"/>
        </w:rPr>
        <w:t>скорије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вријеме</w:t>
      </w:r>
      <w:proofErr w:type="spellEnd"/>
      <w:r w:rsidRPr="00882AAC">
        <w:rPr>
          <w:rFonts w:ascii="Arial" w:hAnsi="Arial" w:cs="Times New Roman"/>
        </w:rPr>
        <w:t xml:space="preserve">, </w:t>
      </w:r>
      <w:proofErr w:type="spellStart"/>
      <w:r w:rsidRPr="00882AAC">
        <w:rPr>
          <w:rFonts w:ascii="Arial" w:hAnsi="Arial" w:cs="Times New Roman"/>
        </w:rPr>
        <w:t>волонтирање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је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највише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промовисано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од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стране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организација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цивилног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друштва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које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дјелују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на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подручју</w:t>
      </w:r>
      <w:proofErr w:type="spellEnd"/>
      <w:r w:rsidRPr="00882AAC">
        <w:rPr>
          <w:rFonts w:ascii="Arial" w:hAnsi="Arial" w:cs="Times New Roman"/>
        </w:rPr>
        <w:t xml:space="preserve"> </w:t>
      </w:r>
      <w:r w:rsidRPr="00882AAC">
        <w:rPr>
          <w:rFonts w:ascii="Arial" w:hAnsi="Arial" w:cs="Times New Roman"/>
          <w:lang w:val="sr-Cyrl-BA"/>
        </w:rPr>
        <w:t>града</w:t>
      </w:r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Градишка</w:t>
      </w:r>
      <w:proofErr w:type="spellEnd"/>
      <w:r w:rsidRPr="00882AAC">
        <w:rPr>
          <w:rFonts w:ascii="Arial" w:hAnsi="Arial" w:cs="Times New Roman"/>
        </w:rPr>
        <w:t xml:space="preserve">, </w:t>
      </w:r>
      <w:proofErr w:type="spellStart"/>
      <w:r w:rsidRPr="00882AAC">
        <w:rPr>
          <w:rFonts w:ascii="Arial" w:hAnsi="Arial" w:cs="Times New Roman"/>
        </w:rPr>
        <w:t>као</w:t>
      </w:r>
      <w:proofErr w:type="spellEnd"/>
      <w:r w:rsidRPr="00882AAC">
        <w:rPr>
          <w:rFonts w:ascii="Arial" w:hAnsi="Arial" w:cs="Times New Roman"/>
        </w:rPr>
        <w:t xml:space="preserve"> и </w:t>
      </w:r>
      <w:proofErr w:type="spellStart"/>
      <w:r w:rsidRPr="00882AAC">
        <w:rPr>
          <w:rFonts w:ascii="Arial" w:hAnsi="Arial" w:cs="Times New Roman"/>
        </w:rPr>
        <w:t>одређених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јавних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институција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које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су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активно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промовисале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волонтерски</w:t>
      </w:r>
      <w:proofErr w:type="spellEnd"/>
      <w:r w:rsidRPr="00882AAC">
        <w:rPr>
          <w:rFonts w:ascii="Arial" w:hAnsi="Arial" w:cs="Times New Roman"/>
        </w:rPr>
        <w:t xml:space="preserve"> </w:t>
      </w:r>
      <w:proofErr w:type="spellStart"/>
      <w:r w:rsidRPr="00882AAC">
        <w:rPr>
          <w:rFonts w:ascii="Arial" w:hAnsi="Arial" w:cs="Times New Roman"/>
        </w:rPr>
        <w:t>рад</w:t>
      </w:r>
      <w:proofErr w:type="spellEnd"/>
      <w:r w:rsidRPr="00882AAC">
        <w:rPr>
          <w:rFonts w:ascii="Arial" w:hAnsi="Arial" w:cs="Times New Roman"/>
        </w:rPr>
        <w:t xml:space="preserve"> и </w:t>
      </w:r>
      <w:proofErr w:type="spellStart"/>
      <w:r w:rsidRPr="00882AAC">
        <w:rPr>
          <w:rFonts w:ascii="Arial" w:hAnsi="Arial" w:cs="Times New Roman"/>
        </w:rPr>
        <w:t>ангажман</w:t>
      </w:r>
      <w:proofErr w:type="spellEnd"/>
      <w:r w:rsidRPr="00882AAC">
        <w:rPr>
          <w:rFonts w:ascii="Arial" w:hAnsi="Arial" w:cs="Times New Roman"/>
        </w:rPr>
        <w:t>.</w:t>
      </w:r>
    </w:p>
    <w:p w14:paraId="449BB094" w14:textId="77777777" w:rsidR="00882AAC" w:rsidRPr="00882AAC" w:rsidRDefault="00882AAC" w:rsidP="00882AAC">
      <w:pPr>
        <w:jc w:val="both"/>
        <w:rPr>
          <w:rFonts w:ascii="Arial" w:hAnsi="Arial" w:cs="Times New Roman"/>
          <w:lang w:val="sr-Cyrl-RS"/>
        </w:rPr>
      </w:pPr>
    </w:p>
    <w:p w14:paraId="19ED7292" w14:textId="16CE325C" w:rsidR="00882AAC" w:rsidRPr="00882AAC" w:rsidRDefault="00882AAC" w:rsidP="00882AAC">
      <w:pPr>
        <w:jc w:val="both"/>
        <w:rPr>
          <w:rFonts w:ascii="Arial" w:hAnsi="Arial" w:cs="Times New Roman"/>
          <w:lang w:val="sr-Cyrl-RS"/>
        </w:rPr>
      </w:pPr>
      <w:r w:rsidRPr="00882AAC">
        <w:rPr>
          <w:rFonts w:ascii="Arial" w:hAnsi="Arial" w:cs="Times New Roman"/>
          <w:lang w:val="sr-Cyrl-RS"/>
        </w:rPr>
        <w:t>Град</w:t>
      </w:r>
      <w:r w:rsidR="00C946F4">
        <w:rPr>
          <w:rFonts w:ascii="Arial" w:hAnsi="Arial" w:cs="Times New Roman"/>
          <w:lang w:val="bs-Cyrl-BA"/>
        </w:rPr>
        <w:t>ска управа града</w:t>
      </w:r>
      <w:r w:rsidRPr="00882AAC">
        <w:rPr>
          <w:rFonts w:ascii="Arial" w:hAnsi="Arial" w:cs="Times New Roman"/>
          <w:lang w:val="sr-Cyrl-RS"/>
        </w:rPr>
        <w:t xml:space="preserve"> Градишка кроз Политику волонтирања поспјешује волонтерски рад оснаживањем младих да активно учествују у развоју своје заједнице. Промоција волонтеризма протеклих година подстиче се кроз грантовска средства преко организација цивилног друштва. Учешће младих у свим сферама јавног живота и развоју политика које се тичу младих на локалном нивоу подстицано је и промовисано од стране града Градишка.</w:t>
      </w:r>
      <w:r w:rsidR="00EC4214">
        <w:rPr>
          <w:rFonts w:ascii="Arial" w:hAnsi="Arial" w:cs="Times New Roman"/>
          <w:lang w:val="sr-Cyrl-RS"/>
        </w:rPr>
        <w:t xml:space="preserve"> </w:t>
      </w:r>
      <w:r w:rsidRPr="00882AAC">
        <w:rPr>
          <w:rFonts w:ascii="Arial" w:hAnsi="Arial" w:cs="Times New Roman"/>
          <w:lang w:val="sr-Cyrl-RS"/>
        </w:rPr>
        <w:t>Када говоримо о промоцији волонтирања на подручју града Градишка, треба истаћи да највећи допринос дај</w:t>
      </w:r>
      <w:r w:rsidR="00EC4214">
        <w:rPr>
          <w:rFonts w:ascii="Arial" w:hAnsi="Arial" w:cs="Times New Roman"/>
          <w:lang w:val="sr-Cyrl-RS"/>
        </w:rPr>
        <w:t>е</w:t>
      </w:r>
      <w:r w:rsidRPr="00882AAC">
        <w:rPr>
          <w:rFonts w:ascii="Arial" w:hAnsi="Arial" w:cs="Times New Roman"/>
          <w:lang w:val="sr-Cyrl-RS"/>
        </w:rPr>
        <w:t xml:space="preserve"> </w:t>
      </w:r>
      <w:r w:rsidR="00723B95">
        <w:rPr>
          <w:rFonts w:ascii="Arial" w:hAnsi="Arial" w:cs="Times New Roman"/>
          <w:lang w:val="sr-Cyrl-RS"/>
        </w:rPr>
        <w:t xml:space="preserve">Градска организација </w:t>
      </w:r>
      <w:r w:rsidRPr="00882AAC">
        <w:rPr>
          <w:rFonts w:ascii="Arial" w:hAnsi="Arial" w:cs="Times New Roman"/>
          <w:lang w:val="sr-Cyrl-RS"/>
        </w:rPr>
        <w:t>Црвен</w:t>
      </w:r>
      <w:r w:rsidR="00723B95">
        <w:rPr>
          <w:rFonts w:ascii="Arial" w:hAnsi="Arial" w:cs="Times New Roman"/>
          <w:lang w:val="sr-Cyrl-RS"/>
        </w:rPr>
        <w:t>ог</w:t>
      </w:r>
      <w:r w:rsidRPr="00882AAC">
        <w:rPr>
          <w:rFonts w:ascii="Arial" w:hAnsi="Arial" w:cs="Times New Roman"/>
          <w:lang w:val="sr-Cyrl-RS"/>
        </w:rPr>
        <w:t xml:space="preserve"> крст Градишка</w:t>
      </w:r>
      <w:r w:rsidR="00EC4214">
        <w:rPr>
          <w:rFonts w:ascii="Arial" w:hAnsi="Arial" w:cs="Times New Roman"/>
          <w:lang w:val="sr-Cyrl-RS"/>
        </w:rPr>
        <w:t>.</w:t>
      </w:r>
    </w:p>
    <w:p w14:paraId="45510FAC" w14:textId="5A6A2EF3" w:rsidR="006B09F0" w:rsidRDefault="006B09F0" w:rsidP="001E2F23">
      <w:pPr>
        <w:rPr>
          <w:rFonts w:ascii="Arial" w:hAnsi="Arial" w:cs="Times New Roman"/>
          <w:b/>
          <w:bCs/>
          <w:color w:val="FF0000"/>
          <w:lang w:val="sr-Cyrl-BA"/>
        </w:rPr>
      </w:pPr>
    </w:p>
    <w:p w14:paraId="3697F579" w14:textId="7EB0EA96" w:rsidR="00EC4214" w:rsidRPr="003C5E71" w:rsidRDefault="00EC4214" w:rsidP="001E2F23">
      <w:pPr>
        <w:rPr>
          <w:rFonts w:ascii="Arial" w:hAnsi="Arial" w:cs="Times New Roman"/>
          <w:b/>
          <w:bCs/>
          <w:color w:val="FF0000"/>
        </w:rPr>
      </w:pPr>
    </w:p>
    <w:p w14:paraId="5A51F33D" w14:textId="14ED442E" w:rsidR="00EC4214" w:rsidRPr="00255CAA" w:rsidRDefault="009D72C9" w:rsidP="009D72C9">
      <w:pPr>
        <w:suppressAutoHyphens w:val="0"/>
        <w:rPr>
          <w:rFonts w:ascii="Arial" w:hAnsi="Arial" w:cs="Times New Roman"/>
          <w:b/>
          <w:bCs/>
          <w:color w:val="FF0000"/>
          <w:lang w:val="sr-Cyrl-BA"/>
        </w:rPr>
      </w:pPr>
      <w:r>
        <w:rPr>
          <w:rFonts w:ascii="Arial" w:hAnsi="Arial" w:cs="Times New Roman"/>
          <w:b/>
          <w:bCs/>
          <w:color w:val="FF0000"/>
          <w:lang w:val="sr-Cyrl-BA"/>
        </w:rPr>
        <w:br w:type="page"/>
      </w:r>
    </w:p>
    <w:p w14:paraId="51D32202" w14:textId="77777777" w:rsidR="00544D39" w:rsidRPr="00D801AC" w:rsidRDefault="00544D39" w:rsidP="001E2F23">
      <w:pPr>
        <w:rPr>
          <w:rFonts w:ascii="Arial" w:hAnsi="Arial" w:cs="Times New Roman"/>
          <w:b/>
          <w:bCs/>
          <w:color w:val="FF0000"/>
          <w:lang w:val="sr-Latn-BA"/>
        </w:rPr>
      </w:pPr>
    </w:p>
    <w:p w14:paraId="2BCC8F7A" w14:textId="5A2BFA8E" w:rsidR="00837AC9" w:rsidRPr="00882AAC" w:rsidRDefault="00837AC9" w:rsidP="00837AC9">
      <w:pPr>
        <w:spacing w:line="100" w:lineRule="atLeast"/>
        <w:jc w:val="both"/>
        <w:rPr>
          <w:rFonts w:ascii="Arial" w:hAnsi="Arial" w:cs="Times New Roman"/>
          <w:b/>
          <w:bCs/>
          <w:lang w:val="sr-Latn-BA"/>
        </w:rPr>
      </w:pPr>
      <w:r w:rsidRPr="00882AAC">
        <w:rPr>
          <w:rFonts w:ascii="Arial" w:hAnsi="Arial" w:cs="Times New Roman"/>
          <w:b/>
          <w:bCs/>
          <w:lang w:val="sr-Latn-CS"/>
        </w:rPr>
        <w:t xml:space="preserve">II – </w:t>
      </w:r>
      <w:r w:rsidR="00723B95">
        <w:rPr>
          <w:rFonts w:ascii="Arial" w:hAnsi="Arial" w:cs="Times New Roman"/>
          <w:b/>
          <w:bCs/>
          <w:lang w:val="bs-Cyrl-BA"/>
        </w:rPr>
        <w:t xml:space="preserve">ГРАДСКА ОРГАНИЗАЦИЈА </w:t>
      </w:r>
      <w:r w:rsidRPr="00882AAC">
        <w:rPr>
          <w:rFonts w:ascii="Arial" w:hAnsi="Arial" w:cs="Times New Roman"/>
          <w:b/>
          <w:bCs/>
          <w:lang w:val="sr-Cyrl-BA"/>
        </w:rPr>
        <w:t>Ц</w:t>
      </w:r>
      <w:r w:rsidRPr="00882AAC">
        <w:rPr>
          <w:rFonts w:ascii="Arial" w:hAnsi="Arial" w:cs="Times New Roman"/>
          <w:b/>
          <w:bCs/>
          <w:lang w:val="sr-Cyrl-CS"/>
        </w:rPr>
        <w:t>РВЕН</w:t>
      </w:r>
      <w:r w:rsidR="00723B95">
        <w:rPr>
          <w:rFonts w:ascii="Arial" w:hAnsi="Arial" w:cs="Times New Roman"/>
          <w:b/>
          <w:bCs/>
          <w:lang w:val="sr-Cyrl-CS"/>
        </w:rPr>
        <w:t>ОГ</w:t>
      </w:r>
      <w:r w:rsidRPr="00882AAC">
        <w:rPr>
          <w:rFonts w:ascii="Arial" w:hAnsi="Arial" w:cs="Times New Roman"/>
          <w:b/>
          <w:bCs/>
          <w:lang w:val="sr-Cyrl-CS"/>
        </w:rPr>
        <w:t xml:space="preserve"> КРСТ</w:t>
      </w:r>
      <w:r w:rsidR="00723B95">
        <w:rPr>
          <w:rFonts w:ascii="Arial" w:hAnsi="Arial" w:cs="Times New Roman"/>
          <w:b/>
          <w:bCs/>
          <w:lang w:val="sr-Cyrl-CS"/>
        </w:rPr>
        <w:t>А</w:t>
      </w:r>
      <w:r w:rsidRPr="00882AAC">
        <w:rPr>
          <w:rFonts w:ascii="Arial" w:hAnsi="Arial" w:cs="Times New Roman"/>
          <w:b/>
          <w:bCs/>
          <w:lang w:val="sr-Cyrl-CS"/>
        </w:rPr>
        <w:t xml:space="preserve"> ГРАДИШКА</w:t>
      </w:r>
    </w:p>
    <w:p w14:paraId="61A9129C" w14:textId="77777777" w:rsidR="00DF51AC" w:rsidRPr="00255CAA" w:rsidRDefault="00DF51AC" w:rsidP="00837AC9">
      <w:pPr>
        <w:spacing w:line="100" w:lineRule="atLeast"/>
        <w:jc w:val="both"/>
        <w:rPr>
          <w:rFonts w:ascii="Arial" w:hAnsi="Arial" w:cs="Times New Roman"/>
          <w:b/>
          <w:bCs/>
          <w:color w:val="FF0000"/>
        </w:rPr>
      </w:pPr>
    </w:p>
    <w:p w14:paraId="2E3BDBF7" w14:textId="77777777" w:rsidR="005C4F59" w:rsidRPr="00255CAA" w:rsidRDefault="005C4F59" w:rsidP="00837AC9">
      <w:pPr>
        <w:spacing w:line="100" w:lineRule="atLeast"/>
        <w:jc w:val="both"/>
        <w:rPr>
          <w:rFonts w:ascii="Arial" w:hAnsi="Arial" w:cs="Times New Roman"/>
          <w:b/>
          <w:bCs/>
          <w:color w:val="FF0000"/>
        </w:rPr>
      </w:pPr>
    </w:p>
    <w:p w14:paraId="49725EC8" w14:textId="77777777" w:rsidR="00FA7DC6" w:rsidRPr="000C2523" w:rsidRDefault="00FA7DC6" w:rsidP="00FA7DC6">
      <w:pPr>
        <w:spacing w:line="100" w:lineRule="atLeast"/>
        <w:jc w:val="both"/>
        <w:rPr>
          <w:rFonts w:ascii="Arial" w:hAnsi="Arial" w:cs="Times New Roman"/>
        </w:rPr>
      </w:pPr>
      <w:proofErr w:type="spellStart"/>
      <w:r w:rsidRPr="000C2523">
        <w:rPr>
          <w:rFonts w:ascii="Arial" w:hAnsi="Arial" w:cs="Times New Roman"/>
          <w:bCs/>
        </w:rPr>
        <w:t>Црвени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крст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је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хуманитарна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организација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основана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са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циљем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ублажавања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људске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патње</w:t>
      </w:r>
      <w:proofErr w:type="spellEnd"/>
      <w:r w:rsidRPr="000C2523">
        <w:rPr>
          <w:rFonts w:ascii="Arial" w:hAnsi="Arial" w:cs="Times New Roman"/>
          <w:bCs/>
        </w:rPr>
        <w:t xml:space="preserve">, </w:t>
      </w:r>
      <w:proofErr w:type="spellStart"/>
      <w:r w:rsidRPr="000C2523">
        <w:rPr>
          <w:rFonts w:ascii="Arial" w:hAnsi="Arial" w:cs="Times New Roman"/>
          <w:bCs/>
        </w:rPr>
        <w:t>заштите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људског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живота</w:t>
      </w:r>
      <w:proofErr w:type="spellEnd"/>
      <w:r w:rsidRPr="000C2523">
        <w:rPr>
          <w:rFonts w:ascii="Arial" w:hAnsi="Arial" w:cs="Times New Roman"/>
          <w:bCs/>
        </w:rPr>
        <w:t xml:space="preserve"> и </w:t>
      </w:r>
      <w:proofErr w:type="spellStart"/>
      <w:r w:rsidRPr="000C2523">
        <w:rPr>
          <w:rFonts w:ascii="Arial" w:hAnsi="Arial" w:cs="Times New Roman"/>
          <w:bCs/>
        </w:rPr>
        <w:t>здравља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као</w:t>
      </w:r>
      <w:proofErr w:type="spellEnd"/>
      <w:r w:rsidRPr="000C2523">
        <w:rPr>
          <w:rFonts w:ascii="Arial" w:hAnsi="Arial" w:cs="Times New Roman"/>
          <w:bCs/>
        </w:rPr>
        <w:t xml:space="preserve"> и </w:t>
      </w:r>
      <w:proofErr w:type="spellStart"/>
      <w:r w:rsidRPr="000C2523">
        <w:rPr>
          <w:rFonts w:ascii="Arial" w:hAnsi="Arial" w:cs="Times New Roman"/>
          <w:bCs/>
        </w:rPr>
        <w:t>осигуравање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поштовања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људског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бића</w:t>
      </w:r>
      <w:proofErr w:type="spellEnd"/>
      <w:r w:rsidRPr="000C2523">
        <w:rPr>
          <w:rFonts w:ascii="Arial" w:hAnsi="Arial" w:cs="Times New Roman"/>
          <w:bCs/>
        </w:rPr>
        <w:t>.</w:t>
      </w:r>
      <w:r w:rsidRPr="000C2523">
        <w:rPr>
          <w:rFonts w:ascii="Arial" w:hAnsi="Arial" w:cs="Times New Roman"/>
          <w:bCs/>
          <w:lang w:val="sr-Latn-BA"/>
        </w:rPr>
        <w:t xml:space="preserve"> </w:t>
      </w:r>
      <w:proofErr w:type="spellStart"/>
      <w:r w:rsidRPr="000C2523">
        <w:rPr>
          <w:rFonts w:ascii="Arial" w:hAnsi="Arial" w:cs="Times New Roman"/>
        </w:rPr>
        <w:t>Организација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која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традиционално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окупља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значајан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број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волонтера</w:t>
      </w:r>
      <w:proofErr w:type="spellEnd"/>
      <w:r w:rsidRPr="000C2523">
        <w:rPr>
          <w:rFonts w:ascii="Arial" w:hAnsi="Arial" w:cs="Times New Roman"/>
        </w:rPr>
        <w:t xml:space="preserve"> </w:t>
      </w:r>
      <w:r w:rsidRPr="000C2523">
        <w:rPr>
          <w:rFonts w:ascii="Arial" w:hAnsi="Arial" w:cs="Times New Roman"/>
          <w:lang w:val="sr-Cyrl-BA"/>
        </w:rPr>
        <w:t>и почива на волонтеризму</w:t>
      </w:r>
      <w:r w:rsidR="00935C86" w:rsidRPr="000C2523">
        <w:rPr>
          <w:rFonts w:ascii="Arial" w:hAnsi="Arial" w:cs="Times New Roman"/>
        </w:rPr>
        <w:t xml:space="preserve">, </w:t>
      </w:r>
      <w:proofErr w:type="spellStart"/>
      <w:r w:rsidR="00935C86" w:rsidRPr="000C2523">
        <w:rPr>
          <w:rFonts w:ascii="Arial" w:hAnsi="Arial" w:cs="Times New Roman"/>
        </w:rPr>
        <w:t>кој</w:t>
      </w:r>
      <w:proofErr w:type="spellEnd"/>
      <w:r w:rsidR="00935C86" w:rsidRPr="000C2523">
        <w:rPr>
          <w:rFonts w:ascii="Arial" w:hAnsi="Arial" w:cs="Times New Roman"/>
          <w:lang w:val="sr-Cyrl-BA"/>
        </w:rPr>
        <w:t>а</w:t>
      </w:r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редовно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организује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волонтерске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активности</w:t>
      </w:r>
      <w:proofErr w:type="spellEnd"/>
      <w:r w:rsidRPr="000C2523">
        <w:rPr>
          <w:rFonts w:ascii="Arial" w:hAnsi="Arial" w:cs="Times New Roman"/>
        </w:rPr>
        <w:t xml:space="preserve"> и </w:t>
      </w:r>
      <w:proofErr w:type="spellStart"/>
      <w:r w:rsidRPr="000C2523">
        <w:rPr>
          <w:rFonts w:ascii="Arial" w:hAnsi="Arial" w:cs="Times New Roman"/>
        </w:rPr>
        <w:t>укључује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значајан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број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волонтера</w:t>
      </w:r>
      <w:proofErr w:type="spellEnd"/>
      <w:r w:rsidRPr="000C2523">
        <w:rPr>
          <w:rFonts w:ascii="Arial" w:hAnsi="Arial" w:cs="Times New Roman"/>
        </w:rPr>
        <w:t xml:space="preserve"> у </w:t>
      </w:r>
      <w:proofErr w:type="spellStart"/>
      <w:r w:rsidRPr="000C2523">
        <w:rPr>
          <w:rFonts w:ascii="Arial" w:hAnsi="Arial" w:cs="Times New Roman"/>
        </w:rPr>
        <w:t>свој</w:t>
      </w:r>
      <w:proofErr w:type="spellEnd"/>
      <w:r w:rsidRPr="000C2523">
        <w:rPr>
          <w:rFonts w:ascii="Arial" w:hAnsi="Arial" w:cs="Times New Roman"/>
        </w:rPr>
        <w:t xml:space="preserve"> </w:t>
      </w:r>
      <w:proofErr w:type="spellStart"/>
      <w:r w:rsidRPr="000C2523">
        <w:rPr>
          <w:rFonts w:ascii="Arial" w:hAnsi="Arial" w:cs="Times New Roman"/>
        </w:rPr>
        <w:t>рад</w:t>
      </w:r>
      <w:proofErr w:type="spellEnd"/>
      <w:r w:rsidRPr="000C2523">
        <w:rPr>
          <w:rFonts w:ascii="Arial" w:hAnsi="Arial" w:cs="Times New Roman"/>
        </w:rPr>
        <w:t xml:space="preserve">. </w:t>
      </w:r>
    </w:p>
    <w:p w14:paraId="43AB0682" w14:textId="77777777" w:rsidR="00FA7DC6" w:rsidRPr="00255CAA" w:rsidRDefault="00FA7DC6" w:rsidP="00FA7DC6">
      <w:pPr>
        <w:spacing w:line="100" w:lineRule="atLeast"/>
        <w:jc w:val="both"/>
        <w:rPr>
          <w:rFonts w:ascii="Arial" w:hAnsi="Arial" w:cs="Times New Roman"/>
          <w:bCs/>
          <w:color w:val="FF0000"/>
          <w:lang w:val="sr-Latn-BA"/>
        </w:rPr>
      </w:pPr>
    </w:p>
    <w:p w14:paraId="1FB7C525" w14:textId="7E1E557D" w:rsidR="006C4171" w:rsidRPr="00627059" w:rsidRDefault="00FA7DC6" w:rsidP="00FA7DC6">
      <w:pPr>
        <w:pStyle w:val="ListParagraph"/>
        <w:spacing w:line="100" w:lineRule="atLeast"/>
        <w:ind w:left="0"/>
        <w:jc w:val="both"/>
        <w:rPr>
          <w:rFonts w:ascii="Arial" w:hAnsi="Arial"/>
          <w:lang w:val="sr-Cyrl-BA"/>
        </w:rPr>
      </w:pPr>
      <w:r w:rsidRPr="000C2523">
        <w:rPr>
          <w:rFonts w:ascii="Arial" w:hAnsi="Arial" w:cs="Arial"/>
          <w:lang w:val="sr-Cyrl-CS"/>
        </w:rPr>
        <w:t xml:space="preserve">Волонтери Црвеног крста окупљени су у Клуб младих Црвеног крста који броји </w:t>
      </w:r>
      <w:proofErr w:type="spellStart"/>
      <w:r w:rsidRPr="000C2523">
        <w:rPr>
          <w:rFonts w:ascii="Arial" w:hAnsi="Arial" w:cs="Arial"/>
        </w:rPr>
        <w:t>преко</w:t>
      </w:r>
      <w:proofErr w:type="spellEnd"/>
      <w:r w:rsidRPr="000C2523">
        <w:rPr>
          <w:rFonts w:ascii="Arial" w:hAnsi="Arial" w:cs="Arial"/>
        </w:rPr>
        <w:t xml:space="preserve"> </w:t>
      </w:r>
      <w:r w:rsidR="00EC4214">
        <w:rPr>
          <w:rFonts w:ascii="Arial" w:hAnsi="Arial" w:cs="Arial"/>
          <w:lang w:val="bs-Cyrl-BA"/>
        </w:rPr>
        <w:t>120</w:t>
      </w:r>
      <w:r w:rsidRPr="000C2523">
        <w:rPr>
          <w:rFonts w:ascii="Arial" w:hAnsi="Arial" w:cs="Arial"/>
          <w:lang w:val="sr-Cyrl-CS"/>
        </w:rPr>
        <w:t xml:space="preserve"> волонтера, то су углавном ученици средњих школа</w:t>
      </w:r>
      <w:r w:rsidR="00597AAC" w:rsidRPr="000C2523">
        <w:rPr>
          <w:rFonts w:ascii="Arial" w:hAnsi="Arial" w:cs="Arial"/>
          <w:lang w:val="sr-Latn-BA"/>
        </w:rPr>
        <w:t xml:space="preserve"> и омладина</w:t>
      </w:r>
      <w:r w:rsidRPr="000C2523">
        <w:rPr>
          <w:rFonts w:ascii="Arial" w:hAnsi="Arial" w:cs="Arial"/>
          <w:lang w:val="sr-Cyrl-CS"/>
        </w:rPr>
        <w:t xml:space="preserve">. </w:t>
      </w:r>
      <w:r w:rsidRPr="000C2523">
        <w:rPr>
          <w:rFonts w:ascii="Arial" w:hAnsi="Arial"/>
          <w:lang w:val="sr-Cyrl-BA"/>
        </w:rPr>
        <w:t>Сваке године се врши упис нових чланова јер ученици који заврше средњу школу одлазе на даље школовање. Након уписа обавезно се организују предавања за све чланове и то из с</w:t>
      </w:r>
      <w:r w:rsidRPr="000C2523">
        <w:rPr>
          <w:rFonts w:ascii="Arial" w:hAnsi="Arial"/>
          <w:lang w:val="sr-Cyrl-CS"/>
        </w:rPr>
        <w:t>љ</w:t>
      </w:r>
      <w:r w:rsidRPr="000C2523">
        <w:rPr>
          <w:rFonts w:ascii="Arial" w:hAnsi="Arial"/>
          <w:lang w:val="sr-Cyrl-BA"/>
        </w:rPr>
        <w:t>едећих области: историјат Црвеног крста, дисеминација, промоција хуманих вриједности, болести зависности, репродуктивно здравље, борба против трговине људима, прва помоћ и реалистички приказ повреда стања и обољења.</w:t>
      </w:r>
      <w:r w:rsidRPr="00627059">
        <w:rPr>
          <w:rFonts w:ascii="Arial" w:hAnsi="Arial"/>
          <w:lang w:val="sr-Cyrl-BA"/>
        </w:rPr>
        <w:t xml:space="preserve"> </w:t>
      </w:r>
      <w:r w:rsidR="003A1CB8" w:rsidRPr="00627059">
        <w:rPr>
          <w:rFonts w:ascii="Arial" w:hAnsi="Arial"/>
          <w:lang w:val="sr-Cyrl-BA"/>
        </w:rPr>
        <w:t>Предавања раде волонтери, чланови Клуба младих, који су стекли звање инструктора из одређених области (вршњачка едукација)</w:t>
      </w:r>
      <w:r w:rsidR="00642689" w:rsidRPr="00627059">
        <w:rPr>
          <w:rFonts w:ascii="Arial" w:hAnsi="Arial"/>
          <w:lang w:val="sr-Cyrl-BA"/>
        </w:rPr>
        <w:t>. Предавање се такође реализује и са ученицима основних школа.</w:t>
      </w:r>
      <w:r w:rsidR="00492AA3">
        <w:rPr>
          <w:rFonts w:ascii="Arial" w:hAnsi="Arial"/>
          <w:lang w:val="sr-Cyrl-BA"/>
        </w:rPr>
        <w:t xml:space="preserve"> </w:t>
      </w:r>
      <w:r w:rsidR="00642689" w:rsidRPr="00627059">
        <w:rPr>
          <w:rFonts w:ascii="Arial" w:hAnsi="Arial"/>
          <w:lang w:val="sr-Cyrl-BA"/>
        </w:rPr>
        <w:t>Ову активност помажу наставници</w:t>
      </w:r>
      <w:r w:rsidR="00B92A03" w:rsidRPr="00627059">
        <w:rPr>
          <w:rFonts w:ascii="Arial" w:hAnsi="Arial"/>
          <w:lang w:val="sr-Latn-BA"/>
        </w:rPr>
        <w:t xml:space="preserve"> </w:t>
      </w:r>
      <w:r w:rsidR="00B92A03" w:rsidRPr="00627059">
        <w:rPr>
          <w:rFonts w:ascii="Arial" w:hAnsi="Arial"/>
        </w:rPr>
        <w:t xml:space="preserve">и </w:t>
      </w:r>
      <w:proofErr w:type="spellStart"/>
      <w:r w:rsidR="00B92A03" w:rsidRPr="00627059">
        <w:rPr>
          <w:rFonts w:ascii="Arial" w:hAnsi="Arial"/>
        </w:rPr>
        <w:t>професори</w:t>
      </w:r>
      <w:proofErr w:type="spellEnd"/>
      <w:r w:rsidR="00B92A03" w:rsidRPr="00627059">
        <w:rPr>
          <w:rFonts w:ascii="Arial" w:hAnsi="Arial"/>
        </w:rPr>
        <w:t xml:space="preserve"> </w:t>
      </w:r>
      <w:proofErr w:type="spellStart"/>
      <w:r w:rsidR="00B92A03" w:rsidRPr="00627059">
        <w:rPr>
          <w:rFonts w:ascii="Arial" w:hAnsi="Arial"/>
        </w:rPr>
        <w:t>основних</w:t>
      </w:r>
      <w:proofErr w:type="spellEnd"/>
      <w:r w:rsidR="00B92A03" w:rsidRPr="00627059">
        <w:rPr>
          <w:rFonts w:ascii="Arial" w:hAnsi="Arial"/>
        </w:rPr>
        <w:t xml:space="preserve"> и </w:t>
      </w:r>
      <w:proofErr w:type="spellStart"/>
      <w:r w:rsidR="00B92A03" w:rsidRPr="00627059">
        <w:rPr>
          <w:rFonts w:ascii="Arial" w:hAnsi="Arial"/>
        </w:rPr>
        <w:t>средњих</w:t>
      </w:r>
      <w:proofErr w:type="spellEnd"/>
      <w:r w:rsidR="00B92A03" w:rsidRPr="00627059">
        <w:rPr>
          <w:rFonts w:ascii="Arial" w:hAnsi="Arial"/>
        </w:rPr>
        <w:t xml:space="preserve"> </w:t>
      </w:r>
      <w:proofErr w:type="spellStart"/>
      <w:r w:rsidR="00B92A03" w:rsidRPr="00627059">
        <w:rPr>
          <w:rFonts w:ascii="Arial" w:hAnsi="Arial"/>
        </w:rPr>
        <w:t>школа</w:t>
      </w:r>
      <w:proofErr w:type="spellEnd"/>
      <w:r w:rsidR="00B92A03" w:rsidRPr="00627059">
        <w:rPr>
          <w:rFonts w:ascii="Arial" w:hAnsi="Arial"/>
        </w:rPr>
        <w:t>,</w:t>
      </w:r>
      <w:r w:rsidR="00642689" w:rsidRPr="00627059">
        <w:rPr>
          <w:rFonts w:ascii="Arial" w:hAnsi="Arial"/>
          <w:lang w:val="sr-Cyrl-BA"/>
        </w:rPr>
        <w:t xml:space="preserve"> који су задужени за реализацију програмских активности Црвеног крста</w:t>
      </w:r>
      <w:r w:rsidR="00B92A03" w:rsidRPr="00627059">
        <w:rPr>
          <w:rFonts w:ascii="Arial" w:hAnsi="Arial"/>
          <w:lang w:val="sr-Cyrl-BA"/>
        </w:rPr>
        <w:t>.</w:t>
      </w:r>
    </w:p>
    <w:p w14:paraId="6812E3FF" w14:textId="77777777" w:rsidR="00B92A03" w:rsidRPr="00627059" w:rsidRDefault="00B92A03" w:rsidP="00FA7DC6">
      <w:pPr>
        <w:pStyle w:val="ListParagraph"/>
        <w:spacing w:line="100" w:lineRule="atLeast"/>
        <w:ind w:left="0"/>
        <w:jc w:val="both"/>
        <w:rPr>
          <w:rFonts w:ascii="Arial" w:hAnsi="Arial"/>
          <w:bCs/>
        </w:rPr>
      </w:pPr>
    </w:p>
    <w:p w14:paraId="37C19962" w14:textId="090B1797" w:rsidR="006C4171" w:rsidRPr="00627059" w:rsidRDefault="000C2523" w:rsidP="00FA7DC6">
      <w:pPr>
        <w:pStyle w:val="ListParagraph"/>
        <w:spacing w:line="100" w:lineRule="atLeast"/>
        <w:ind w:left="0"/>
        <w:jc w:val="both"/>
        <w:rPr>
          <w:rFonts w:ascii="Arial" w:hAnsi="Arial"/>
          <w:bCs/>
        </w:rPr>
      </w:pPr>
      <w:r w:rsidRPr="00627059">
        <w:rPr>
          <w:rFonts w:ascii="Arial" w:hAnsi="Arial"/>
          <w:bCs/>
        </w:rPr>
        <w:t>У 202</w:t>
      </w:r>
      <w:r w:rsidR="00771CF5">
        <w:rPr>
          <w:rFonts w:ascii="Arial" w:hAnsi="Arial"/>
          <w:bCs/>
        </w:rPr>
        <w:t>5</w:t>
      </w:r>
      <w:r w:rsidR="006C4171" w:rsidRPr="00627059">
        <w:rPr>
          <w:rFonts w:ascii="Arial" w:hAnsi="Arial"/>
          <w:bCs/>
        </w:rPr>
        <w:t xml:space="preserve">. </w:t>
      </w:r>
      <w:proofErr w:type="spellStart"/>
      <w:r w:rsidR="006C4171" w:rsidRPr="00627059">
        <w:rPr>
          <w:rFonts w:ascii="Arial" w:hAnsi="Arial"/>
          <w:bCs/>
        </w:rPr>
        <w:t>години</w:t>
      </w:r>
      <w:proofErr w:type="spellEnd"/>
      <w:r w:rsidR="006C4171" w:rsidRPr="00627059">
        <w:rPr>
          <w:rFonts w:ascii="Arial" w:hAnsi="Arial"/>
          <w:bCs/>
        </w:rPr>
        <w:t xml:space="preserve"> </w:t>
      </w:r>
      <w:proofErr w:type="spellStart"/>
      <w:r w:rsidR="006C4171" w:rsidRPr="00627059">
        <w:rPr>
          <w:rFonts w:ascii="Arial" w:hAnsi="Arial"/>
          <w:bCs/>
        </w:rPr>
        <w:t>волонтери</w:t>
      </w:r>
      <w:proofErr w:type="spellEnd"/>
      <w:r w:rsidR="006C4171" w:rsidRPr="00627059">
        <w:rPr>
          <w:rFonts w:ascii="Arial" w:hAnsi="Arial"/>
          <w:bCs/>
        </w:rPr>
        <w:t xml:space="preserve"> </w:t>
      </w:r>
      <w:proofErr w:type="spellStart"/>
      <w:r w:rsidR="006C4171" w:rsidRPr="00627059">
        <w:rPr>
          <w:rFonts w:ascii="Arial" w:hAnsi="Arial"/>
          <w:bCs/>
        </w:rPr>
        <w:t>Градск</w:t>
      </w:r>
      <w:proofErr w:type="spellEnd"/>
      <w:r w:rsidR="00723B95">
        <w:rPr>
          <w:rFonts w:ascii="Arial" w:hAnsi="Arial"/>
          <w:bCs/>
          <w:lang w:val="bs-Cyrl-BA"/>
        </w:rPr>
        <w:t>е</w:t>
      </w:r>
      <w:r w:rsidR="006C4171" w:rsidRPr="00627059">
        <w:rPr>
          <w:rFonts w:ascii="Arial" w:hAnsi="Arial"/>
          <w:bCs/>
        </w:rPr>
        <w:t xml:space="preserve"> </w:t>
      </w:r>
      <w:r w:rsidR="00723B95">
        <w:rPr>
          <w:rFonts w:ascii="Arial" w:hAnsi="Arial"/>
          <w:bCs/>
          <w:lang w:val="bs-Cyrl-BA"/>
        </w:rPr>
        <w:t>организације</w:t>
      </w:r>
      <w:r w:rsidR="006C4171" w:rsidRPr="00627059">
        <w:rPr>
          <w:rFonts w:ascii="Arial" w:hAnsi="Arial"/>
          <w:bCs/>
        </w:rPr>
        <w:t xml:space="preserve"> </w:t>
      </w:r>
      <w:r w:rsidR="00723B95">
        <w:rPr>
          <w:rFonts w:ascii="Arial" w:hAnsi="Arial"/>
          <w:bCs/>
          <w:lang w:val="bs-Cyrl-BA"/>
        </w:rPr>
        <w:t>Ц</w:t>
      </w:r>
      <w:proofErr w:type="spellStart"/>
      <w:r w:rsidR="006C4171" w:rsidRPr="00627059">
        <w:rPr>
          <w:rFonts w:ascii="Arial" w:hAnsi="Arial"/>
          <w:bCs/>
        </w:rPr>
        <w:t>рвеног</w:t>
      </w:r>
      <w:proofErr w:type="spellEnd"/>
      <w:r w:rsidR="006C4171" w:rsidRPr="00627059">
        <w:rPr>
          <w:rFonts w:ascii="Arial" w:hAnsi="Arial"/>
          <w:bCs/>
        </w:rPr>
        <w:t xml:space="preserve"> </w:t>
      </w:r>
      <w:proofErr w:type="spellStart"/>
      <w:r w:rsidR="006C4171" w:rsidRPr="00627059">
        <w:rPr>
          <w:rFonts w:ascii="Arial" w:hAnsi="Arial"/>
          <w:bCs/>
        </w:rPr>
        <w:t>крста</w:t>
      </w:r>
      <w:proofErr w:type="spellEnd"/>
      <w:r w:rsidR="006C4171" w:rsidRPr="00627059">
        <w:rPr>
          <w:rFonts w:ascii="Arial" w:hAnsi="Arial"/>
          <w:bCs/>
        </w:rPr>
        <w:t xml:space="preserve"> </w:t>
      </w:r>
      <w:proofErr w:type="spellStart"/>
      <w:r w:rsidR="006C4171" w:rsidRPr="00627059">
        <w:rPr>
          <w:rFonts w:ascii="Arial" w:hAnsi="Arial"/>
          <w:bCs/>
        </w:rPr>
        <w:t>Градишка</w:t>
      </w:r>
      <w:proofErr w:type="spellEnd"/>
      <w:r w:rsidR="006C4171" w:rsidRPr="00627059">
        <w:rPr>
          <w:rFonts w:ascii="Arial" w:hAnsi="Arial"/>
          <w:bCs/>
        </w:rPr>
        <w:t xml:space="preserve"> </w:t>
      </w:r>
      <w:proofErr w:type="spellStart"/>
      <w:r w:rsidR="006C4171" w:rsidRPr="00627059">
        <w:rPr>
          <w:rFonts w:ascii="Arial" w:hAnsi="Arial"/>
          <w:bCs/>
        </w:rPr>
        <w:t>учествовали</w:t>
      </w:r>
      <w:proofErr w:type="spellEnd"/>
      <w:r w:rsidR="006C4171" w:rsidRPr="00627059">
        <w:rPr>
          <w:rFonts w:ascii="Arial" w:hAnsi="Arial"/>
          <w:bCs/>
        </w:rPr>
        <w:t xml:space="preserve"> </w:t>
      </w:r>
      <w:proofErr w:type="spellStart"/>
      <w:r w:rsidR="006C4171" w:rsidRPr="00627059">
        <w:rPr>
          <w:rFonts w:ascii="Arial" w:hAnsi="Arial"/>
          <w:bCs/>
        </w:rPr>
        <w:t>су</w:t>
      </w:r>
      <w:proofErr w:type="spellEnd"/>
      <w:r w:rsidR="006C4171" w:rsidRPr="00627059">
        <w:rPr>
          <w:rFonts w:ascii="Arial" w:hAnsi="Arial"/>
          <w:bCs/>
        </w:rPr>
        <w:t xml:space="preserve"> у </w:t>
      </w:r>
      <w:proofErr w:type="spellStart"/>
      <w:r w:rsidR="006C4171" w:rsidRPr="00627059">
        <w:rPr>
          <w:rFonts w:ascii="Arial" w:hAnsi="Arial"/>
          <w:bCs/>
        </w:rPr>
        <w:t>неколико</w:t>
      </w:r>
      <w:proofErr w:type="spellEnd"/>
      <w:r w:rsidR="006C4171" w:rsidRPr="00627059">
        <w:rPr>
          <w:rFonts w:ascii="Arial" w:hAnsi="Arial"/>
          <w:bCs/>
        </w:rPr>
        <w:t xml:space="preserve"> </w:t>
      </w:r>
      <w:proofErr w:type="spellStart"/>
      <w:r w:rsidR="006C4171" w:rsidRPr="00627059">
        <w:rPr>
          <w:rFonts w:ascii="Arial" w:hAnsi="Arial"/>
          <w:bCs/>
        </w:rPr>
        <w:t>зна</w:t>
      </w:r>
      <w:r w:rsidR="00B92A03" w:rsidRPr="00627059">
        <w:rPr>
          <w:rFonts w:ascii="Arial" w:hAnsi="Arial"/>
          <w:bCs/>
        </w:rPr>
        <w:t>чајних</w:t>
      </w:r>
      <w:proofErr w:type="spellEnd"/>
      <w:r w:rsidR="00B92A03" w:rsidRPr="00627059">
        <w:rPr>
          <w:rFonts w:ascii="Arial" w:hAnsi="Arial"/>
          <w:bCs/>
        </w:rPr>
        <w:t xml:space="preserve"> </w:t>
      </w:r>
      <w:proofErr w:type="spellStart"/>
      <w:r w:rsidR="00B92A03" w:rsidRPr="00627059">
        <w:rPr>
          <w:rFonts w:ascii="Arial" w:hAnsi="Arial"/>
          <w:bCs/>
        </w:rPr>
        <w:t>догађаја</w:t>
      </w:r>
      <w:proofErr w:type="spellEnd"/>
      <w:r w:rsidR="00B92A03" w:rsidRPr="00627059">
        <w:rPr>
          <w:rFonts w:ascii="Arial" w:hAnsi="Arial"/>
          <w:bCs/>
        </w:rPr>
        <w:t>:</w:t>
      </w:r>
    </w:p>
    <w:p w14:paraId="19262616" w14:textId="77777777" w:rsidR="006C4171" w:rsidRDefault="006C4171" w:rsidP="00FA7DC6">
      <w:pPr>
        <w:pStyle w:val="ListParagraph"/>
        <w:spacing w:line="100" w:lineRule="atLeast"/>
        <w:ind w:left="0"/>
        <w:jc w:val="both"/>
        <w:rPr>
          <w:rFonts w:ascii="Arial" w:hAnsi="Arial"/>
          <w:bCs/>
        </w:rPr>
      </w:pPr>
    </w:p>
    <w:p w14:paraId="678FD987" w14:textId="77777777" w:rsidR="00882AAC" w:rsidRPr="00202B55" w:rsidRDefault="00882AAC" w:rsidP="00FA7DC6">
      <w:pPr>
        <w:pStyle w:val="ListParagraph"/>
        <w:spacing w:line="100" w:lineRule="atLeast"/>
        <w:ind w:left="0"/>
        <w:jc w:val="both"/>
        <w:rPr>
          <w:rFonts w:ascii="Arial" w:hAnsi="Arial"/>
          <w:bCs/>
        </w:rPr>
      </w:pPr>
    </w:p>
    <w:p w14:paraId="14991172" w14:textId="38C03D9E" w:rsidR="006C4171" w:rsidRPr="00202B55" w:rsidRDefault="00723B95" w:rsidP="006C4171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Хуманитарна трка „Зимска петица“</w:t>
      </w:r>
      <w:r w:rsidR="006C4171" w:rsidRPr="00202B55">
        <w:rPr>
          <w:rFonts w:ascii="Arial" w:hAnsi="Arial" w:cs="Arial"/>
          <w:b/>
          <w:lang w:val="sr-Cyrl-BA"/>
        </w:rPr>
        <w:t xml:space="preserve"> </w:t>
      </w:r>
    </w:p>
    <w:p w14:paraId="4F3F107D" w14:textId="77777777" w:rsidR="006C4171" w:rsidRPr="00202B55" w:rsidRDefault="006C4171" w:rsidP="006C4171">
      <w:pPr>
        <w:jc w:val="both"/>
        <w:rPr>
          <w:rFonts w:ascii="Arial" w:hAnsi="Arial" w:cs="Times New Roman"/>
          <w:bCs/>
        </w:rPr>
      </w:pPr>
      <w:proofErr w:type="spellStart"/>
      <w:r w:rsidRPr="00202B55">
        <w:rPr>
          <w:rFonts w:ascii="Arial" w:hAnsi="Arial" w:cs="Times New Roman"/>
          <w:bCs/>
        </w:rPr>
        <w:t>Волонтери</w:t>
      </w:r>
      <w:proofErr w:type="spellEnd"/>
      <w:r w:rsidRPr="00202B55">
        <w:rPr>
          <w:rFonts w:ascii="Arial" w:hAnsi="Arial" w:cs="Times New Roman"/>
          <w:bCs/>
        </w:rPr>
        <w:t xml:space="preserve"> ГОЦК-а и </w:t>
      </w:r>
      <w:proofErr w:type="spellStart"/>
      <w:r w:rsidRPr="00202B55">
        <w:rPr>
          <w:rFonts w:ascii="Arial" w:hAnsi="Arial" w:cs="Times New Roman"/>
          <w:bCs/>
        </w:rPr>
        <w:t>за</w:t>
      </w:r>
      <w:r w:rsidR="00202B55" w:rsidRPr="00202B55">
        <w:rPr>
          <w:rFonts w:ascii="Arial" w:hAnsi="Arial" w:cs="Times New Roman"/>
          <w:bCs/>
        </w:rPr>
        <w:t>послени</w:t>
      </w:r>
      <w:proofErr w:type="spellEnd"/>
      <w:r w:rsidR="00202B55" w:rsidRPr="00202B55">
        <w:rPr>
          <w:rFonts w:ascii="Arial" w:hAnsi="Arial" w:cs="Times New Roman"/>
          <w:bCs/>
        </w:rPr>
        <w:t xml:space="preserve"> </w:t>
      </w:r>
      <w:proofErr w:type="spellStart"/>
      <w:r w:rsidR="00202B55" w:rsidRPr="00202B55">
        <w:rPr>
          <w:rFonts w:ascii="Arial" w:hAnsi="Arial" w:cs="Times New Roman"/>
          <w:bCs/>
        </w:rPr>
        <w:t>подржали</w:t>
      </w:r>
      <w:proofErr w:type="spellEnd"/>
      <w:r w:rsidR="00202B55" w:rsidRPr="00202B55">
        <w:rPr>
          <w:rFonts w:ascii="Arial" w:hAnsi="Arial" w:cs="Times New Roman"/>
          <w:bCs/>
        </w:rPr>
        <w:t xml:space="preserve"> </w:t>
      </w:r>
      <w:proofErr w:type="spellStart"/>
      <w:r w:rsidR="00202B55" w:rsidRPr="00202B55">
        <w:rPr>
          <w:rFonts w:ascii="Arial" w:hAnsi="Arial" w:cs="Times New Roman"/>
          <w:bCs/>
        </w:rPr>
        <w:t>су</w:t>
      </w:r>
      <w:proofErr w:type="spellEnd"/>
      <w:r w:rsidR="00202B55" w:rsidRPr="00202B55">
        <w:rPr>
          <w:rFonts w:ascii="Arial" w:hAnsi="Arial" w:cs="Times New Roman"/>
          <w:bCs/>
        </w:rPr>
        <w:t xml:space="preserve"> </w:t>
      </w:r>
      <w:proofErr w:type="spellStart"/>
      <w:r w:rsidR="00202B55" w:rsidRPr="00202B55">
        <w:rPr>
          <w:rFonts w:ascii="Arial" w:hAnsi="Arial" w:cs="Times New Roman"/>
          <w:bCs/>
        </w:rPr>
        <w:t>хуманитарну</w:t>
      </w:r>
      <w:proofErr w:type="spellEnd"/>
      <w:r w:rsidR="00202B55" w:rsidRPr="00202B55">
        <w:rPr>
          <w:rFonts w:ascii="Arial" w:hAnsi="Arial" w:cs="Times New Roman"/>
          <w:bCs/>
        </w:rPr>
        <w:t xml:space="preserve"> </w:t>
      </w:r>
      <w:proofErr w:type="spellStart"/>
      <w:r w:rsidR="00202B55" w:rsidRPr="00202B55">
        <w:rPr>
          <w:rFonts w:ascii="Arial" w:hAnsi="Arial" w:cs="Times New Roman"/>
          <w:bCs/>
        </w:rPr>
        <w:t>трку</w:t>
      </w:r>
      <w:proofErr w:type="spellEnd"/>
      <w:r w:rsidRPr="00202B55">
        <w:rPr>
          <w:rFonts w:ascii="Arial" w:hAnsi="Arial" w:cs="Times New Roman"/>
          <w:bCs/>
        </w:rPr>
        <w:t xml:space="preserve">. </w:t>
      </w:r>
      <w:proofErr w:type="spellStart"/>
      <w:r w:rsidRPr="00202B55">
        <w:rPr>
          <w:rFonts w:ascii="Arial" w:hAnsi="Arial" w:cs="Times New Roman"/>
          <w:bCs/>
        </w:rPr>
        <w:t>Волонтери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су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имали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задатак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да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такмичарима</w:t>
      </w:r>
      <w:proofErr w:type="spellEnd"/>
      <w:r w:rsidRPr="00202B55">
        <w:rPr>
          <w:rFonts w:ascii="Arial" w:hAnsi="Arial" w:cs="Times New Roman"/>
          <w:bCs/>
        </w:rPr>
        <w:t xml:space="preserve"> у </w:t>
      </w:r>
      <w:proofErr w:type="spellStart"/>
      <w:r w:rsidRPr="00202B55">
        <w:rPr>
          <w:rFonts w:ascii="Arial" w:hAnsi="Arial" w:cs="Times New Roman"/>
          <w:bCs/>
        </w:rPr>
        <w:t>случају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потребе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пруже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прву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помоћ</w:t>
      </w:r>
      <w:proofErr w:type="spellEnd"/>
      <w:r w:rsidRPr="00202B55">
        <w:rPr>
          <w:rFonts w:ascii="Arial" w:hAnsi="Arial" w:cs="Times New Roman"/>
          <w:bCs/>
        </w:rPr>
        <w:t xml:space="preserve">, </w:t>
      </w:r>
      <w:proofErr w:type="spellStart"/>
      <w:r w:rsidRPr="00202B55">
        <w:rPr>
          <w:rFonts w:ascii="Arial" w:hAnsi="Arial" w:cs="Times New Roman"/>
          <w:bCs/>
        </w:rPr>
        <w:t>као</w:t>
      </w:r>
      <w:proofErr w:type="spellEnd"/>
      <w:r w:rsidRPr="00202B55">
        <w:rPr>
          <w:rFonts w:ascii="Arial" w:hAnsi="Arial" w:cs="Times New Roman"/>
          <w:bCs/>
        </w:rPr>
        <w:t xml:space="preserve"> и </w:t>
      </w:r>
      <w:proofErr w:type="spellStart"/>
      <w:r w:rsidRPr="00202B55">
        <w:rPr>
          <w:rFonts w:ascii="Arial" w:hAnsi="Arial" w:cs="Times New Roman"/>
          <w:bCs/>
        </w:rPr>
        <w:t>да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дије</w:t>
      </w:r>
      <w:r w:rsidR="00202B55" w:rsidRPr="00202B55">
        <w:rPr>
          <w:rFonts w:ascii="Arial" w:hAnsi="Arial" w:cs="Times New Roman"/>
          <w:bCs/>
        </w:rPr>
        <w:t>ле</w:t>
      </w:r>
      <w:proofErr w:type="spellEnd"/>
      <w:r w:rsidR="00202B55" w:rsidRPr="00202B55">
        <w:rPr>
          <w:rFonts w:ascii="Arial" w:hAnsi="Arial" w:cs="Times New Roman"/>
          <w:bCs/>
        </w:rPr>
        <w:t xml:space="preserve"> </w:t>
      </w:r>
      <w:proofErr w:type="spellStart"/>
      <w:r w:rsidR="00202B55" w:rsidRPr="00202B55">
        <w:rPr>
          <w:rFonts w:ascii="Arial" w:hAnsi="Arial" w:cs="Times New Roman"/>
          <w:bCs/>
        </w:rPr>
        <w:t>освјежење</w:t>
      </w:r>
      <w:proofErr w:type="spellEnd"/>
      <w:r w:rsidR="00202B55" w:rsidRPr="00202B55">
        <w:rPr>
          <w:rFonts w:ascii="Arial" w:hAnsi="Arial" w:cs="Times New Roman"/>
          <w:bCs/>
          <w:lang w:val="sr-Cyrl-BA"/>
        </w:rPr>
        <w:t xml:space="preserve"> учесницима</w:t>
      </w:r>
      <w:r w:rsidRPr="00202B55">
        <w:rPr>
          <w:rFonts w:ascii="Arial" w:hAnsi="Arial" w:cs="Times New Roman"/>
          <w:bCs/>
        </w:rPr>
        <w:t>.</w:t>
      </w:r>
    </w:p>
    <w:p w14:paraId="41686F97" w14:textId="194594AC" w:rsidR="00B74BB1" w:rsidRDefault="00B74BB1" w:rsidP="006C4171">
      <w:pPr>
        <w:jc w:val="both"/>
        <w:rPr>
          <w:rFonts w:ascii="Arial" w:hAnsi="Arial" w:cs="Times New Roman"/>
          <w:bCs/>
          <w:color w:val="FF0000"/>
        </w:rPr>
      </w:pPr>
    </w:p>
    <w:p w14:paraId="4F32219C" w14:textId="77777777" w:rsidR="00F96167" w:rsidRPr="00070496" w:rsidRDefault="00F96167" w:rsidP="00F96167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070496">
        <w:rPr>
          <w:rFonts w:ascii="Arial" w:hAnsi="Arial" w:cs="Arial"/>
          <w:b/>
        </w:rPr>
        <w:t xml:space="preserve">9. </w:t>
      </w:r>
      <w:r w:rsidRPr="00070496">
        <w:rPr>
          <w:rFonts w:ascii="Arial" w:hAnsi="Arial" w:cs="Arial"/>
          <w:b/>
          <w:lang w:val="bs-Latn-BA"/>
        </w:rPr>
        <w:t>j</w:t>
      </w:r>
      <w:r w:rsidRPr="00070496">
        <w:rPr>
          <w:rFonts w:ascii="Arial" w:hAnsi="Arial" w:cs="Arial"/>
          <w:b/>
          <w:lang w:val="bs-Cyrl-BA"/>
        </w:rPr>
        <w:t>ануар Дан Републике Српске</w:t>
      </w:r>
    </w:p>
    <w:p w14:paraId="5140351D" w14:textId="77777777" w:rsidR="00F96167" w:rsidRPr="00070496" w:rsidRDefault="00F96167" w:rsidP="00F96167">
      <w:pPr>
        <w:jc w:val="both"/>
        <w:rPr>
          <w:rFonts w:ascii="Arial" w:hAnsi="Arial" w:cs="Times New Roman"/>
          <w:bCs/>
          <w:lang w:val="bs-Cyrl-BA"/>
        </w:rPr>
      </w:pPr>
      <w:r w:rsidRPr="00070496">
        <w:rPr>
          <w:rFonts w:ascii="Arial" w:hAnsi="Arial" w:cs="Times New Roman"/>
          <w:bCs/>
          <w:lang w:val="bs-Cyrl-BA"/>
        </w:rPr>
        <w:t>Поводом обиљежавања Дана Републике Српске, волонтери ГОЦК-а учествовали су на свечаном дефилеу у Бањој Луци. У дефилеу је учествовало 36 волонтера.</w:t>
      </w:r>
    </w:p>
    <w:p w14:paraId="5E8DC813" w14:textId="77777777" w:rsidR="008F12C8" w:rsidRPr="00255CAA" w:rsidRDefault="008F12C8" w:rsidP="006C4171">
      <w:pPr>
        <w:jc w:val="both"/>
        <w:rPr>
          <w:rFonts w:ascii="Arial" w:hAnsi="Arial" w:cs="Times New Roman"/>
          <w:bCs/>
          <w:color w:val="FF0000"/>
        </w:rPr>
      </w:pPr>
    </w:p>
    <w:p w14:paraId="0041610A" w14:textId="77777777" w:rsidR="000058AF" w:rsidRPr="000C2523" w:rsidRDefault="00EF5895" w:rsidP="000058AF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0C2523">
        <w:rPr>
          <w:rFonts w:ascii="Arial" w:hAnsi="Arial" w:cs="Arial"/>
          <w:b/>
          <w:lang w:val="sr-Cyrl-BA"/>
        </w:rPr>
        <w:t>Мале оли</w:t>
      </w:r>
      <w:proofErr w:type="spellStart"/>
      <w:r w:rsidRPr="000C2523">
        <w:rPr>
          <w:rFonts w:ascii="Arial" w:hAnsi="Arial" w:cs="Arial"/>
          <w:b/>
        </w:rPr>
        <w:t>мпијске</w:t>
      </w:r>
      <w:proofErr w:type="spellEnd"/>
      <w:r w:rsidRPr="000C2523">
        <w:rPr>
          <w:rFonts w:ascii="Arial" w:hAnsi="Arial" w:cs="Arial"/>
          <w:b/>
        </w:rPr>
        <w:t xml:space="preserve"> </w:t>
      </w:r>
      <w:proofErr w:type="spellStart"/>
      <w:r w:rsidRPr="000C2523">
        <w:rPr>
          <w:rFonts w:ascii="Arial" w:hAnsi="Arial" w:cs="Arial"/>
          <w:b/>
        </w:rPr>
        <w:t>игре</w:t>
      </w:r>
      <w:proofErr w:type="spellEnd"/>
      <w:r w:rsidRPr="000C2523">
        <w:rPr>
          <w:rFonts w:ascii="Arial" w:hAnsi="Arial" w:cs="Arial"/>
          <w:b/>
        </w:rPr>
        <w:t xml:space="preserve"> </w:t>
      </w:r>
      <w:proofErr w:type="spellStart"/>
      <w:r w:rsidRPr="000C2523">
        <w:rPr>
          <w:rFonts w:ascii="Arial" w:hAnsi="Arial" w:cs="Arial"/>
          <w:b/>
        </w:rPr>
        <w:t>Републике</w:t>
      </w:r>
      <w:proofErr w:type="spellEnd"/>
      <w:r w:rsidRPr="000C2523">
        <w:rPr>
          <w:rFonts w:ascii="Arial" w:hAnsi="Arial" w:cs="Arial"/>
          <w:b/>
        </w:rPr>
        <w:t xml:space="preserve"> </w:t>
      </w:r>
      <w:proofErr w:type="spellStart"/>
      <w:r w:rsidRPr="000C2523">
        <w:rPr>
          <w:rFonts w:ascii="Arial" w:hAnsi="Arial" w:cs="Arial"/>
          <w:b/>
        </w:rPr>
        <w:t>Српске</w:t>
      </w:r>
      <w:proofErr w:type="spellEnd"/>
    </w:p>
    <w:p w14:paraId="673471D4" w14:textId="77777777" w:rsidR="00642689" w:rsidRPr="000C2523" w:rsidRDefault="00642689" w:rsidP="00FA7DC6">
      <w:pPr>
        <w:pStyle w:val="ListParagraph"/>
        <w:spacing w:line="100" w:lineRule="atLeast"/>
        <w:ind w:left="0"/>
        <w:jc w:val="both"/>
        <w:rPr>
          <w:rFonts w:ascii="Arial" w:hAnsi="Arial"/>
          <w:bCs/>
        </w:rPr>
      </w:pPr>
    </w:p>
    <w:p w14:paraId="61FFD0DE" w14:textId="40B83079" w:rsidR="00160873" w:rsidRPr="000C2523" w:rsidRDefault="00EF5895" w:rsidP="00A267DF">
      <w:pPr>
        <w:jc w:val="both"/>
        <w:rPr>
          <w:rFonts w:ascii="Arial" w:hAnsi="Arial" w:cs="Times New Roman"/>
          <w:bCs/>
        </w:rPr>
      </w:pPr>
      <w:proofErr w:type="spellStart"/>
      <w:r w:rsidRPr="000C2523">
        <w:rPr>
          <w:rFonts w:ascii="Arial" w:hAnsi="Arial" w:cs="Times New Roman"/>
          <w:bCs/>
        </w:rPr>
        <w:t>Градска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организација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Црвеног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крста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Градишка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учествовала</w:t>
      </w:r>
      <w:proofErr w:type="spellEnd"/>
      <w:r w:rsidRPr="000C2523">
        <w:rPr>
          <w:rFonts w:ascii="Arial" w:hAnsi="Arial" w:cs="Times New Roman"/>
          <w:bCs/>
        </w:rPr>
        <w:t xml:space="preserve"> у </w:t>
      </w:r>
      <w:proofErr w:type="spellStart"/>
      <w:r w:rsidRPr="000C2523">
        <w:rPr>
          <w:rFonts w:ascii="Arial" w:hAnsi="Arial" w:cs="Times New Roman"/>
          <w:bCs/>
        </w:rPr>
        <w:t>реализацији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овог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пројекта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на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нивоу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града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Градишка</w:t>
      </w:r>
      <w:proofErr w:type="spellEnd"/>
      <w:r w:rsidRPr="000C2523">
        <w:rPr>
          <w:rFonts w:ascii="Arial" w:hAnsi="Arial" w:cs="Times New Roman"/>
          <w:bCs/>
        </w:rPr>
        <w:t>. У</w:t>
      </w:r>
      <w:r w:rsidR="000C2523" w:rsidRPr="000C2523">
        <w:rPr>
          <w:rFonts w:ascii="Arial" w:hAnsi="Arial" w:cs="Times New Roman"/>
          <w:bCs/>
        </w:rPr>
        <w:t xml:space="preserve"> </w:t>
      </w:r>
      <w:proofErr w:type="spellStart"/>
      <w:r w:rsidR="000C2523" w:rsidRPr="000C2523">
        <w:rPr>
          <w:rFonts w:ascii="Arial" w:hAnsi="Arial" w:cs="Times New Roman"/>
          <w:bCs/>
        </w:rPr>
        <w:t>овом</w:t>
      </w:r>
      <w:proofErr w:type="spellEnd"/>
      <w:r w:rsidR="000C2523" w:rsidRPr="000C2523">
        <w:rPr>
          <w:rFonts w:ascii="Arial" w:hAnsi="Arial" w:cs="Times New Roman"/>
          <w:bCs/>
        </w:rPr>
        <w:t xml:space="preserve"> </w:t>
      </w:r>
      <w:proofErr w:type="spellStart"/>
      <w:r w:rsidR="000C2523" w:rsidRPr="000C2523">
        <w:rPr>
          <w:rFonts w:ascii="Arial" w:hAnsi="Arial" w:cs="Times New Roman"/>
          <w:bCs/>
        </w:rPr>
        <w:t>пројекту</w:t>
      </w:r>
      <w:proofErr w:type="spellEnd"/>
      <w:r w:rsidR="000C2523" w:rsidRPr="000C2523">
        <w:rPr>
          <w:rFonts w:ascii="Arial" w:hAnsi="Arial" w:cs="Times New Roman"/>
          <w:bCs/>
        </w:rPr>
        <w:t xml:space="preserve"> </w:t>
      </w:r>
      <w:proofErr w:type="spellStart"/>
      <w:r w:rsidR="000C2523" w:rsidRPr="000C2523">
        <w:rPr>
          <w:rFonts w:ascii="Arial" w:hAnsi="Arial" w:cs="Times New Roman"/>
          <w:bCs/>
        </w:rPr>
        <w:t>је</w:t>
      </w:r>
      <w:proofErr w:type="spellEnd"/>
      <w:r w:rsidR="000C2523" w:rsidRPr="000C2523">
        <w:rPr>
          <w:rFonts w:ascii="Arial" w:hAnsi="Arial" w:cs="Times New Roman"/>
          <w:bCs/>
        </w:rPr>
        <w:t xml:space="preserve"> </w:t>
      </w:r>
      <w:proofErr w:type="spellStart"/>
      <w:r w:rsidR="000C2523" w:rsidRPr="000C2523">
        <w:rPr>
          <w:rFonts w:ascii="Arial" w:hAnsi="Arial" w:cs="Times New Roman"/>
          <w:bCs/>
        </w:rPr>
        <w:t>учествоваo</w:t>
      </w:r>
      <w:proofErr w:type="spellEnd"/>
      <w:r w:rsidR="00723B95">
        <w:rPr>
          <w:rFonts w:ascii="Arial" w:hAnsi="Arial" w:cs="Times New Roman"/>
          <w:bCs/>
          <w:lang w:val="bs-Cyrl-BA"/>
        </w:rPr>
        <w:t>ло</w:t>
      </w:r>
      <w:r w:rsidR="000C2523" w:rsidRPr="000C2523">
        <w:rPr>
          <w:rFonts w:ascii="Arial" w:hAnsi="Arial" w:cs="Times New Roman"/>
          <w:bCs/>
        </w:rPr>
        <w:t xml:space="preserve"> </w:t>
      </w:r>
      <w:r w:rsidR="00723B95">
        <w:rPr>
          <w:rFonts w:ascii="Arial" w:hAnsi="Arial" w:cs="Times New Roman"/>
          <w:bCs/>
          <w:lang w:val="bs-Cyrl-BA"/>
        </w:rPr>
        <w:t>4</w:t>
      </w:r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волонтер</w:t>
      </w:r>
      <w:proofErr w:type="spellEnd"/>
      <w:r w:rsidR="00723B95">
        <w:rPr>
          <w:rFonts w:ascii="Arial" w:hAnsi="Arial" w:cs="Times New Roman"/>
          <w:bCs/>
          <w:lang w:val="bs-Cyrl-BA"/>
        </w:rPr>
        <w:t>а</w:t>
      </w:r>
      <w:r w:rsidR="000C2523"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Клуба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млади</w:t>
      </w:r>
      <w:proofErr w:type="spellEnd"/>
      <w:r w:rsidRPr="000C2523">
        <w:rPr>
          <w:rFonts w:ascii="Arial" w:hAnsi="Arial" w:cs="Times New Roman"/>
          <w:bCs/>
        </w:rPr>
        <w:t xml:space="preserve"> ГО </w:t>
      </w:r>
      <w:proofErr w:type="spellStart"/>
      <w:r w:rsidRPr="000C2523">
        <w:rPr>
          <w:rFonts w:ascii="Arial" w:hAnsi="Arial" w:cs="Times New Roman"/>
          <w:bCs/>
        </w:rPr>
        <w:t>Црвеног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крста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Градиш</w:t>
      </w:r>
      <w:r w:rsidR="000C2523" w:rsidRPr="000C2523">
        <w:rPr>
          <w:rFonts w:ascii="Arial" w:hAnsi="Arial" w:cs="Times New Roman"/>
          <w:bCs/>
        </w:rPr>
        <w:t>ка</w:t>
      </w:r>
      <w:proofErr w:type="spellEnd"/>
      <w:r w:rsidR="00723B95">
        <w:rPr>
          <w:rFonts w:ascii="Arial" w:hAnsi="Arial" w:cs="Times New Roman"/>
          <w:bCs/>
          <w:lang w:val="bs-Cyrl-BA"/>
        </w:rPr>
        <w:t>, који су оспособљени</w:t>
      </w:r>
      <w:r w:rsidR="000C2523" w:rsidRPr="000C2523">
        <w:rPr>
          <w:rFonts w:ascii="Arial" w:hAnsi="Arial" w:cs="Times New Roman"/>
          <w:bCs/>
        </w:rPr>
        <w:t xml:space="preserve"> </w:t>
      </w:r>
      <w:proofErr w:type="spellStart"/>
      <w:r w:rsidR="000C2523" w:rsidRPr="000C2523">
        <w:rPr>
          <w:rFonts w:ascii="Arial" w:hAnsi="Arial" w:cs="Times New Roman"/>
          <w:bCs/>
        </w:rPr>
        <w:t>за</w:t>
      </w:r>
      <w:proofErr w:type="spellEnd"/>
      <w:r w:rsidR="000C2523" w:rsidRPr="000C2523">
        <w:rPr>
          <w:rFonts w:ascii="Arial" w:hAnsi="Arial" w:cs="Times New Roman"/>
          <w:bCs/>
        </w:rPr>
        <w:t xml:space="preserve"> </w:t>
      </w:r>
      <w:proofErr w:type="spellStart"/>
      <w:r w:rsidR="000C2523" w:rsidRPr="000C2523">
        <w:rPr>
          <w:rFonts w:ascii="Arial" w:hAnsi="Arial" w:cs="Times New Roman"/>
          <w:bCs/>
        </w:rPr>
        <w:t>пружање</w:t>
      </w:r>
      <w:proofErr w:type="spellEnd"/>
      <w:r w:rsidR="000C2523" w:rsidRPr="000C2523">
        <w:rPr>
          <w:rFonts w:ascii="Arial" w:hAnsi="Arial" w:cs="Times New Roman"/>
          <w:bCs/>
        </w:rPr>
        <w:t xml:space="preserve"> </w:t>
      </w:r>
      <w:proofErr w:type="spellStart"/>
      <w:r w:rsidR="000C2523" w:rsidRPr="000C2523">
        <w:rPr>
          <w:rFonts w:ascii="Arial" w:hAnsi="Arial" w:cs="Times New Roman"/>
          <w:bCs/>
        </w:rPr>
        <w:t>прве</w:t>
      </w:r>
      <w:proofErr w:type="spellEnd"/>
      <w:r w:rsidR="000C2523" w:rsidRPr="000C2523">
        <w:rPr>
          <w:rFonts w:ascii="Arial" w:hAnsi="Arial" w:cs="Times New Roman"/>
          <w:bCs/>
        </w:rPr>
        <w:t xml:space="preserve"> </w:t>
      </w:r>
      <w:proofErr w:type="spellStart"/>
      <w:r w:rsidR="000C2523" w:rsidRPr="000C2523">
        <w:rPr>
          <w:rFonts w:ascii="Arial" w:hAnsi="Arial" w:cs="Times New Roman"/>
          <w:bCs/>
        </w:rPr>
        <w:t>помоћи</w:t>
      </w:r>
      <w:proofErr w:type="spellEnd"/>
      <w:r w:rsidR="00723B95">
        <w:rPr>
          <w:rFonts w:ascii="Arial" w:hAnsi="Arial" w:cs="Times New Roman"/>
          <w:bCs/>
          <w:lang w:val="bs-Cyrl-BA"/>
        </w:rPr>
        <w:t>,</w:t>
      </w:r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те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су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кроз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овај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пројекат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промовисали</w:t>
      </w:r>
      <w:proofErr w:type="spellEnd"/>
      <w:r w:rsidRPr="000C2523">
        <w:rPr>
          <w:rFonts w:ascii="Arial" w:hAnsi="Arial" w:cs="Times New Roman"/>
          <w:bCs/>
        </w:rPr>
        <w:t xml:space="preserve"> </w:t>
      </w:r>
      <w:proofErr w:type="spellStart"/>
      <w:r w:rsidRPr="000C2523">
        <w:rPr>
          <w:rFonts w:ascii="Arial" w:hAnsi="Arial" w:cs="Times New Roman"/>
          <w:bCs/>
        </w:rPr>
        <w:t>волонтеризам</w:t>
      </w:r>
      <w:proofErr w:type="spellEnd"/>
      <w:r w:rsidR="00160873" w:rsidRPr="000C2523">
        <w:rPr>
          <w:rFonts w:ascii="Arial" w:hAnsi="Arial" w:cs="Times New Roman"/>
          <w:bCs/>
        </w:rPr>
        <w:t xml:space="preserve"> и </w:t>
      </w:r>
      <w:proofErr w:type="spellStart"/>
      <w:r w:rsidR="00160873" w:rsidRPr="000C2523">
        <w:rPr>
          <w:rFonts w:ascii="Arial" w:hAnsi="Arial" w:cs="Times New Roman"/>
          <w:bCs/>
        </w:rPr>
        <w:t>програм</w:t>
      </w:r>
      <w:proofErr w:type="spellEnd"/>
      <w:r w:rsidR="00160873" w:rsidRPr="000C2523">
        <w:rPr>
          <w:rFonts w:ascii="Arial" w:hAnsi="Arial" w:cs="Times New Roman"/>
          <w:bCs/>
        </w:rPr>
        <w:t xml:space="preserve"> </w:t>
      </w:r>
      <w:proofErr w:type="spellStart"/>
      <w:r w:rsidR="00160873" w:rsidRPr="000C2523">
        <w:rPr>
          <w:rFonts w:ascii="Arial" w:hAnsi="Arial" w:cs="Times New Roman"/>
          <w:bCs/>
        </w:rPr>
        <w:t>прве</w:t>
      </w:r>
      <w:proofErr w:type="spellEnd"/>
      <w:r w:rsidR="00160873" w:rsidRPr="000C2523">
        <w:rPr>
          <w:rFonts w:ascii="Arial" w:hAnsi="Arial" w:cs="Times New Roman"/>
          <w:bCs/>
        </w:rPr>
        <w:t xml:space="preserve"> </w:t>
      </w:r>
      <w:proofErr w:type="spellStart"/>
      <w:r w:rsidR="00160873" w:rsidRPr="000C2523">
        <w:rPr>
          <w:rFonts w:ascii="Arial" w:hAnsi="Arial" w:cs="Times New Roman"/>
          <w:bCs/>
        </w:rPr>
        <w:t>помоћи</w:t>
      </w:r>
      <w:proofErr w:type="spellEnd"/>
      <w:r w:rsidR="00160873" w:rsidRPr="000C2523">
        <w:rPr>
          <w:rFonts w:ascii="Arial" w:hAnsi="Arial" w:cs="Times New Roman"/>
          <w:bCs/>
        </w:rPr>
        <w:t>.</w:t>
      </w:r>
    </w:p>
    <w:p w14:paraId="2DFCD0BB" w14:textId="2B75A4E5" w:rsidR="00882AAC" w:rsidRDefault="00882AAC" w:rsidP="00A267DF">
      <w:pPr>
        <w:jc w:val="both"/>
        <w:rPr>
          <w:rFonts w:ascii="Arial" w:hAnsi="Arial" w:cs="Times New Roman"/>
          <w:bCs/>
          <w:color w:val="FF0000"/>
        </w:rPr>
      </w:pPr>
    </w:p>
    <w:p w14:paraId="50CDCA09" w14:textId="2C0BFB6F" w:rsidR="005F7676" w:rsidRPr="003C3726" w:rsidRDefault="00F96167" w:rsidP="005F7676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bs-Cyrl-BA"/>
        </w:rPr>
        <w:t>Регионална трка</w:t>
      </w:r>
      <w:r w:rsidR="005F7676" w:rsidRPr="003C3726">
        <w:rPr>
          <w:rFonts w:ascii="Arial" w:hAnsi="Arial" w:cs="Arial"/>
          <w:b/>
          <w:lang w:val="sr-Cyrl-BA"/>
        </w:rPr>
        <w:t xml:space="preserve"> у брдском бициклизму</w:t>
      </w:r>
    </w:p>
    <w:p w14:paraId="01CC963D" w14:textId="77777777" w:rsidR="005F7676" w:rsidRPr="003C3726" w:rsidRDefault="005F7676" w:rsidP="005F7676">
      <w:pPr>
        <w:pStyle w:val="ListParagraph"/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</w:p>
    <w:p w14:paraId="2C1846E8" w14:textId="618E6313" w:rsidR="005F7676" w:rsidRPr="003C5E71" w:rsidRDefault="005F7676" w:rsidP="003C5E71">
      <w:pPr>
        <w:pStyle w:val="ListParagraph"/>
        <w:spacing w:after="200" w:line="276" w:lineRule="auto"/>
        <w:ind w:left="0"/>
        <w:jc w:val="both"/>
        <w:rPr>
          <w:rFonts w:ascii="Arial" w:hAnsi="Arial" w:cs="Arial"/>
          <w:lang w:val="sr-Cyrl-BA"/>
        </w:rPr>
      </w:pP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Догађај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је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организовао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Бициклистички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клуб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r w:rsidRPr="003C3726">
        <w:rPr>
          <w:rFonts w:ascii="Arial" w:eastAsia="SimSun" w:hAnsi="Arial" w:cs="Arial"/>
          <w:kern w:val="1"/>
          <w:szCs w:val="21"/>
          <w:lang w:val="bs-Cyrl-BA" w:eastAsia="zh-CN" w:bidi="hi-IN"/>
        </w:rPr>
        <w:t>„</w:t>
      </w:r>
      <w:proofErr w:type="gramStart"/>
      <w:r>
        <w:rPr>
          <w:rFonts w:ascii="Arial" w:eastAsia="SimSun" w:hAnsi="Arial" w:cs="Arial"/>
          <w:kern w:val="1"/>
          <w:szCs w:val="21"/>
          <w:lang w:val="bs-Cyrl-BA" w:eastAsia="zh-CN" w:bidi="hi-IN"/>
        </w:rPr>
        <w:t>Изазов</w:t>
      </w:r>
      <w:r w:rsidRPr="003C3726">
        <w:rPr>
          <w:rFonts w:ascii="Arial" w:eastAsia="SimSun" w:hAnsi="Arial" w:cs="Arial"/>
          <w:kern w:val="1"/>
          <w:szCs w:val="21"/>
          <w:lang w:val="bs-Latn-BA" w:eastAsia="zh-CN" w:bidi="hi-IN"/>
        </w:rPr>
        <w:t>“</w:t>
      </w:r>
      <w:proofErr w:type="gram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, а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волонтери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r>
        <w:rPr>
          <w:rFonts w:ascii="Arial" w:eastAsia="SimSun" w:hAnsi="Arial" w:cs="Arial"/>
          <w:kern w:val="1"/>
          <w:szCs w:val="21"/>
          <w:lang w:val="bs-Cyrl-BA" w:eastAsia="zh-CN" w:bidi="hi-IN"/>
        </w:rPr>
        <w:t>ГОЦК</w:t>
      </w:r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-а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су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подржали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овај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догађај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у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организационом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дијелу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дијељењу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освјежења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,</w:t>
      </w:r>
      <w:r w:rsidRPr="003C3726">
        <w:rPr>
          <w:rFonts w:ascii="Arial" w:eastAsia="SimSun" w:hAnsi="Arial" w:cs="Arial"/>
          <w:kern w:val="1"/>
          <w:szCs w:val="21"/>
          <w:lang w:val="sr-Cyrl-BA" w:eastAsia="zh-CN" w:bidi="hi-IN"/>
        </w:rPr>
        <w:t xml:space="preserve"> давању подршке учесницима, давању смјерница, дочекивању учесника на завршној линији</w:t>
      </w:r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r w:rsidRPr="003C3726">
        <w:rPr>
          <w:rFonts w:ascii="Arial" w:eastAsia="SimSun" w:hAnsi="Arial" w:cs="Arial"/>
          <w:kern w:val="1"/>
          <w:szCs w:val="21"/>
          <w:lang w:val="sr-Cyrl-BA" w:eastAsia="zh-CN" w:bidi="hi-IN"/>
        </w:rPr>
        <w:t xml:space="preserve">и дијељењу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медаља</w:t>
      </w:r>
      <w:proofErr w:type="spellEnd"/>
      <w:r w:rsidRPr="003C3726">
        <w:rPr>
          <w:rFonts w:ascii="Arial" w:eastAsia="SimSun" w:hAnsi="Arial" w:cs="Arial"/>
          <w:kern w:val="1"/>
          <w:szCs w:val="21"/>
          <w:lang w:val="sr-Cyrl-BA" w:eastAsia="zh-CN" w:bidi="hi-IN"/>
        </w:rPr>
        <w:t>.</w:t>
      </w:r>
    </w:p>
    <w:p w14:paraId="3A64FAD0" w14:textId="77777777" w:rsidR="005F7676" w:rsidRPr="008D699A" w:rsidRDefault="005F7676" w:rsidP="005F7676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8D699A">
        <w:rPr>
          <w:rFonts w:ascii="Arial" w:hAnsi="Arial" w:cs="Arial"/>
          <w:b/>
          <w:lang w:val="sr-Cyrl-BA"/>
        </w:rPr>
        <w:lastRenderedPageBreak/>
        <w:t>Сви смо ми дио вас</w:t>
      </w:r>
    </w:p>
    <w:p w14:paraId="4EF6D0CF" w14:textId="447F4A5F" w:rsidR="005F7676" w:rsidRDefault="005F7676" w:rsidP="005F7676">
      <w:pPr>
        <w:jc w:val="both"/>
        <w:rPr>
          <w:rFonts w:ascii="Arial" w:hAnsi="Arial" w:cs="Arial"/>
          <w:lang w:val="sr-Cyrl-BA"/>
        </w:rPr>
      </w:pPr>
      <w:proofErr w:type="spellStart"/>
      <w:r w:rsidRPr="008D699A"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излетишту</w:t>
      </w:r>
      <w:proofErr w:type="spellEnd"/>
      <w:r w:rsidRPr="008D699A">
        <w:rPr>
          <w:rFonts w:ascii="Arial" w:hAnsi="Arial" w:cs="Arial"/>
        </w:rPr>
        <w:t xml:space="preserve"> у </w:t>
      </w:r>
      <w:r>
        <w:rPr>
          <w:rFonts w:ascii="Arial" w:hAnsi="Arial" w:cs="Arial"/>
          <w:lang w:val="bs-Cyrl-BA"/>
        </w:rPr>
        <w:t>Гашници</w:t>
      </w:r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одржано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међународно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дружење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дјеце</w:t>
      </w:r>
      <w:proofErr w:type="spellEnd"/>
      <w:r w:rsidRPr="008D699A">
        <w:rPr>
          <w:rFonts w:ascii="Arial" w:hAnsi="Arial" w:cs="Arial"/>
        </w:rPr>
        <w:t xml:space="preserve"> и </w:t>
      </w:r>
      <w:proofErr w:type="spellStart"/>
      <w:r w:rsidRPr="008D699A">
        <w:rPr>
          <w:rFonts w:ascii="Arial" w:hAnsi="Arial" w:cs="Arial"/>
        </w:rPr>
        <w:t>омладине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потешкоћама</w:t>
      </w:r>
      <w:proofErr w:type="spellEnd"/>
      <w:r w:rsidRPr="008D699A">
        <w:rPr>
          <w:rFonts w:ascii="Arial" w:hAnsi="Arial" w:cs="Arial"/>
        </w:rPr>
        <w:t xml:space="preserve"> у </w:t>
      </w:r>
      <w:proofErr w:type="spellStart"/>
      <w:r w:rsidRPr="008D699A">
        <w:rPr>
          <w:rFonts w:ascii="Arial" w:hAnsi="Arial" w:cs="Arial"/>
        </w:rPr>
        <w:t>развоју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под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називом</w:t>
      </w:r>
      <w:proofErr w:type="spellEnd"/>
      <w:r w:rsidRPr="008D699A">
        <w:rPr>
          <w:rFonts w:ascii="Arial" w:hAnsi="Arial" w:cs="Arial"/>
        </w:rPr>
        <w:t xml:space="preserve"> </w:t>
      </w:r>
      <w:r>
        <w:rPr>
          <w:rFonts w:ascii="Arial" w:hAnsi="Arial" w:cs="Arial"/>
          <w:lang w:val="bs-Cyrl-BA"/>
        </w:rPr>
        <w:t>„</w:t>
      </w:r>
      <w:proofErr w:type="spellStart"/>
      <w:r w:rsidRPr="008D699A">
        <w:rPr>
          <w:rFonts w:ascii="Arial" w:hAnsi="Arial" w:cs="Arial"/>
        </w:rPr>
        <w:t>Сви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смо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ми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дио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вас</w:t>
      </w:r>
      <w:proofErr w:type="spellEnd"/>
      <w:r w:rsidRPr="008D699A">
        <w:rPr>
          <w:rFonts w:ascii="Arial" w:hAnsi="Arial" w:cs="Arial"/>
        </w:rPr>
        <w:t xml:space="preserve">” у </w:t>
      </w:r>
      <w:proofErr w:type="spellStart"/>
      <w:r w:rsidRPr="008D699A">
        <w:rPr>
          <w:rFonts w:ascii="Arial" w:hAnsi="Arial" w:cs="Arial"/>
        </w:rPr>
        <w:t>организацији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Удружења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помоћ</w:t>
      </w:r>
      <w:proofErr w:type="spellEnd"/>
      <w:r w:rsidRPr="008D699A">
        <w:rPr>
          <w:rFonts w:ascii="Arial" w:hAnsi="Arial" w:cs="Arial"/>
        </w:rPr>
        <w:t> </w:t>
      </w:r>
      <w:proofErr w:type="spellStart"/>
      <w:r w:rsidRPr="008D699A">
        <w:rPr>
          <w:rFonts w:ascii="Arial" w:hAnsi="Arial" w:cs="Arial"/>
        </w:rPr>
        <w:t>ментално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недовољно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развијеним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лицима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Градишке</w:t>
      </w:r>
      <w:proofErr w:type="spellEnd"/>
      <w:r w:rsidRPr="008D699A">
        <w:rPr>
          <w:rFonts w:ascii="Arial" w:hAnsi="Arial" w:cs="Arial"/>
        </w:rPr>
        <w:t>.</w:t>
      </w:r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Током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дружења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дјецу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обезбијеђен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богат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>
        <w:rPr>
          <w:rFonts w:ascii="Arial" w:hAnsi="Arial" w:cs="Arial"/>
        </w:rPr>
        <w:t>кутурн</w:t>
      </w:r>
      <w:proofErr w:type="spellEnd"/>
      <w:r>
        <w:rPr>
          <w:rFonts w:ascii="Arial" w:hAnsi="Arial" w:cs="Arial"/>
          <w:lang w:val="sr-Cyrl-RS"/>
        </w:rPr>
        <w:t>о-</w:t>
      </w:r>
      <w:proofErr w:type="spellStart"/>
      <w:r w:rsidRPr="008D699A">
        <w:rPr>
          <w:rFonts w:ascii="Arial" w:hAnsi="Arial" w:cs="Arial"/>
        </w:rPr>
        <w:t>умјетнички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програм</w:t>
      </w:r>
      <w:proofErr w:type="spellEnd"/>
      <w:r w:rsidRPr="008D699A">
        <w:rPr>
          <w:rFonts w:ascii="Arial" w:hAnsi="Arial" w:cs="Arial"/>
        </w:rPr>
        <w:t xml:space="preserve">, </w:t>
      </w:r>
      <w:proofErr w:type="spellStart"/>
      <w:r w:rsidRPr="008D699A">
        <w:rPr>
          <w:rFonts w:ascii="Arial" w:hAnsi="Arial" w:cs="Arial"/>
        </w:rPr>
        <w:t>спортски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садржаји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те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вожње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кочијама</w:t>
      </w:r>
      <w:proofErr w:type="spellEnd"/>
      <w:r w:rsidRPr="008D699A">
        <w:rPr>
          <w:rFonts w:ascii="Arial" w:hAnsi="Arial" w:cs="Arial"/>
        </w:rPr>
        <w:t xml:space="preserve"> и </w:t>
      </w:r>
      <w:proofErr w:type="spellStart"/>
      <w:r w:rsidRPr="008D699A">
        <w:rPr>
          <w:rFonts w:ascii="Arial" w:hAnsi="Arial" w:cs="Arial"/>
        </w:rPr>
        <w:t>моторима</w:t>
      </w:r>
      <w:proofErr w:type="spellEnd"/>
      <w:r w:rsidRPr="008D699A">
        <w:rPr>
          <w:rFonts w:ascii="Arial" w:hAnsi="Arial" w:cs="Arial"/>
        </w:rPr>
        <w:t>.</w:t>
      </w:r>
      <w:r w:rsidRPr="008D699A">
        <w:rPr>
          <w:rFonts w:ascii="Arial" w:hAnsi="Arial" w:cs="Arial"/>
          <w:lang w:val="sr-Cyrl-BA"/>
        </w:rPr>
        <w:t xml:space="preserve"> Волонтери су имали значајну улогу у промоцији овог догађаја и сензибилизацији јавности о овој теми, али и у асистенцији дјеци на самом догађају како би сви безбиједно и лако учествовали у активностима</w:t>
      </w:r>
      <w:r>
        <w:rPr>
          <w:rFonts w:ascii="Arial" w:hAnsi="Arial" w:cs="Arial"/>
          <w:lang w:val="sr-Cyrl-BA"/>
        </w:rPr>
        <w:t>.</w:t>
      </w:r>
    </w:p>
    <w:p w14:paraId="0CA48066" w14:textId="1DDE8EAA" w:rsidR="0079586F" w:rsidRDefault="0079586F" w:rsidP="005F7676">
      <w:pPr>
        <w:jc w:val="both"/>
        <w:rPr>
          <w:rFonts w:ascii="Arial" w:hAnsi="Arial" w:cs="Arial"/>
          <w:lang w:val="sr-Cyrl-BA"/>
        </w:rPr>
      </w:pPr>
    </w:p>
    <w:p w14:paraId="5B7CD532" w14:textId="77777777" w:rsidR="0079586F" w:rsidRPr="008042C5" w:rsidRDefault="0079586F" w:rsidP="0079586F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8042C5">
        <w:rPr>
          <w:rFonts w:ascii="Arial" w:hAnsi="Arial" w:cs="Arial"/>
          <w:b/>
          <w:lang w:val="bs-Cyrl-BA"/>
        </w:rPr>
        <w:t>Волонтерска акција са Удружењем „Дуга“</w:t>
      </w:r>
    </w:p>
    <w:p w14:paraId="5F0BBB66" w14:textId="623D41D3" w:rsidR="0079586F" w:rsidRPr="0057693A" w:rsidRDefault="0079586F" w:rsidP="0079586F">
      <w:pPr>
        <w:jc w:val="both"/>
        <w:rPr>
          <w:rFonts w:ascii="Arial" w:hAnsi="Arial" w:cs="Arial"/>
          <w:lang w:val="sr-Latn-BA"/>
        </w:rPr>
      </w:pPr>
      <w:r w:rsidRPr="0057693A">
        <w:rPr>
          <w:rFonts w:ascii="Arial" w:hAnsi="Arial" w:cs="Arial"/>
          <w:lang w:val="bs-Cyrl-BA"/>
        </w:rPr>
        <w:t xml:space="preserve">Волонтерски програм </w:t>
      </w:r>
      <w:r>
        <w:rPr>
          <w:rFonts w:ascii="Arial" w:hAnsi="Arial" w:cs="Arial"/>
          <w:lang w:val="bs-Cyrl-BA"/>
        </w:rPr>
        <w:t>обухватао</w:t>
      </w:r>
      <w:r w:rsidRPr="0057693A">
        <w:rPr>
          <w:rFonts w:ascii="Arial" w:hAnsi="Arial" w:cs="Arial"/>
          <w:lang w:val="bs-Cyrl-BA"/>
        </w:rPr>
        <w:t xml:space="preserve"> је активно учешће и интеракцију</w:t>
      </w:r>
      <w:r>
        <w:rPr>
          <w:rFonts w:ascii="Arial" w:hAnsi="Arial" w:cs="Arial"/>
          <w:lang w:val="bs-Cyrl-BA"/>
        </w:rPr>
        <w:t xml:space="preserve"> волонтера</w:t>
      </w:r>
      <w:r w:rsidRPr="0057693A">
        <w:rPr>
          <w:rFonts w:ascii="Arial" w:hAnsi="Arial" w:cs="Arial"/>
          <w:lang w:val="bs-Cyrl-BA"/>
        </w:rPr>
        <w:t xml:space="preserve"> са дјецом</w:t>
      </w:r>
      <w:r>
        <w:rPr>
          <w:rFonts w:ascii="Arial" w:hAnsi="Arial" w:cs="Arial"/>
          <w:lang w:val="bs-Cyrl-BA"/>
        </w:rPr>
        <w:t xml:space="preserve"> са сметњама у развоју у оквиру спортских активности.</w:t>
      </w:r>
      <w:r w:rsidRPr="0057693A">
        <w:rPr>
          <w:rFonts w:ascii="Arial" w:hAnsi="Arial" w:cs="Arial"/>
          <w:lang w:val="bs-Cyrl-BA"/>
        </w:rPr>
        <w:t xml:space="preserve"> Као најпоузданији волонтери показали су се средњошколци и студенти </w:t>
      </w:r>
      <w:r>
        <w:rPr>
          <w:rFonts w:ascii="Arial" w:hAnsi="Arial" w:cs="Arial"/>
          <w:lang w:val="bs-Cyrl-BA"/>
        </w:rPr>
        <w:t>одговарајућих</w:t>
      </w:r>
      <w:r w:rsidRPr="0057693A">
        <w:rPr>
          <w:rFonts w:ascii="Arial" w:hAnsi="Arial" w:cs="Arial"/>
          <w:lang w:val="bs-Cyrl-BA"/>
        </w:rPr>
        <w:t xml:space="preserve"> струка (педагози,</w:t>
      </w:r>
      <w:r w:rsidR="00C946F4">
        <w:rPr>
          <w:rFonts w:ascii="Arial" w:hAnsi="Arial" w:cs="Arial"/>
          <w:lang w:val="bs-Cyrl-BA"/>
        </w:rPr>
        <w:t xml:space="preserve"> дефектолози,</w:t>
      </w:r>
      <w:r w:rsidRPr="0057693A">
        <w:rPr>
          <w:rFonts w:ascii="Arial" w:hAnsi="Arial" w:cs="Arial"/>
          <w:lang w:val="bs-Cyrl-BA"/>
        </w:rPr>
        <w:t xml:space="preserve"> социјални радници и психолози). </w:t>
      </w:r>
    </w:p>
    <w:p w14:paraId="18A447DB" w14:textId="71654AB6" w:rsidR="005F7676" w:rsidRDefault="005F7676" w:rsidP="005F7676">
      <w:pPr>
        <w:jc w:val="both"/>
        <w:rPr>
          <w:rFonts w:ascii="Arial" w:hAnsi="Arial" w:cs="Arial"/>
          <w:lang w:val="sr-Cyrl-BA"/>
        </w:rPr>
      </w:pPr>
    </w:p>
    <w:p w14:paraId="78A6AAC6" w14:textId="1E8E9A4E" w:rsidR="005F7676" w:rsidRPr="00F11DCE" w:rsidRDefault="005F7676" w:rsidP="005F7676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Дигитална тврђава-заједно за сигурну младост</w:t>
      </w:r>
    </w:p>
    <w:p w14:paraId="19AA71C0" w14:textId="370ECE34" w:rsidR="005F7676" w:rsidRDefault="005F7676" w:rsidP="005F7676">
      <w:pPr>
        <w:spacing w:after="200"/>
        <w:jc w:val="both"/>
        <w:rPr>
          <w:rFonts w:ascii="Arial" w:hAnsi="Arial" w:cs="Arial"/>
          <w:bCs/>
          <w:lang w:val="sr-Cyrl-BA"/>
        </w:rPr>
      </w:pPr>
      <w:r w:rsidRPr="00F11DCE">
        <w:rPr>
          <w:rFonts w:ascii="Arial" w:hAnsi="Arial" w:cs="Arial"/>
          <w:bCs/>
          <w:lang w:val="sr-Cyrl-BA"/>
        </w:rPr>
        <w:t>Пројекат је реализован у периоду од 15.09. до 15.11.202</w:t>
      </w:r>
      <w:r>
        <w:rPr>
          <w:rFonts w:ascii="Arial" w:hAnsi="Arial" w:cs="Arial"/>
          <w:bCs/>
          <w:lang w:val="sr-Cyrl-BA"/>
        </w:rPr>
        <w:t>5</w:t>
      </w:r>
      <w:r w:rsidRPr="00F11DCE">
        <w:rPr>
          <w:rFonts w:ascii="Arial" w:hAnsi="Arial" w:cs="Arial"/>
          <w:bCs/>
          <w:lang w:val="sr-Cyrl-BA"/>
        </w:rPr>
        <w:t xml:space="preserve">. године, а за циљ је имао подизања свијести о значају менталног здравља, активизма младих, омладинског рада и волонтирања. </w:t>
      </w:r>
      <w:r>
        <w:rPr>
          <w:rFonts w:ascii="Arial" w:hAnsi="Arial" w:cs="Arial"/>
          <w:bCs/>
          <w:lang w:val="sr-Cyrl-BA"/>
        </w:rPr>
        <w:t>У р</w:t>
      </w:r>
      <w:r w:rsidRPr="00F11DCE">
        <w:rPr>
          <w:rFonts w:ascii="Arial" w:hAnsi="Arial" w:cs="Arial"/>
          <w:bCs/>
          <w:lang w:val="sr-Cyrl-BA"/>
        </w:rPr>
        <w:t>еализациј пројекта</w:t>
      </w:r>
      <w:r>
        <w:rPr>
          <w:rFonts w:ascii="Arial" w:hAnsi="Arial" w:cs="Arial"/>
          <w:bCs/>
          <w:lang w:val="sr-Cyrl-BA"/>
        </w:rPr>
        <w:t xml:space="preserve"> учествовало је 276 особа и</w:t>
      </w:r>
      <w:r w:rsidRPr="00F11DCE">
        <w:rPr>
          <w:rFonts w:ascii="Arial" w:hAnsi="Arial" w:cs="Arial"/>
          <w:bCs/>
          <w:lang w:val="sr-Cyrl-BA"/>
        </w:rPr>
        <w:t xml:space="preserve"> анимирано је </w:t>
      </w:r>
      <w:r>
        <w:rPr>
          <w:rFonts w:ascii="Arial" w:hAnsi="Arial" w:cs="Arial"/>
          <w:bCs/>
          <w:lang w:val="sr-Cyrl-BA"/>
        </w:rPr>
        <w:t>10</w:t>
      </w:r>
      <w:r w:rsidRPr="00F11DCE">
        <w:rPr>
          <w:rFonts w:ascii="Arial" w:hAnsi="Arial" w:cs="Arial"/>
          <w:bCs/>
          <w:lang w:val="sr-Cyrl-BA"/>
        </w:rPr>
        <w:t xml:space="preserve"> нових волонтера. </w:t>
      </w:r>
    </w:p>
    <w:p w14:paraId="71FE6E8C" w14:textId="77777777" w:rsidR="005F7676" w:rsidRPr="00234AB3" w:rsidRDefault="005F7676" w:rsidP="005F7676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234AB3">
        <w:rPr>
          <w:rFonts w:ascii="Arial" w:hAnsi="Arial" w:cs="Arial"/>
          <w:b/>
          <w:lang w:val="sr-Cyrl-BA"/>
        </w:rPr>
        <w:t>Бициклијада „Др Борислав Шокчевић“</w:t>
      </w:r>
    </w:p>
    <w:p w14:paraId="48E3ED51" w14:textId="5DF97304" w:rsidR="005F7676" w:rsidRDefault="005F7676" w:rsidP="005F7676">
      <w:pPr>
        <w:pStyle w:val="NoSpacing"/>
        <w:jc w:val="both"/>
        <w:rPr>
          <w:rFonts w:ascii="Arial" w:hAnsi="Arial" w:cs="Arial"/>
          <w:lang w:val="sr-Cyrl-BA"/>
        </w:rPr>
      </w:pPr>
      <w:r w:rsidRPr="00234AB3">
        <w:rPr>
          <w:rFonts w:ascii="Arial" w:hAnsi="Arial" w:cs="Arial"/>
          <w:lang w:val="sr-Cyrl-BA"/>
        </w:rPr>
        <w:t xml:space="preserve">Догађај је организовао Бициклистички клуб </w:t>
      </w:r>
      <w:r>
        <w:rPr>
          <w:rFonts w:ascii="Arial" w:hAnsi="Arial" w:cs="Arial"/>
          <w:lang w:val="sr-Cyrl-BA"/>
        </w:rPr>
        <w:t>„Изазов</w:t>
      </w:r>
      <w:r w:rsidRPr="00234AB3">
        <w:rPr>
          <w:rFonts w:ascii="Arial" w:hAnsi="Arial" w:cs="Arial"/>
          <w:lang w:val="sr-Cyrl-BA"/>
        </w:rPr>
        <w:t xml:space="preserve">", а волонтери </w:t>
      </w:r>
      <w:r>
        <w:rPr>
          <w:rFonts w:ascii="Arial" w:hAnsi="Arial" w:cs="Arial"/>
          <w:lang w:val="sr-Cyrl-BA"/>
        </w:rPr>
        <w:t>ГОЦК</w:t>
      </w:r>
      <w:r w:rsidRPr="00234AB3">
        <w:rPr>
          <w:rFonts w:ascii="Arial" w:hAnsi="Arial" w:cs="Arial"/>
          <w:lang w:val="sr-Cyrl-BA"/>
        </w:rPr>
        <w:t>-а су подржали овај догађај у организационом дијелу дијељењу освјежења, помоћи око подјела медаља, као и при усмјеравању бициклиста према циљу.</w:t>
      </w:r>
    </w:p>
    <w:p w14:paraId="45BE56B1" w14:textId="32108FE8" w:rsidR="0079586F" w:rsidRPr="0079586F" w:rsidRDefault="0079586F" w:rsidP="005F7676">
      <w:pPr>
        <w:pStyle w:val="NoSpacing"/>
        <w:jc w:val="both"/>
        <w:rPr>
          <w:rFonts w:ascii="Arial" w:hAnsi="Arial" w:cs="Arial"/>
          <w:color w:val="C00000"/>
          <w:lang w:val="sr-Cyrl-BA"/>
        </w:rPr>
      </w:pPr>
    </w:p>
    <w:p w14:paraId="423AB3EA" w14:textId="77777777" w:rsidR="0079586F" w:rsidRPr="00455583" w:rsidRDefault="0079586F" w:rsidP="0079586F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455583">
        <w:rPr>
          <w:rFonts w:ascii="Arial" w:hAnsi="Arial" w:cs="Arial"/>
          <w:b/>
          <w:lang w:val="sr-Cyrl-BA"/>
        </w:rPr>
        <w:t>Међународни дан књиге</w:t>
      </w:r>
    </w:p>
    <w:p w14:paraId="6114EBC7" w14:textId="77777777" w:rsidR="0079586F" w:rsidRPr="00455583" w:rsidRDefault="0079586F" w:rsidP="0079586F">
      <w:pPr>
        <w:pStyle w:val="NoSpacing"/>
        <w:jc w:val="both"/>
        <w:rPr>
          <w:rFonts w:ascii="Arial" w:hAnsi="Arial" w:cs="Arial"/>
          <w:lang w:val="sr-Cyrl-BA"/>
        </w:rPr>
      </w:pPr>
      <w:r w:rsidRPr="00455583">
        <w:rPr>
          <w:rFonts w:ascii="Arial" w:hAnsi="Arial" w:cs="Arial"/>
          <w:lang w:val="sr-Cyrl-BA"/>
        </w:rPr>
        <w:t>Догађај је организован у сарадњи са ЈУ Народна библиотека Градишка. Волонтери су поводом овог догађаја даровали књиге суграђанима и на тај начин обиљежили Међународни дан књиге.</w:t>
      </w:r>
    </w:p>
    <w:p w14:paraId="6649F71B" w14:textId="77777777" w:rsidR="00F96167" w:rsidRPr="00455583" w:rsidRDefault="00F96167" w:rsidP="0079586F">
      <w:pPr>
        <w:pStyle w:val="NoSpacing"/>
        <w:jc w:val="both"/>
        <w:rPr>
          <w:rFonts w:ascii="Arial" w:hAnsi="Arial" w:cs="Arial"/>
        </w:rPr>
      </w:pPr>
    </w:p>
    <w:p w14:paraId="02CC5369" w14:textId="244A6DDA" w:rsidR="0079586F" w:rsidRPr="00455583" w:rsidRDefault="0079586F" w:rsidP="0079586F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455583">
        <w:rPr>
          <w:rFonts w:ascii="Arial" w:hAnsi="Arial" w:cs="Arial"/>
          <w:b/>
          <w:lang w:val="sr-Cyrl-BA"/>
        </w:rPr>
        <w:t>Конференција беба 2025.</w:t>
      </w:r>
    </w:p>
    <w:p w14:paraId="73A884B6" w14:textId="0F236813" w:rsidR="0079586F" w:rsidRPr="00455583" w:rsidRDefault="0079586F" w:rsidP="0079586F">
      <w:pPr>
        <w:pStyle w:val="NoSpacing"/>
        <w:jc w:val="both"/>
        <w:rPr>
          <w:rFonts w:ascii="Arial" w:hAnsi="Arial" w:cs="Arial"/>
        </w:rPr>
      </w:pPr>
      <w:r w:rsidRPr="00455583">
        <w:rPr>
          <w:rFonts w:ascii="Arial" w:hAnsi="Arial" w:cs="Arial"/>
          <w:lang w:val="sr-Latn-BA"/>
        </w:rPr>
        <w:t xml:space="preserve">Министарство породице, омладине и спорта </w:t>
      </w:r>
      <w:r w:rsidRPr="00455583">
        <w:rPr>
          <w:rFonts w:ascii="Arial" w:hAnsi="Arial" w:cs="Arial"/>
          <w:lang w:val="sr-Cyrl-BA"/>
        </w:rPr>
        <w:t xml:space="preserve">Републике Српске </w:t>
      </w:r>
      <w:r w:rsidRPr="00455583">
        <w:rPr>
          <w:rFonts w:ascii="Arial" w:hAnsi="Arial" w:cs="Arial"/>
        </w:rPr>
        <w:t xml:space="preserve">и </w:t>
      </w:r>
      <w:r w:rsidRPr="00455583">
        <w:rPr>
          <w:rFonts w:ascii="Arial" w:hAnsi="Arial" w:cs="Arial"/>
          <w:lang w:val="sr-Latn-BA"/>
        </w:rPr>
        <w:t>Гра</w:t>
      </w:r>
      <w:proofErr w:type="spellStart"/>
      <w:r w:rsidRPr="00455583">
        <w:rPr>
          <w:rFonts w:ascii="Arial" w:hAnsi="Arial" w:cs="Arial"/>
        </w:rPr>
        <w:t>дска</w:t>
      </w:r>
      <w:proofErr w:type="spellEnd"/>
      <w:r w:rsidRPr="00455583">
        <w:rPr>
          <w:rFonts w:ascii="Arial" w:hAnsi="Arial" w:cs="Arial"/>
        </w:rPr>
        <w:t xml:space="preserve"> </w:t>
      </w:r>
      <w:proofErr w:type="spellStart"/>
      <w:r w:rsidRPr="00455583">
        <w:rPr>
          <w:rFonts w:ascii="Arial" w:hAnsi="Arial" w:cs="Arial"/>
        </w:rPr>
        <w:t>управа</w:t>
      </w:r>
      <w:proofErr w:type="spellEnd"/>
      <w:r w:rsidRPr="00455583">
        <w:rPr>
          <w:rFonts w:ascii="Arial" w:hAnsi="Arial" w:cs="Arial"/>
        </w:rPr>
        <w:t xml:space="preserve"> </w:t>
      </w:r>
      <w:proofErr w:type="spellStart"/>
      <w:r w:rsidRPr="00455583">
        <w:rPr>
          <w:rFonts w:ascii="Arial" w:hAnsi="Arial" w:cs="Arial"/>
        </w:rPr>
        <w:t>града</w:t>
      </w:r>
      <w:proofErr w:type="spellEnd"/>
      <w:r w:rsidRPr="00455583">
        <w:rPr>
          <w:rFonts w:ascii="Arial" w:hAnsi="Arial" w:cs="Arial"/>
          <w:lang w:val="sr-Latn-BA"/>
        </w:rPr>
        <w:t xml:space="preserve"> Градишка орг</w:t>
      </w:r>
      <w:proofErr w:type="spellStart"/>
      <w:r w:rsidRPr="00455583">
        <w:rPr>
          <w:rFonts w:ascii="Arial" w:hAnsi="Arial" w:cs="Arial"/>
        </w:rPr>
        <w:t>анизовали</w:t>
      </w:r>
      <w:proofErr w:type="spellEnd"/>
      <w:r w:rsidRPr="00455583">
        <w:rPr>
          <w:rFonts w:ascii="Arial" w:hAnsi="Arial" w:cs="Arial"/>
        </w:rPr>
        <w:t xml:space="preserve"> </w:t>
      </w:r>
      <w:proofErr w:type="spellStart"/>
      <w:r w:rsidRPr="00455583">
        <w:rPr>
          <w:rFonts w:ascii="Arial" w:hAnsi="Arial" w:cs="Arial"/>
        </w:rPr>
        <w:t>су</w:t>
      </w:r>
      <w:proofErr w:type="spellEnd"/>
      <w:r w:rsidRPr="00455583">
        <w:rPr>
          <w:rFonts w:ascii="Arial" w:hAnsi="Arial" w:cs="Arial"/>
        </w:rPr>
        <w:t xml:space="preserve"> </w:t>
      </w:r>
      <w:proofErr w:type="spellStart"/>
      <w:r w:rsidRPr="00455583">
        <w:rPr>
          <w:rFonts w:ascii="Arial" w:hAnsi="Arial" w:cs="Arial"/>
        </w:rPr>
        <w:t>манифестацију</w:t>
      </w:r>
      <w:proofErr w:type="spellEnd"/>
      <w:r w:rsidRPr="00455583">
        <w:rPr>
          <w:rFonts w:ascii="Arial" w:hAnsi="Arial" w:cs="Arial"/>
        </w:rPr>
        <w:t xml:space="preserve">, а </w:t>
      </w:r>
      <w:proofErr w:type="spellStart"/>
      <w:r w:rsidRPr="00455583">
        <w:rPr>
          <w:rFonts w:ascii="Arial" w:hAnsi="Arial" w:cs="Arial"/>
        </w:rPr>
        <w:t>волонтери</w:t>
      </w:r>
      <w:proofErr w:type="spellEnd"/>
      <w:r w:rsidRPr="00455583">
        <w:rPr>
          <w:rFonts w:ascii="Arial" w:hAnsi="Arial" w:cs="Arial"/>
        </w:rPr>
        <w:t xml:space="preserve"> </w:t>
      </w:r>
      <w:proofErr w:type="spellStart"/>
      <w:r w:rsidRPr="00455583">
        <w:rPr>
          <w:rFonts w:ascii="Arial" w:hAnsi="Arial" w:cs="Arial"/>
        </w:rPr>
        <w:t>су</w:t>
      </w:r>
      <w:proofErr w:type="spellEnd"/>
      <w:r w:rsidRPr="00455583">
        <w:rPr>
          <w:rFonts w:ascii="Arial" w:hAnsi="Arial" w:cs="Arial"/>
        </w:rPr>
        <w:t xml:space="preserve">  </w:t>
      </w:r>
      <w:proofErr w:type="spellStart"/>
      <w:r w:rsidRPr="00455583">
        <w:rPr>
          <w:rFonts w:ascii="Arial" w:hAnsi="Arial" w:cs="Arial"/>
        </w:rPr>
        <w:t>помогли</w:t>
      </w:r>
      <w:proofErr w:type="spellEnd"/>
      <w:r w:rsidRPr="00455583">
        <w:rPr>
          <w:rFonts w:ascii="Arial" w:hAnsi="Arial" w:cs="Arial"/>
        </w:rPr>
        <w:t xml:space="preserve"> </w:t>
      </w:r>
      <w:proofErr w:type="spellStart"/>
      <w:r w:rsidRPr="00455583">
        <w:rPr>
          <w:rFonts w:ascii="Arial" w:hAnsi="Arial" w:cs="Arial"/>
        </w:rPr>
        <w:t>саму</w:t>
      </w:r>
      <w:proofErr w:type="spellEnd"/>
      <w:r w:rsidRPr="00455583">
        <w:rPr>
          <w:rFonts w:ascii="Arial" w:hAnsi="Arial" w:cs="Arial"/>
        </w:rPr>
        <w:t xml:space="preserve"> </w:t>
      </w:r>
      <w:proofErr w:type="spellStart"/>
      <w:r w:rsidRPr="00455583">
        <w:rPr>
          <w:rFonts w:ascii="Arial" w:hAnsi="Arial" w:cs="Arial"/>
        </w:rPr>
        <w:t>припрему</w:t>
      </w:r>
      <w:proofErr w:type="spellEnd"/>
      <w:r w:rsidRPr="00455583">
        <w:rPr>
          <w:rFonts w:ascii="Arial" w:hAnsi="Arial" w:cs="Arial"/>
        </w:rPr>
        <w:t xml:space="preserve"> </w:t>
      </w:r>
      <w:proofErr w:type="spellStart"/>
      <w:r w:rsidRPr="00455583">
        <w:rPr>
          <w:rFonts w:ascii="Arial" w:hAnsi="Arial" w:cs="Arial"/>
        </w:rPr>
        <w:t>догађаја</w:t>
      </w:r>
      <w:proofErr w:type="spellEnd"/>
      <w:r w:rsidRPr="00455583">
        <w:rPr>
          <w:rFonts w:ascii="Arial" w:hAnsi="Arial" w:cs="Arial"/>
        </w:rPr>
        <w:t>,</w:t>
      </w:r>
      <w:r w:rsidRPr="00455583">
        <w:rPr>
          <w:rFonts w:ascii="Arial" w:hAnsi="Arial" w:cs="Arial"/>
          <w:lang w:val="sr-Cyrl-BA"/>
        </w:rPr>
        <w:t xml:space="preserve"> украшавању позорнице, уношењу потребних реквизита, те потом и склањању и чишћењу простора</w:t>
      </w:r>
      <w:r w:rsidRPr="00455583">
        <w:rPr>
          <w:rFonts w:ascii="Arial" w:hAnsi="Arial" w:cs="Arial"/>
        </w:rPr>
        <w:t>.</w:t>
      </w:r>
    </w:p>
    <w:p w14:paraId="4E8D9955" w14:textId="77777777" w:rsidR="00B92A03" w:rsidRPr="003C5E71" w:rsidRDefault="00B92A03" w:rsidP="00A267DF">
      <w:pPr>
        <w:jc w:val="both"/>
        <w:rPr>
          <w:rFonts w:ascii="Arial" w:hAnsi="Arial" w:cs="Arial"/>
          <w:color w:val="FF0000"/>
          <w:lang w:val="bs-Cyrl-BA"/>
        </w:rPr>
      </w:pPr>
    </w:p>
    <w:p w14:paraId="294029EC" w14:textId="73E5EBB6" w:rsidR="004461FE" w:rsidRPr="00202B55" w:rsidRDefault="00A53962" w:rsidP="00A53962">
      <w:pPr>
        <w:jc w:val="both"/>
        <w:rPr>
          <w:rFonts w:ascii="Arial" w:hAnsi="Arial" w:cs="Times New Roman"/>
          <w:bCs/>
          <w:lang w:val="sr-Cyrl-BA"/>
        </w:rPr>
      </w:pPr>
      <w:proofErr w:type="spellStart"/>
      <w:r w:rsidRPr="00202B55">
        <w:rPr>
          <w:rFonts w:ascii="Arial" w:hAnsi="Arial" w:cs="Times New Roman"/>
          <w:bCs/>
        </w:rPr>
        <w:t>Спроведен</w:t>
      </w:r>
      <w:r w:rsidR="0007484C" w:rsidRPr="00202B55">
        <w:rPr>
          <w:rFonts w:ascii="Arial" w:hAnsi="Arial" w:cs="Times New Roman"/>
          <w:bCs/>
        </w:rPr>
        <w:t>а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су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значајн</w:t>
      </w:r>
      <w:r w:rsidR="0007484C" w:rsidRPr="00202B55">
        <w:rPr>
          <w:rFonts w:ascii="Arial" w:hAnsi="Arial" w:cs="Times New Roman"/>
          <w:bCs/>
        </w:rPr>
        <w:t>а</w:t>
      </w:r>
      <w:proofErr w:type="spellEnd"/>
      <w:r w:rsidR="0007484C" w:rsidRPr="00202B55">
        <w:rPr>
          <w:rFonts w:ascii="Arial" w:hAnsi="Arial" w:cs="Times New Roman"/>
          <w:bCs/>
        </w:rPr>
        <w:t xml:space="preserve"> </w:t>
      </w:r>
      <w:proofErr w:type="spellStart"/>
      <w:r w:rsidR="0007484C" w:rsidRPr="00202B55">
        <w:rPr>
          <w:rFonts w:ascii="Arial" w:hAnsi="Arial" w:cs="Times New Roman"/>
          <w:bCs/>
        </w:rPr>
        <w:t>такмичења</w:t>
      </w:r>
      <w:proofErr w:type="spellEnd"/>
      <w:r w:rsidR="00C37F49">
        <w:rPr>
          <w:rFonts w:ascii="Arial" w:hAnsi="Arial" w:cs="Times New Roman"/>
          <w:bCs/>
          <w:lang w:val="bs-Cyrl-BA"/>
        </w:rPr>
        <w:t xml:space="preserve"> прије свега </w:t>
      </w:r>
      <w:r w:rsidR="00492AA3">
        <w:rPr>
          <w:rFonts w:ascii="Arial" w:hAnsi="Arial" w:cs="Times New Roman"/>
          <w:bCs/>
          <w:lang w:val="bs-Cyrl-BA"/>
        </w:rPr>
        <w:t>г</w:t>
      </w:r>
      <w:r w:rsidR="00C37F49">
        <w:rPr>
          <w:rFonts w:ascii="Arial" w:hAnsi="Arial" w:cs="Times New Roman"/>
          <w:bCs/>
          <w:lang w:val="bs-Cyrl-BA"/>
        </w:rPr>
        <w:t>радско</w:t>
      </w:r>
      <w:r w:rsidR="00492AA3">
        <w:rPr>
          <w:rFonts w:ascii="Arial" w:hAnsi="Arial" w:cs="Times New Roman"/>
          <w:bCs/>
          <w:lang w:val="bs-Cyrl-BA"/>
        </w:rPr>
        <w:t>, р</w:t>
      </w:r>
      <w:r w:rsidR="00C37F49">
        <w:rPr>
          <w:rFonts w:ascii="Arial" w:hAnsi="Arial" w:cs="Times New Roman"/>
          <w:bCs/>
          <w:lang w:val="bs-Cyrl-BA"/>
        </w:rPr>
        <w:t>егионално</w:t>
      </w:r>
      <w:r w:rsidR="00492AA3">
        <w:rPr>
          <w:rFonts w:ascii="Arial" w:hAnsi="Arial" w:cs="Times New Roman"/>
          <w:bCs/>
          <w:lang w:val="bs-Cyrl-BA"/>
        </w:rPr>
        <w:t xml:space="preserve"> и републичко</w:t>
      </w:r>
      <w:r w:rsidR="00C37F49">
        <w:rPr>
          <w:rFonts w:ascii="Arial" w:hAnsi="Arial" w:cs="Times New Roman"/>
          <w:bCs/>
          <w:lang w:val="bs-Cyrl-BA"/>
        </w:rPr>
        <w:t xml:space="preserve"> такмичење</w:t>
      </w:r>
      <w:r w:rsidR="0007484C"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из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прве</w:t>
      </w:r>
      <w:proofErr w:type="spellEnd"/>
      <w:r w:rsidRPr="00202B55">
        <w:rPr>
          <w:rFonts w:ascii="Arial" w:hAnsi="Arial" w:cs="Times New Roman"/>
          <w:bCs/>
        </w:rPr>
        <w:t xml:space="preserve"> </w:t>
      </w:r>
      <w:proofErr w:type="spellStart"/>
      <w:r w:rsidRPr="00202B55">
        <w:rPr>
          <w:rFonts w:ascii="Arial" w:hAnsi="Arial" w:cs="Times New Roman"/>
          <w:bCs/>
        </w:rPr>
        <w:t>помоћи</w:t>
      </w:r>
      <w:proofErr w:type="spellEnd"/>
      <w:r w:rsidRPr="00202B55">
        <w:rPr>
          <w:rFonts w:ascii="Arial" w:hAnsi="Arial" w:cs="Times New Roman"/>
          <w:bCs/>
        </w:rPr>
        <w:t>,</w:t>
      </w:r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познавање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r w:rsidR="00492AA3">
        <w:rPr>
          <w:rFonts w:ascii="Arial" w:hAnsi="Arial" w:cs="Times New Roman"/>
          <w:bCs/>
          <w:lang w:val="bs-Cyrl-BA"/>
        </w:rPr>
        <w:t>п</w:t>
      </w:r>
      <w:proofErr w:type="spellStart"/>
      <w:r w:rsidR="00CB3767" w:rsidRPr="00202B55">
        <w:rPr>
          <w:rFonts w:ascii="Arial" w:hAnsi="Arial" w:cs="Times New Roman"/>
          <w:bCs/>
        </w:rPr>
        <w:t>окрета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r w:rsidR="00492AA3">
        <w:rPr>
          <w:rFonts w:ascii="Arial" w:hAnsi="Arial" w:cs="Times New Roman"/>
          <w:bCs/>
          <w:lang w:val="bs-Cyrl-BA"/>
        </w:rPr>
        <w:t>Ц</w:t>
      </w:r>
      <w:proofErr w:type="spellStart"/>
      <w:r w:rsidR="00CB3767" w:rsidRPr="00202B55">
        <w:rPr>
          <w:rFonts w:ascii="Arial" w:hAnsi="Arial" w:cs="Times New Roman"/>
          <w:bCs/>
        </w:rPr>
        <w:t>рвеног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крста</w:t>
      </w:r>
      <w:proofErr w:type="spellEnd"/>
      <w:r w:rsidR="00CB3767" w:rsidRPr="00202B55">
        <w:rPr>
          <w:rFonts w:ascii="Arial" w:hAnsi="Arial" w:cs="Times New Roman"/>
          <w:bCs/>
        </w:rPr>
        <w:t xml:space="preserve">, </w:t>
      </w:r>
      <w:r w:rsidR="00492AA3">
        <w:rPr>
          <w:rFonts w:ascii="Arial" w:hAnsi="Arial" w:cs="Times New Roman"/>
          <w:bCs/>
          <w:lang w:val="bs-Cyrl-BA"/>
        </w:rPr>
        <w:t>м</w:t>
      </w:r>
      <w:proofErr w:type="spellStart"/>
      <w:r w:rsidR="00CB3767" w:rsidRPr="00202B55">
        <w:rPr>
          <w:rFonts w:ascii="Arial" w:hAnsi="Arial" w:cs="Times New Roman"/>
          <w:bCs/>
        </w:rPr>
        <w:t>исли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мине</w:t>
      </w:r>
      <w:proofErr w:type="spellEnd"/>
      <w:r w:rsidR="00CB3767" w:rsidRPr="00202B55">
        <w:rPr>
          <w:rFonts w:ascii="Arial" w:hAnsi="Arial" w:cs="Times New Roman"/>
          <w:bCs/>
        </w:rPr>
        <w:t xml:space="preserve">, </w:t>
      </w:r>
      <w:proofErr w:type="spellStart"/>
      <w:r w:rsidR="00DB2FA7" w:rsidRPr="00202B55">
        <w:rPr>
          <w:rFonts w:ascii="Arial" w:hAnsi="Arial" w:cs="Times New Roman"/>
          <w:bCs/>
        </w:rPr>
        <w:t>те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су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обиљежени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важни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датуми</w:t>
      </w:r>
      <w:proofErr w:type="spellEnd"/>
      <w:r w:rsidR="00CB3767" w:rsidRPr="00202B55">
        <w:rPr>
          <w:rFonts w:ascii="Arial" w:hAnsi="Arial" w:cs="Times New Roman"/>
          <w:bCs/>
        </w:rPr>
        <w:t xml:space="preserve">: </w:t>
      </w:r>
      <w:proofErr w:type="spellStart"/>
      <w:r w:rsidR="00CB3767" w:rsidRPr="00202B55">
        <w:rPr>
          <w:rFonts w:ascii="Arial" w:hAnsi="Arial" w:cs="Times New Roman"/>
          <w:bCs/>
        </w:rPr>
        <w:t>Дјечија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недеља</w:t>
      </w:r>
      <w:proofErr w:type="spellEnd"/>
      <w:r w:rsidR="00CB3767" w:rsidRPr="00202B55">
        <w:rPr>
          <w:rFonts w:ascii="Arial" w:hAnsi="Arial" w:cs="Times New Roman"/>
          <w:bCs/>
        </w:rPr>
        <w:t xml:space="preserve">, </w:t>
      </w:r>
      <w:proofErr w:type="spellStart"/>
      <w:r w:rsidR="00CB3767" w:rsidRPr="00202B55">
        <w:rPr>
          <w:rFonts w:ascii="Arial" w:hAnsi="Arial" w:cs="Times New Roman"/>
          <w:bCs/>
        </w:rPr>
        <w:t>Свјетски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дан</w:t>
      </w:r>
      <w:proofErr w:type="spellEnd"/>
      <w:r w:rsidR="00CB3767" w:rsidRPr="00202B55">
        <w:rPr>
          <w:rFonts w:ascii="Arial" w:hAnsi="Arial" w:cs="Times New Roman"/>
          <w:bCs/>
        </w:rPr>
        <w:t xml:space="preserve"> и </w:t>
      </w:r>
      <w:proofErr w:type="spellStart"/>
      <w:r w:rsidR="00CB3767" w:rsidRPr="00202B55">
        <w:rPr>
          <w:rFonts w:ascii="Arial" w:hAnsi="Arial" w:cs="Times New Roman"/>
          <w:bCs/>
        </w:rPr>
        <w:t>недеља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Црвеног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крста</w:t>
      </w:r>
      <w:proofErr w:type="spellEnd"/>
      <w:r w:rsidR="00CB3767" w:rsidRPr="00202B55">
        <w:rPr>
          <w:rFonts w:ascii="Arial" w:hAnsi="Arial" w:cs="Times New Roman"/>
          <w:bCs/>
        </w:rPr>
        <w:t xml:space="preserve">, </w:t>
      </w:r>
      <w:proofErr w:type="spellStart"/>
      <w:r w:rsidR="00CB3767" w:rsidRPr="00202B55">
        <w:rPr>
          <w:rFonts w:ascii="Arial" w:hAnsi="Arial" w:cs="Times New Roman"/>
          <w:bCs/>
        </w:rPr>
        <w:t>Свјетски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дан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прве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помоћи</w:t>
      </w:r>
      <w:proofErr w:type="spellEnd"/>
      <w:r w:rsidR="00CB3767" w:rsidRPr="00202B55">
        <w:rPr>
          <w:rFonts w:ascii="Arial" w:hAnsi="Arial" w:cs="Times New Roman"/>
          <w:bCs/>
        </w:rPr>
        <w:t xml:space="preserve">, </w:t>
      </w:r>
      <w:proofErr w:type="spellStart"/>
      <w:r w:rsidR="00CB3767" w:rsidRPr="00202B55">
        <w:rPr>
          <w:rFonts w:ascii="Arial" w:hAnsi="Arial" w:cs="Times New Roman"/>
          <w:bCs/>
        </w:rPr>
        <w:t>Недеља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борбе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против</w:t>
      </w:r>
      <w:proofErr w:type="spellEnd"/>
      <w:r w:rsidR="00CB3767" w:rsidRPr="00202B55">
        <w:rPr>
          <w:rFonts w:ascii="Arial" w:hAnsi="Arial" w:cs="Times New Roman"/>
          <w:bCs/>
        </w:rPr>
        <w:t xml:space="preserve"> </w:t>
      </w:r>
      <w:proofErr w:type="spellStart"/>
      <w:r w:rsidR="00CB3767" w:rsidRPr="00202B55">
        <w:rPr>
          <w:rFonts w:ascii="Arial" w:hAnsi="Arial" w:cs="Times New Roman"/>
          <w:bCs/>
        </w:rPr>
        <w:t>туберкулозе</w:t>
      </w:r>
      <w:proofErr w:type="spellEnd"/>
      <w:r w:rsidR="00CB3767" w:rsidRPr="00202B55">
        <w:rPr>
          <w:rFonts w:ascii="Arial" w:hAnsi="Arial" w:cs="Times New Roman"/>
          <w:bCs/>
        </w:rPr>
        <w:t xml:space="preserve">, </w:t>
      </w:r>
      <w:proofErr w:type="spellStart"/>
      <w:r w:rsidR="00DB2FA7" w:rsidRPr="00202B55">
        <w:rPr>
          <w:rFonts w:ascii="Arial" w:hAnsi="Arial" w:cs="Times New Roman"/>
          <w:bCs/>
        </w:rPr>
        <w:t>Свјетски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дан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сјећања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на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жртве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саобраћајних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незгода</w:t>
      </w:r>
      <w:proofErr w:type="spellEnd"/>
      <w:r w:rsidR="00DB2FA7" w:rsidRPr="00202B55">
        <w:rPr>
          <w:rFonts w:ascii="Arial" w:hAnsi="Arial" w:cs="Times New Roman"/>
          <w:bCs/>
        </w:rPr>
        <w:t xml:space="preserve">, </w:t>
      </w:r>
      <w:proofErr w:type="spellStart"/>
      <w:r w:rsidR="00DB2FA7" w:rsidRPr="00202B55">
        <w:rPr>
          <w:rFonts w:ascii="Arial" w:hAnsi="Arial" w:cs="Times New Roman"/>
          <w:bCs/>
        </w:rPr>
        <w:t>Свјетски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дан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борбе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против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сиде</w:t>
      </w:r>
      <w:proofErr w:type="spellEnd"/>
      <w:r w:rsidR="00EE4898">
        <w:rPr>
          <w:rFonts w:ascii="Arial" w:hAnsi="Arial" w:cs="Times New Roman"/>
          <w:bCs/>
        </w:rPr>
        <w:t xml:space="preserve"> </w:t>
      </w:r>
      <w:r w:rsidR="00EE4898">
        <w:rPr>
          <w:rFonts w:ascii="Arial" w:hAnsi="Arial" w:cs="Times New Roman"/>
          <w:bCs/>
          <w:lang w:val="bs-Cyrl-BA"/>
        </w:rPr>
        <w:t xml:space="preserve">и </w:t>
      </w:r>
      <w:proofErr w:type="spellStart"/>
      <w:r w:rsidR="00DB2FA7" w:rsidRPr="00202B55">
        <w:rPr>
          <w:rFonts w:ascii="Arial" w:hAnsi="Arial" w:cs="Times New Roman"/>
          <w:bCs/>
        </w:rPr>
        <w:t>Недеља</w:t>
      </w:r>
      <w:proofErr w:type="spellEnd"/>
      <w:r w:rsidR="00DB2FA7" w:rsidRPr="00202B55">
        <w:rPr>
          <w:rFonts w:ascii="Arial" w:hAnsi="Arial" w:cs="Times New Roman"/>
          <w:bCs/>
        </w:rPr>
        <w:t xml:space="preserve"> </w:t>
      </w:r>
      <w:proofErr w:type="spellStart"/>
      <w:r w:rsidR="00DB2FA7" w:rsidRPr="00202B55">
        <w:rPr>
          <w:rFonts w:ascii="Arial" w:hAnsi="Arial" w:cs="Times New Roman"/>
          <w:bCs/>
        </w:rPr>
        <w:t>солидарности</w:t>
      </w:r>
      <w:proofErr w:type="spellEnd"/>
      <w:r w:rsidR="00202B55">
        <w:rPr>
          <w:rFonts w:ascii="Arial" w:hAnsi="Arial" w:cs="Times New Roman"/>
          <w:bCs/>
          <w:lang w:val="sr-Cyrl-BA"/>
        </w:rPr>
        <w:t>.</w:t>
      </w:r>
    </w:p>
    <w:p w14:paraId="1D95069F" w14:textId="31022D39" w:rsidR="004461FE" w:rsidRDefault="004461FE" w:rsidP="00A53962">
      <w:pPr>
        <w:jc w:val="both"/>
        <w:rPr>
          <w:rFonts w:ascii="Arial" w:hAnsi="Arial" w:cs="Times New Roman"/>
          <w:bCs/>
          <w:color w:val="FF0000"/>
        </w:rPr>
      </w:pPr>
    </w:p>
    <w:p w14:paraId="3B8DBF6B" w14:textId="47F5524C" w:rsidR="006B43D9" w:rsidRDefault="006B43D9" w:rsidP="00A53962">
      <w:pPr>
        <w:jc w:val="both"/>
        <w:rPr>
          <w:rFonts w:ascii="Arial" w:hAnsi="Arial" w:cs="Times New Roman"/>
          <w:bCs/>
          <w:color w:val="FF0000"/>
        </w:rPr>
      </w:pPr>
    </w:p>
    <w:p w14:paraId="29631310" w14:textId="77777777" w:rsidR="006B43D9" w:rsidRDefault="006B43D9" w:rsidP="00A53962">
      <w:pPr>
        <w:jc w:val="both"/>
        <w:rPr>
          <w:rFonts w:ascii="Arial" w:hAnsi="Arial" w:cs="Times New Roman"/>
          <w:bCs/>
          <w:color w:val="FF0000"/>
        </w:rPr>
      </w:pPr>
    </w:p>
    <w:p w14:paraId="539AFCCC" w14:textId="1A4577F3" w:rsidR="00EE4898" w:rsidRPr="00147DFE" w:rsidRDefault="00EE4898" w:rsidP="00EE4898">
      <w:pPr>
        <w:jc w:val="both"/>
        <w:rPr>
          <w:rFonts w:ascii="Arial" w:hAnsi="Arial" w:cs="Arial"/>
        </w:rPr>
      </w:pPr>
      <w:proofErr w:type="spellStart"/>
      <w:r w:rsidRPr="00147DFE">
        <w:rPr>
          <w:rFonts w:ascii="Arial" w:hAnsi="Arial" w:cs="Arial"/>
        </w:rPr>
        <w:lastRenderedPageBreak/>
        <w:t>Међународни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дан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волонтера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обиљежен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је</w:t>
      </w:r>
      <w:proofErr w:type="spellEnd"/>
      <w:r w:rsidRPr="00147DFE">
        <w:rPr>
          <w:rFonts w:ascii="Arial" w:hAnsi="Arial" w:cs="Arial"/>
        </w:rPr>
        <w:t xml:space="preserve"> у </w:t>
      </w:r>
      <w:proofErr w:type="spellStart"/>
      <w:r w:rsidRPr="00147DFE">
        <w:rPr>
          <w:rFonts w:ascii="Arial" w:hAnsi="Arial" w:cs="Arial"/>
        </w:rPr>
        <w:t>децембру</w:t>
      </w:r>
      <w:proofErr w:type="spellEnd"/>
      <w:r w:rsidRPr="00147DFE">
        <w:rPr>
          <w:rFonts w:ascii="Arial" w:hAnsi="Arial" w:cs="Arial"/>
        </w:rPr>
        <w:t xml:space="preserve"> и </w:t>
      </w:r>
      <w:proofErr w:type="spellStart"/>
      <w:r w:rsidRPr="00147DFE">
        <w:rPr>
          <w:rFonts w:ascii="Arial" w:hAnsi="Arial" w:cs="Arial"/>
        </w:rPr>
        <w:t>том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приликом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уручене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су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награде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за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волонтере</w:t>
      </w:r>
      <w:proofErr w:type="spellEnd"/>
      <w:r w:rsidRPr="00147DFE">
        <w:rPr>
          <w:rFonts w:ascii="Arial" w:hAnsi="Arial" w:cs="Arial"/>
        </w:rPr>
        <w:t xml:space="preserve">, </w:t>
      </w:r>
      <w:proofErr w:type="spellStart"/>
      <w:r w:rsidRPr="00147DFE">
        <w:rPr>
          <w:rFonts w:ascii="Arial" w:hAnsi="Arial" w:cs="Arial"/>
        </w:rPr>
        <w:t>који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су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дали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посебан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допринос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развоју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волонтирања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током</w:t>
      </w:r>
      <w:proofErr w:type="spellEnd"/>
      <w:r w:rsidRPr="00147DFE">
        <w:rPr>
          <w:rFonts w:ascii="Arial" w:hAnsi="Arial" w:cs="Arial"/>
        </w:rPr>
        <w:t xml:space="preserve"> 202</w:t>
      </w:r>
      <w:r>
        <w:rPr>
          <w:rFonts w:ascii="Arial" w:hAnsi="Arial" w:cs="Arial"/>
          <w:lang w:val="bs-Cyrl-BA"/>
        </w:rPr>
        <w:t>5</w:t>
      </w:r>
      <w:r w:rsidRPr="00147DFE">
        <w:rPr>
          <w:rFonts w:ascii="Arial" w:hAnsi="Arial" w:cs="Arial"/>
        </w:rPr>
        <w:t xml:space="preserve">. </w:t>
      </w:r>
      <w:proofErr w:type="spellStart"/>
      <w:r w:rsidRPr="00147DFE">
        <w:rPr>
          <w:rFonts w:ascii="Arial" w:hAnsi="Arial" w:cs="Arial"/>
        </w:rPr>
        <w:t>године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на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основу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регистрованих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волонтерских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сати</w:t>
      </w:r>
      <w:proofErr w:type="spellEnd"/>
      <w:r w:rsidRPr="00147DFE">
        <w:rPr>
          <w:rFonts w:ascii="Arial" w:hAnsi="Arial" w:cs="Arial"/>
        </w:rPr>
        <w:t xml:space="preserve"> и </w:t>
      </w:r>
      <w:proofErr w:type="spellStart"/>
      <w:r w:rsidRPr="00147DFE">
        <w:rPr>
          <w:rFonts w:ascii="Arial" w:hAnsi="Arial" w:cs="Arial"/>
        </w:rPr>
        <w:t>степена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ангажовања</w:t>
      </w:r>
      <w:proofErr w:type="spellEnd"/>
      <w:r w:rsidRPr="00147DFE">
        <w:rPr>
          <w:rFonts w:ascii="Arial" w:hAnsi="Arial" w:cs="Arial"/>
        </w:rPr>
        <w:t xml:space="preserve"> у </w:t>
      </w:r>
      <w:proofErr w:type="spellStart"/>
      <w:r w:rsidRPr="00147DFE">
        <w:rPr>
          <w:rFonts w:ascii="Arial" w:hAnsi="Arial" w:cs="Arial"/>
        </w:rPr>
        <w:t>заједници</w:t>
      </w:r>
      <w:proofErr w:type="spellEnd"/>
      <w:r w:rsidRPr="00147DFE">
        <w:rPr>
          <w:rFonts w:ascii="Arial" w:hAnsi="Arial" w:cs="Arial"/>
        </w:rPr>
        <w:t xml:space="preserve">. </w:t>
      </w:r>
      <w:proofErr w:type="spellStart"/>
      <w:r w:rsidRPr="00147DFE">
        <w:rPr>
          <w:rFonts w:ascii="Arial" w:hAnsi="Arial" w:cs="Arial"/>
        </w:rPr>
        <w:t>Догађај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је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промовисан</w:t>
      </w:r>
      <w:proofErr w:type="spellEnd"/>
      <w:r w:rsidRPr="00147DFE">
        <w:rPr>
          <w:rFonts w:ascii="Arial" w:hAnsi="Arial" w:cs="Arial"/>
        </w:rPr>
        <w:t xml:space="preserve"> у </w:t>
      </w:r>
      <w:proofErr w:type="spellStart"/>
      <w:r w:rsidRPr="00147DFE">
        <w:rPr>
          <w:rFonts w:ascii="Arial" w:hAnsi="Arial" w:cs="Arial"/>
        </w:rPr>
        <w:t>медијима</w:t>
      </w:r>
      <w:proofErr w:type="spellEnd"/>
      <w:r w:rsidRPr="00147DFE">
        <w:rPr>
          <w:rFonts w:ascii="Arial" w:hAnsi="Arial" w:cs="Arial"/>
        </w:rPr>
        <w:t xml:space="preserve"> и </w:t>
      </w:r>
      <w:proofErr w:type="spellStart"/>
      <w:r w:rsidRPr="00147DFE">
        <w:rPr>
          <w:rFonts w:ascii="Arial" w:hAnsi="Arial" w:cs="Arial"/>
        </w:rPr>
        <w:t>на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друштвеним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мрежама</w:t>
      </w:r>
      <w:proofErr w:type="spellEnd"/>
      <w:r w:rsidRPr="00147DFE">
        <w:rPr>
          <w:rFonts w:ascii="Arial" w:hAnsi="Arial" w:cs="Arial"/>
        </w:rPr>
        <w:t xml:space="preserve"> а </w:t>
      </w:r>
      <w:proofErr w:type="spellStart"/>
      <w:r w:rsidRPr="00147DFE">
        <w:rPr>
          <w:rFonts w:ascii="Arial" w:hAnsi="Arial" w:cs="Arial"/>
        </w:rPr>
        <w:t>самим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тим</w:t>
      </w:r>
      <w:proofErr w:type="spellEnd"/>
      <w:r w:rsidRPr="00147DFE">
        <w:rPr>
          <w:rFonts w:ascii="Arial" w:hAnsi="Arial" w:cs="Arial"/>
        </w:rPr>
        <w:t xml:space="preserve"> и </w:t>
      </w:r>
      <w:r>
        <w:rPr>
          <w:rFonts w:ascii="Arial" w:hAnsi="Arial" w:cs="Arial"/>
          <w:lang w:val="bs-Cyrl-BA"/>
        </w:rPr>
        <w:t>Градска организација Црвеног крста</w:t>
      </w:r>
      <w:r w:rsidRPr="00147DFE">
        <w:rPr>
          <w:rFonts w:ascii="Arial" w:hAnsi="Arial" w:cs="Arial"/>
        </w:rPr>
        <w:t xml:space="preserve"> и </w:t>
      </w:r>
      <w:proofErr w:type="spellStart"/>
      <w:r w:rsidRPr="00147DFE">
        <w:rPr>
          <w:rFonts w:ascii="Arial" w:hAnsi="Arial" w:cs="Arial"/>
        </w:rPr>
        <w:t>Градишка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као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град</w:t>
      </w:r>
      <w:proofErr w:type="spellEnd"/>
      <w:r w:rsidRPr="00147DFE">
        <w:rPr>
          <w:rFonts w:ascii="Arial" w:hAnsi="Arial" w:cs="Arial"/>
        </w:rPr>
        <w:t xml:space="preserve"> </w:t>
      </w:r>
      <w:r w:rsidR="00A12251">
        <w:rPr>
          <w:rFonts w:ascii="Arial" w:hAnsi="Arial" w:cs="Arial"/>
          <w:lang w:val="bs-Cyrl-BA"/>
        </w:rPr>
        <w:t>„</w:t>
      </w:r>
      <w:proofErr w:type="spellStart"/>
      <w:r w:rsidRPr="00147DFE">
        <w:rPr>
          <w:rFonts w:ascii="Arial" w:hAnsi="Arial" w:cs="Arial"/>
        </w:rPr>
        <w:t>који</w:t>
      </w:r>
      <w:proofErr w:type="spellEnd"/>
      <w:r w:rsidRPr="00147DFE">
        <w:rPr>
          <w:rFonts w:ascii="Arial" w:hAnsi="Arial" w:cs="Arial"/>
        </w:rPr>
        <w:t xml:space="preserve"> </w:t>
      </w:r>
      <w:proofErr w:type="spellStart"/>
      <w:r w:rsidRPr="00147DFE">
        <w:rPr>
          <w:rFonts w:ascii="Arial" w:hAnsi="Arial" w:cs="Arial"/>
        </w:rPr>
        <w:t>волонтира</w:t>
      </w:r>
      <w:proofErr w:type="spellEnd"/>
      <w:r w:rsidRPr="00147DFE">
        <w:rPr>
          <w:rFonts w:ascii="Arial" w:hAnsi="Arial" w:cs="Arial"/>
        </w:rPr>
        <w:t>”.</w:t>
      </w:r>
    </w:p>
    <w:p w14:paraId="223B2F86" w14:textId="77777777" w:rsidR="00EE4898" w:rsidRPr="00255CAA" w:rsidRDefault="00EE4898" w:rsidP="00A53962">
      <w:pPr>
        <w:jc w:val="both"/>
        <w:rPr>
          <w:rFonts w:ascii="Arial" w:hAnsi="Arial" w:cs="Times New Roman"/>
          <w:bCs/>
          <w:color w:val="FF0000"/>
        </w:rPr>
      </w:pPr>
    </w:p>
    <w:p w14:paraId="20165154" w14:textId="42DB5F05" w:rsidR="00A53962" w:rsidRPr="0000075F" w:rsidRDefault="00A53962" w:rsidP="00A53962">
      <w:pPr>
        <w:jc w:val="both"/>
        <w:rPr>
          <w:rFonts w:ascii="Arial" w:hAnsi="Arial" w:cs="Arial"/>
          <w:lang w:val="sr-Cyrl-CS"/>
        </w:rPr>
      </w:pPr>
      <w:proofErr w:type="spellStart"/>
      <w:r w:rsidRPr="00C13CF1">
        <w:rPr>
          <w:rFonts w:ascii="Arial" w:hAnsi="Arial" w:cs="Arial"/>
        </w:rPr>
        <w:t>Волонтери</w:t>
      </w:r>
      <w:proofErr w:type="spellEnd"/>
      <w:r w:rsidR="00EE4898" w:rsidRPr="00C13CF1">
        <w:rPr>
          <w:rFonts w:ascii="Arial" w:hAnsi="Arial" w:cs="Arial"/>
        </w:rPr>
        <w:t xml:space="preserve"> </w:t>
      </w:r>
      <w:proofErr w:type="spellStart"/>
      <w:r w:rsidR="00EE4898" w:rsidRPr="00C13CF1">
        <w:rPr>
          <w:rFonts w:ascii="Arial" w:hAnsi="Arial" w:cs="Arial"/>
        </w:rPr>
        <w:t>Градске</w:t>
      </w:r>
      <w:proofErr w:type="spellEnd"/>
      <w:r w:rsidR="00EE4898" w:rsidRPr="00C13CF1">
        <w:rPr>
          <w:rFonts w:ascii="Arial" w:hAnsi="Arial" w:cs="Arial"/>
        </w:rPr>
        <w:t xml:space="preserve"> </w:t>
      </w:r>
      <w:proofErr w:type="spellStart"/>
      <w:r w:rsidR="00EE4898" w:rsidRPr="00C13CF1">
        <w:rPr>
          <w:rFonts w:ascii="Arial" w:hAnsi="Arial" w:cs="Arial"/>
        </w:rPr>
        <w:t>организације</w:t>
      </w:r>
      <w:proofErr w:type="spellEnd"/>
      <w:r w:rsidR="00EE4898" w:rsidRPr="00C13CF1">
        <w:rPr>
          <w:rFonts w:ascii="Arial" w:hAnsi="Arial" w:cs="Arial"/>
        </w:rPr>
        <w:t xml:space="preserve"> </w:t>
      </w:r>
      <w:proofErr w:type="spellStart"/>
      <w:r w:rsidR="00EE4898" w:rsidRPr="00C13CF1">
        <w:rPr>
          <w:rFonts w:ascii="Arial" w:hAnsi="Arial" w:cs="Arial"/>
        </w:rPr>
        <w:t>Црвеног</w:t>
      </w:r>
      <w:proofErr w:type="spellEnd"/>
      <w:r w:rsidR="00EE4898" w:rsidRPr="00C13CF1">
        <w:rPr>
          <w:rFonts w:ascii="Arial" w:hAnsi="Arial" w:cs="Arial"/>
        </w:rPr>
        <w:t xml:space="preserve"> </w:t>
      </w:r>
      <w:proofErr w:type="spellStart"/>
      <w:r w:rsidR="00EE4898" w:rsidRPr="00C13CF1">
        <w:rPr>
          <w:rFonts w:ascii="Arial" w:hAnsi="Arial" w:cs="Arial"/>
        </w:rPr>
        <w:t>крста</w:t>
      </w:r>
      <w:proofErr w:type="spellEnd"/>
      <w:r w:rsidR="00EE4898" w:rsidRPr="00C13CF1">
        <w:rPr>
          <w:rFonts w:ascii="Arial" w:hAnsi="Arial" w:cs="Arial"/>
        </w:rPr>
        <w:t xml:space="preserve"> </w:t>
      </w:r>
      <w:proofErr w:type="spellStart"/>
      <w:r w:rsidR="00EE4898" w:rsidRPr="00C13CF1">
        <w:rPr>
          <w:rFonts w:ascii="Arial" w:hAnsi="Arial" w:cs="Arial"/>
        </w:rPr>
        <w:t>Градишка</w:t>
      </w:r>
      <w:proofErr w:type="spellEnd"/>
      <w:r w:rsidR="00EE4898"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су</w:t>
      </w:r>
      <w:proofErr w:type="spellEnd"/>
      <w:r w:rsidRPr="00C13CF1">
        <w:rPr>
          <w:rFonts w:ascii="Arial" w:hAnsi="Arial" w:cs="Arial"/>
        </w:rPr>
        <w:t xml:space="preserve"> 202</w:t>
      </w:r>
      <w:r w:rsidR="00C37F49" w:rsidRPr="00C13CF1">
        <w:rPr>
          <w:rFonts w:ascii="Arial" w:hAnsi="Arial" w:cs="Arial"/>
        </w:rPr>
        <w:t>5</w:t>
      </w:r>
      <w:r w:rsidRPr="00C13CF1">
        <w:rPr>
          <w:rFonts w:ascii="Arial" w:hAnsi="Arial" w:cs="Arial"/>
        </w:rPr>
        <w:t xml:space="preserve">. </w:t>
      </w:r>
      <w:proofErr w:type="spellStart"/>
      <w:r w:rsidRPr="00C13CF1">
        <w:rPr>
          <w:rFonts w:ascii="Arial" w:hAnsi="Arial" w:cs="Arial"/>
        </w:rPr>
        <w:t>години</w:t>
      </w:r>
      <w:proofErr w:type="spellEnd"/>
      <w:r w:rsidR="0000075F" w:rsidRPr="00C13CF1">
        <w:rPr>
          <w:rFonts w:ascii="Arial" w:hAnsi="Arial" w:cs="Arial"/>
        </w:rPr>
        <w:t xml:space="preserve"> </w:t>
      </w:r>
      <w:proofErr w:type="spellStart"/>
      <w:r w:rsidR="0000075F" w:rsidRPr="00C13CF1">
        <w:rPr>
          <w:rFonts w:ascii="Arial" w:hAnsi="Arial" w:cs="Arial"/>
        </w:rPr>
        <w:t>укупно</w:t>
      </w:r>
      <w:proofErr w:type="spellEnd"/>
      <w:r w:rsidR="0000075F" w:rsidRPr="00C13CF1">
        <w:rPr>
          <w:rFonts w:ascii="Arial" w:hAnsi="Arial" w:cs="Arial"/>
        </w:rPr>
        <w:t xml:space="preserve"> </w:t>
      </w:r>
      <w:proofErr w:type="spellStart"/>
      <w:r w:rsidR="0000075F" w:rsidRPr="00C13CF1">
        <w:rPr>
          <w:rFonts w:ascii="Arial" w:hAnsi="Arial" w:cs="Arial"/>
        </w:rPr>
        <w:t>остварили</w:t>
      </w:r>
      <w:proofErr w:type="spellEnd"/>
      <w:r w:rsidR="0000075F" w:rsidRPr="00C13CF1">
        <w:rPr>
          <w:rFonts w:ascii="Arial" w:hAnsi="Arial" w:cs="Arial"/>
        </w:rPr>
        <w:t xml:space="preserve"> 2139 </w:t>
      </w:r>
      <w:proofErr w:type="spellStart"/>
      <w:r w:rsidR="0000075F" w:rsidRPr="00C13CF1">
        <w:rPr>
          <w:rFonts w:ascii="Arial" w:hAnsi="Arial" w:cs="Arial"/>
        </w:rPr>
        <w:t>волонтерских</w:t>
      </w:r>
      <w:proofErr w:type="spellEnd"/>
      <w:r w:rsidR="0000075F" w:rsidRPr="00C13CF1">
        <w:rPr>
          <w:rFonts w:ascii="Arial" w:hAnsi="Arial" w:cs="Arial"/>
        </w:rPr>
        <w:t xml:space="preserve"> </w:t>
      </w:r>
      <w:proofErr w:type="spellStart"/>
      <w:r w:rsidR="0000075F" w:rsidRPr="00C13CF1">
        <w:rPr>
          <w:rFonts w:ascii="Arial" w:hAnsi="Arial" w:cs="Arial"/>
        </w:rPr>
        <w:t>сати</w:t>
      </w:r>
      <w:proofErr w:type="spellEnd"/>
      <w:r w:rsidR="0000075F" w:rsidRPr="00C13CF1">
        <w:rPr>
          <w:rFonts w:ascii="Arial" w:hAnsi="Arial" w:cs="Arial"/>
        </w:rPr>
        <w:t xml:space="preserve">. </w:t>
      </w:r>
      <w:proofErr w:type="spellStart"/>
      <w:r w:rsidR="0000075F" w:rsidRPr="00C13CF1">
        <w:rPr>
          <w:rFonts w:ascii="Arial" w:hAnsi="Arial" w:cs="Arial"/>
        </w:rPr>
        <w:t>Поред</w:t>
      </w:r>
      <w:proofErr w:type="spellEnd"/>
      <w:r w:rsidR="0000075F" w:rsidRPr="00C13CF1">
        <w:rPr>
          <w:rFonts w:ascii="Arial" w:hAnsi="Arial" w:cs="Arial"/>
        </w:rPr>
        <w:t xml:space="preserve"> </w:t>
      </w:r>
      <w:proofErr w:type="spellStart"/>
      <w:r w:rsidR="0000075F" w:rsidRPr="00C13CF1">
        <w:rPr>
          <w:rFonts w:ascii="Arial" w:hAnsi="Arial" w:cs="Arial"/>
        </w:rPr>
        <w:t>наведеног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учествовали</w:t>
      </w:r>
      <w:proofErr w:type="spellEnd"/>
      <w:r w:rsidR="0000075F" w:rsidRPr="00C13CF1">
        <w:rPr>
          <w:rFonts w:ascii="Arial" w:hAnsi="Arial" w:cs="Arial"/>
        </w:rPr>
        <w:t xml:space="preserve"> </w:t>
      </w:r>
      <w:proofErr w:type="spellStart"/>
      <w:r w:rsidR="0000075F" w:rsidRPr="00C13CF1">
        <w:rPr>
          <w:rFonts w:ascii="Arial" w:hAnsi="Arial" w:cs="Arial"/>
        </w:rPr>
        <w:t>су</w:t>
      </w:r>
      <w:proofErr w:type="spellEnd"/>
      <w:r w:rsidRPr="00C13CF1">
        <w:rPr>
          <w:rFonts w:ascii="Arial" w:hAnsi="Arial" w:cs="Arial"/>
        </w:rPr>
        <w:t xml:space="preserve"> у </w:t>
      </w:r>
      <w:proofErr w:type="spellStart"/>
      <w:r w:rsidRPr="00C13CF1">
        <w:rPr>
          <w:rFonts w:ascii="Arial" w:hAnsi="Arial" w:cs="Arial"/>
        </w:rPr>
        <w:t>прикупљању</w:t>
      </w:r>
      <w:proofErr w:type="spellEnd"/>
      <w:r w:rsidRPr="00C13CF1">
        <w:rPr>
          <w:rFonts w:ascii="Arial" w:hAnsi="Arial" w:cs="Arial"/>
        </w:rPr>
        <w:t xml:space="preserve"> и </w:t>
      </w:r>
      <w:proofErr w:type="spellStart"/>
      <w:r w:rsidRPr="00C13CF1">
        <w:rPr>
          <w:rFonts w:ascii="Arial" w:hAnsi="Arial" w:cs="Arial"/>
        </w:rPr>
        <w:t>подјели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хуманитарне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помоћи</w:t>
      </w:r>
      <w:proofErr w:type="spellEnd"/>
      <w:r w:rsidRPr="00C13CF1">
        <w:rPr>
          <w:rFonts w:ascii="Arial" w:hAnsi="Arial" w:cs="Arial"/>
        </w:rPr>
        <w:t xml:space="preserve">, </w:t>
      </w:r>
      <w:proofErr w:type="spellStart"/>
      <w:r w:rsidRPr="00C13CF1">
        <w:rPr>
          <w:rFonts w:ascii="Arial" w:hAnsi="Arial" w:cs="Arial"/>
        </w:rPr>
        <w:t>прикупљању</w:t>
      </w:r>
      <w:proofErr w:type="spellEnd"/>
      <w:r w:rsidRPr="00C13CF1">
        <w:rPr>
          <w:rFonts w:ascii="Arial" w:hAnsi="Arial" w:cs="Arial"/>
        </w:rPr>
        <w:t xml:space="preserve"> и </w:t>
      </w:r>
      <w:proofErr w:type="spellStart"/>
      <w:r w:rsidRPr="00C13CF1">
        <w:rPr>
          <w:rFonts w:ascii="Arial" w:hAnsi="Arial" w:cs="Arial"/>
        </w:rPr>
        <w:t>подјели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новогодишњих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пакетића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дјеци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из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социјално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угрожених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породица</w:t>
      </w:r>
      <w:proofErr w:type="spellEnd"/>
      <w:r w:rsidRPr="00C13CF1">
        <w:rPr>
          <w:rFonts w:ascii="Arial" w:hAnsi="Arial" w:cs="Arial"/>
        </w:rPr>
        <w:t xml:space="preserve">, </w:t>
      </w:r>
      <w:proofErr w:type="spellStart"/>
      <w:r w:rsidRPr="00C13CF1">
        <w:rPr>
          <w:rFonts w:ascii="Arial" w:hAnsi="Arial" w:cs="Arial"/>
        </w:rPr>
        <w:t>помоћ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старима</w:t>
      </w:r>
      <w:proofErr w:type="spellEnd"/>
      <w:r w:rsidRPr="00C13CF1">
        <w:rPr>
          <w:rFonts w:ascii="Arial" w:hAnsi="Arial" w:cs="Arial"/>
        </w:rPr>
        <w:t xml:space="preserve"> и </w:t>
      </w:r>
      <w:proofErr w:type="spellStart"/>
      <w:r w:rsidRPr="00C13CF1">
        <w:rPr>
          <w:rFonts w:ascii="Arial" w:hAnsi="Arial" w:cs="Arial"/>
        </w:rPr>
        <w:t>изнемоглима</w:t>
      </w:r>
      <w:proofErr w:type="spellEnd"/>
      <w:r w:rsidRPr="00C13CF1">
        <w:rPr>
          <w:rFonts w:ascii="Arial" w:hAnsi="Arial" w:cs="Arial"/>
        </w:rPr>
        <w:t xml:space="preserve"> и </w:t>
      </w:r>
      <w:proofErr w:type="spellStart"/>
      <w:r w:rsidRPr="00C13CF1">
        <w:rPr>
          <w:rFonts w:ascii="Arial" w:hAnsi="Arial" w:cs="Arial"/>
        </w:rPr>
        <w:t>другим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сличним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акцијама</w:t>
      </w:r>
      <w:proofErr w:type="spellEnd"/>
      <w:r w:rsidRPr="00C13CF1">
        <w:rPr>
          <w:rFonts w:ascii="Arial" w:hAnsi="Arial" w:cs="Arial"/>
        </w:rPr>
        <w:t>.</w:t>
      </w:r>
      <w:r w:rsidR="0000075F"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Осим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школа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="00703B33" w:rsidRPr="00C13CF1">
        <w:rPr>
          <w:rFonts w:ascii="Arial" w:hAnsi="Arial" w:cs="Arial"/>
        </w:rPr>
        <w:t>активн</w:t>
      </w:r>
      <w:r w:rsidR="004461FE" w:rsidRPr="00C13CF1">
        <w:rPr>
          <w:rFonts w:ascii="Arial" w:hAnsi="Arial" w:cs="Arial"/>
        </w:rPr>
        <w:t>ости</w:t>
      </w:r>
      <w:proofErr w:type="spellEnd"/>
      <w:r w:rsidR="004461FE" w:rsidRPr="00C13CF1">
        <w:rPr>
          <w:rFonts w:ascii="Arial" w:hAnsi="Arial" w:cs="Arial"/>
        </w:rPr>
        <w:t xml:space="preserve"> </w:t>
      </w:r>
      <w:proofErr w:type="spellStart"/>
      <w:r w:rsidR="004461FE" w:rsidRPr="00C13CF1">
        <w:rPr>
          <w:rFonts w:ascii="Arial" w:hAnsi="Arial" w:cs="Arial"/>
        </w:rPr>
        <w:t>се</w:t>
      </w:r>
      <w:proofErr w:type="spellEnd"/>
      <w:r w:rsidR="004461FE" w:rsidRPr="00C13CF1">
        <w:rPr>
          <w:rFonts w:ascii="Arial" w:hAnsi="Arial" w:cs="Arial"/>
        </w:rPr>
        <w:t xml:space="preserve"> </w:t>
      </w:r>
      <w:proofErr w:type="spellStart"/>
      <w:r w:rsidR="004461FE" w:rsidRPr="00C13CF1">
        <w:rPr>
          <w:rFonts w:ascii="Arial" w:hAnsi="Arial" w:cs="Arial"/>
        </w:rPr>
        <w:t>спроводе</w:t>
      </w:r>
      <w:proofErr w:type="spellEnd"/>
      <w:r w:rsidR="004461FE" w:rsidRPr="00C13CF1">
        <w:rPr>
          <w:rFonts w:ascii="Arial" w:hAnsi="Arial" w:cs="Arial"/>
        </w:rPr>
        <w:t xml:space="preserve"> и </w:t>
      </w:r>
      <w:r w:rsidR="00B92A03" w:rsidRPr="00C13CF1">
        <w:rPr>
          <w:rFonts w:ascii="Arial" w:hAnsi="Arial" w:cs="Arial"/>
        </w:rPr>
        <w:t xml:space="preserve">у </w:t>
      </w:r>
      <w:proofErr w:type="spellStart"/>
      <w:r w:rsidR="00B92A03" w:rsidRPr="00C13CF1">
        <w:rPr>
          <w:rFonts w:ascii="Arial" w:hAnsi="Arial" w:cs="Arial"/>
        </w:rPr>
        <w:t>сарадњи</w:t>
      </w:r>
      <w:proofErr w:type="spellEnd"/>
      <w:r w:rsidR="00B92A03" w:rsidRPr="00C13CF1">
        <w:rPr>
          <w:rFonts w:ascii="Arial" w:hAnsi="Arial" w:cs="Arial"/>
        </w:rPr>
        <w:t xml:space="preserve"> </w:t>
      </w:r>
      <w:proofErr w:type="spellStart"/>
      <w:r w:rsidR="004461FE" w:rsidRPr="00C13CF1">
        <w:rPr>
          <w:rFonts w:ascii="Arial" w:hAnsi="Arial" w:cs="Arial"/>
        </w:rPr>
        <w:t>са</w:t>
      </w:r>
      <w:proofErr w:type="spellEnd"/>
      <w:r w:rsidR="004461FE"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мјесним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заједницама</w:t>
      </w:r>
      <w:proofErr w:type="spellEnd"/>
      <w:r w:rsidRPr="00C13CF1">
        <w:rPr>
          <w:rFonts w:ascii="Arial" w:hAnsi="Arial" w:cs="Arial"/>
        </w:rPr>
        <w:t xml:space="preserve">, </w:t>
      </w:r>
      <w:proofErr w:type="spellStart"/>
      <w:r w:rsidR="00B92A03" w:rsidRPr="00C13CF1">
        <w:rPr>
          <w:rFonts w:ascii="Arial" w:hAnsi="Arial" w:cs="Arial"/>
        </w:rPr>
        <w:t>које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су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углавном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активн</w:t>
      </w:r>
      <w:r w:rsidR="004461FE" w:rsidRPr="00C13CF1">
        <w:rPr>
          <w:rFonts w:ascii="Arial" w:hAnsi="Arial" w:cs="Arial"/>
        </w:rPr>
        <w:t>е</w:t>
      </w:r>
      <w:proofErr w:type="spellEnd"/>
      <w:r w:rsidRPr="00C13CF1">
        <w:rPr>
          <w:rFonts w:ascii="Arial" w:hAnsi="Arial" w:cs="Arial"/>
        </w:rPr>
        <w:t xml:space="preserve"> у </w:t>
      </w:r>
      <w:proofErr w:type="spellStart"/>
      <w:r w:rsidRPr="00C13CF1">
        <w:rPr>
          <w:rFonts w:ascii="Arial" w:hAnsi="Arial" w:cs="Arial"/>
        </w:rPr>
        <w:t>социјалним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активностима</w:t>
      </w:r>
      <w:proofErr w:type="spellEnd"/>
      <w:r w:rsidRPr="00C13CF1">
        <w:rPr>
          <w:rFonts w:ascii="Arial" w:hAnsi="Arial" w:cs="Arial"/>
        </w:rPr>
        <w:t xml:space="preserve"> и </w:t>
      </w:r>
      <w:proofErr w:type="spellStart"/>
      <w:r w:rsidRPr="00C13CF1">
        <w:rPr>
          <w:rFonts w:ascii="Arial" w:hAnsi="Arial" w:cs="Arial"/>
        </w:rPr>
        <w:t>на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анимирању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добровољног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давалаштва</w:t>
      </w:r>
      <w:proofErr w:type="spellEnd"/>
      <w:r w:rsidRPr="00C13CF1">
        <w:rPr>
          <w:rFonts w:ascii="Arial" w:hAnsi="Arial" w:cs="Arial"/>
        </w:rPr>
        <w:t xml:space="preserve"> </w:t>
      </w:r>
      <w:proofErr w:type="spellStart"/>
      <w:r w:rsidRPr="00C13CF1">
        <w:rPr>
          <w:rFonts w:ascii="Arial" w:hAnsi="Arial" w:cs="Arial"/>
        </w:rPr>
        <w:t>крви</w:t>
      </w:r>
      <w:proofErr w:type="spellEnd"/>
      <w:r w:rsidRPr="00202B55">
        <w:rPr>
          <w:rFonts w:ascii="Arial" w:hAnsi="Arial" w:cs="Times New Roman"/>
        </w:rPr>
        <w:t>.</w:t>
      </w:r>
    </w:p>
    <w:p w14:paraId="5CC5EDF0" w14:textId="3045F98A" w:rsidR="00C37F49" w:rsidRDefault="00C37F49" w:rsidP="00A53962">
      <w:pPr>
        <w:jc w:val="both"/>
        <w:rPr>
          <w:rFonts w:ascii="Arial" w:hAnsi="Arial" w:cs="Times New Roman"/>
        </w:rPr>
      </w:pPr>
    </w:p>
    <w:p w14:paraId="0782E573" w14:textId="77777777" w:rsidR="00C37F49" w:rsidRPr="00202B55" w:rsidRDefault="00C37F49" w:rsidP="00A53962">
      <w:pPr>
        <w:jc w:val="both"/>
        <w:rPr>
          <w:rFonts w:ascii="Arial" w:hAnsi="Arial" w:cs="Times New Roman"/>
        </w:rPr>
      </w:pPr>
    </w:p>
    <w:p w14:paraId="514CFCFD" w14:textId="77777777" w:rsidR="009D72C9" w:rsidRPr="009F099D" w:rsidRDefault="009D72C9" w:rsidP="00B92A03">
      <w:pPr>
        <w:jc w:val="both"/>
        <w:rPr>
          <w:rFonts w:ascii="Arial" w:hAnsi="Arial" w:cs="Arial"/>
        </w:rPr>
      </w:pPr>
    </w:p>
    <w:p w14:paraId="3B7DBAB2" w14:textId="77777777" w:rsidR="002C6A32" w:rsidRPr="009F099D" w:rsidRDefault="002C6A32" w:rsidP="002C6A32">
      <w:pPr>
        <w:pStyle w:val="ListParagraph"/>
        <w:spacing w:after="200" w:line="276" w:lineRule="auto"/>
        <w:ind w:left="0"/>
        <w:jc w:val="both"/>
        <w:rPr>
          <w:rFonts w:ascii="Arial" w:hAnsi="Arial" w:cs="Arial"/>
          <w:b/>
          <w:lang w:val="sr-Cyrl-BA"/>
        </w:rPr>
      </w:pPr>
    </w:p>
    <w:p w14:paraId="617018A7" w14:textId="77777777" w:rsidR="00B92A03" w:rsidRPr="00773B77" w:rsidRDefault="00B92A03" w:rsidP="00B92A03">
      <w:pPr>
        <w:tabs>
          <w:tab w:val="left" w:pos="2208"/>
        </w:tabs>
        <w:jc w:val="both"/>
        <w:rPr>
          <w:rFonts w:ascii="Arial" w:hAnsi="Arial" w:cs="Arial"/>
          <w:b/>
        </w:rPr>
      </w:pPr>
      <w:r w:rsidRPr="00773B77">
        <w:rPr>
          <w:rFonts w:ascii="Arial" w:hAnsi="Arial" w:cs="Arial"/>
          <w:b/>
          <w:lang w:val="sr-Cyrl-BA"/>
        </w:rPr>
        <w:t>ОБРАЂИВАЧ</w:t>
      </w:r>
      <w:r w:rsidRPr="00773B77">
        <w:rPr>
          <w:rFonts w:ascii="Arial" w:hAnsi="Arial" w:cs="Arial"/>
          <w:b/>
        </w:rPr>
        <w:t>:</w:t>
      </w:r>
      <w:r w:rsidRPr="00773B77">
        <w:rPr>
          <w:rFonts w:ascii="Arial" w:hAnsi="Arial" w:cs="Arial"/>
          <w:b/>
        </w:rPr>
        <w:tab/>
      </w:r>
      <w:r w:rsidRPr="00773B77">
        <w:rPr>
          <w:rFonts w:ascii="Arial" w:hAnsi="Arial" w:cs="Arial"/>
          <w:b/>
        </w:rPr>
        <w:tab/>
      </w:r>
      <w:r w:rsidRPr="00773B77">
        <w:rPr>
          <w:rFonts w:ascii="Arial" w:hAnsi="Arial" w:cs="Arial"/>
          <w:b/>
        </w:rPr>
        <w:tab/>
      </w:r>
      <w:r w:rsidRPr="00773B77">
        <w:rPr>
          <w:rFonts w:ascii="Arial" w:hAnsi="Arial" w:cs="Arial"/>
          <w:b/>
        </w:rPr>
        <w:tab/>
      </w:r>
      <w:r w:rsidRPr="00773B77">
        <w:rPr>
          <w:rFonts w:ascii="Arial" w:hAnsi="Arial" w:cs="Arial"/>
          <w:b/>
        </w:rPr>
        <w:tab/>
      </w:r>
      <w:r w:rsidRPr="00773B77">
        <w:rPr>
          <w:rFonts w:ascii="Arial" w:hAnsi="Arial" w:cs="Arial"/>
          <w:b/>
        </w:rPr>
        <w:tab/>
        <w:t xml:space="preserve">                       </w:t>
      </w:r>
      <w:r w:rsidRPr="00773B77">
        <w:rPr>
          <w:rFonts w:ascii="Arial" w:hAnsi="Arial" w:cs="Arial"/>
          <w:b/>
          <w:lang w:val="sr-Cyrl-BA"/>
        </w:rPr>
        <w:t>ПРЕДЛАГАЧ</w:t>
      </w:r>
      <w:r w:rsidRPr="00773B77">
        <w:rPr>
          <w:rFonts w:ascii="Arial" w:hAnsi="Arial" w:cs="Arial"/>
          <w:b/>
        </w:rPr>
        <w:t>:</w:t>
      </w:r>
    </w:p>
    <w:p w14:paraId="246E9E47" w14:textId="77777777" w:rsidR="00B92A03" w:rsidRPr="00773B77" w:rsidRDefault="00B92A03" w:rsidP="00B92A03">
      <w:pPr>
        <w:tabs>
          <w:tab w:val="left" w:pos="2208"/>
        </w:tabs>
        <w:jc w:val="both"/>
        <w:rPr>
          <w:rFonts w:ascii="Arial" w:hAnsi="Arial" w:cs="Arial"/>
        </w:rPr>
      </w:pPr>
    </w:p>
    <w:p w14:paraId="42BADAF1" w14:textId="540C53DB" w:rsidR="00B92A03" w:rsidRPr="00866447" w:rsidRDefault="00B92A03" w:rsidP="00B92A03">
      <w:pPr>
        <w:tabs>
          <w:tab w:val="left" w:pos="2208"/>
        </w:tabs>
        <w:jc w:val="both"/>
        <w:rPr>
          <w:rFonts w:ascii="Arial" w:hAnsi="Arial" w:cs="Arial"/>
          <w:bCs/>
          <w:lang w:val="sr-Cyrl-BA"/>
        </w:rPr>
      </w:pPr>
      <w:r w:rsidRPr="00866447">
        <w:rPr>
          <w:rFonts w:ascii="Arial" w:hAnsi="Arial" w:cs="Arial"/>
          <w:bCs/>
          <w:lang w:val="sr-Cyrl-BA"/>
        </w:rPr>
        <w:t>Одјељење за привреду</w:t>
      </w:r>
      <w:r w:rsidRPr="00866447">
        <w:rPr>
          <w:rFonts w:ascii="Arial" w:hAnsi="Arial" w:cs="Arial"/>
          <w:bCs/>
        </w:rPr>
        <w:t xml:space="preserve">                                                             </w:t>
      </w:r>
      <w:r w:rsidR="00866447">
        <w:rPr>
          <w:rFonts w:ascii="Arial" w:hAnsi="Arial" w:cs="Arial"/>
          <w:bCs/>
          <w:lang w:val="bs-Cyrl-BA"/>
        </w:rPr>
        <w:t xml:space="preserve">  </w:t>
      </w:r>
      <w:r w:rsidRPr="00866447">
        <w:rPr>
          <w:rFonts w:ascii="Arial" w:hAnsi="Arial" w:cs="Arial"/>
          <w:bCs/>
        </w:rPr>
        <w:t xml:space="preserve">   </w:t>
      </w:r>
      <w:r w:rsidRPr="00866447">
        <w:rPr>
          <w:rFonts w:ascii="Arial" w:hAnsi="Arial" w:cs="Arial"/>
          <w:bCs/>
          <w:lang w:val="sr-Cyrl-BA"/>
        </w:rPr>
        <w:t>ГРАДОНАЧЕЛНИК</w:t>
      </w:r>
    </w:p>
    <w:p w14:paraId="156E1E87" w14:textId="77F9D46B" w:rsidR="00B92A03" w:rsidRPr="00866447" w:rsidRDefault="00B92A03" w:rsidP="00B92A03">
      <w:pPr>
        <w:tabs>
          <w:tab w:val="left" w:pos="2208"/>
        </w:tabs>
        <w:jc w:val="both"/>
        <w:rPr>
          <w:rFonts w:ascii="Arial" w:hAnsi="Arial" w:cs="Arial"/>
          <w:bCs/>
        </w:rPr>
      </w:pPr>
      <w:r w:rsidRPr="00866447">
        <w:rPr>
          <w:rFonts w:ascii="Arial" w:hAnsi="Arial" w:cs="Arial"/>
          <w:bCs/>
          <w:lang w:val="sr-Cyrl-BA"/>
        </w:rPr>
        <w:t xml:space="preserve">и друштвене дјелатности   </w:t>
      </w:r>
      <w:r w:rsidRPr="00866447">
        <w:rPr>
          <w:rFonts w:ascii="Arial" w:hAnsi="Arial" w:cs="Arial"/>
          <w:bCs/>
          <w:lang w:val="sr-Cyrl-BA"/>
        </w:rPr>
        <w:tab/>
      </w:r>
      <w:r w:rsidRPr="00866447">
        <w:rPr>
          <w:rFonts w:ascii="Arial" w:hAnsi="Arial" w:cs="Arial"/>
          <w:bCs/>
        </w:rPr>
        <w:t xml:space="preserve">                                      </w:t>
      </w:r>
      <w:r w:rsidRPr="00866447">
        <w:rPr>
          <w:rFonts w:ascii="Arial" w:hAnsi="Arial" w:cs="Arial"/>
          <w:bCs/>
          <w:lang w:val="sr-Latn-BA"/>
        </w:rPr>
        <w:t xml:space="preserve">         </w:t>
      </w:r>
      <w:r w:rsidR="00882AAC" w:rsidRPr="00866447">
        <w:rPr>
          <w:rFonts w:ascii="Arial" w:hAnsi="Arial" w:cs="Arial"/>
          <w:bCs/>
        </w:rPr>
        <w:t xml:space="preserve">        </w:t>
      </w:r>
      <w:r w:rsidR="00866447">
        <w:rPr>
          <w:rFonts w:ascii="Arial" w:hAnsi="Arial" w:cs="Arial"/>
          <w:bCs/>
          <w:lang w:val="bs-Cyrl-BA"/>
        </w:rPr>
        <w:t xml:space="preserve"> </w:t>
      </w:r>
      <w:r w:rsidRPr="00866447">
        <w:rPr>
          <w:rFonts w:ascii="Arial" w:hAnsi="Arial" w:cs="Arial"/>
          <w:bCs/>
        </w:rPr>
        <w:t xml:space="preserve"> </w:t>
      </w:r>
      <w:r w:rsidRPr="00866447">
        <w:rPr>
          <w:rFonts w:ascii="Arial" w:hAnsi="Arial" w:cs="Arial"/>
          <w:bCs/>
          <w:lang w:val="sr-Cyrl-BA"/>
        </w:rPr>
        <w:t xml:space="preserve">Зоран Аџић    </w:t>
      </w:r>
    </w:p>
    <w:p w14:paraId="3C95E5C1" w14:textId="77777777" w:rsidR="00B92A03" w:rsidRPr="00866447" w:rsidRDefault="00B92A03" w:rsidP="00B92A03">
      <w:pPr>
        <w:tabs>
          <w:tab w:val="left" w:pos="2208"/>
        </w:tabs>
        <w:jc w:val="both"/>
        <w:rPr>
          <w:rFonts w:ascii="Arial" w:hAnsi="Arial" w:cs="Arial"/>
          <w:bCs/>
        </w:rPr>
      </w:pPr>
      <w:r w:rsidRPr="00866447">
        <w:rPr>
          <w:rFonts w:ascii="Arial" w:hAnsi="Arial" w:cs="Arial"/>
          <w:bCs/>
          <w:lang w:val="sr-Latn-BA"/>
        </w:rPr>
        <w:t>НАЧЕЛНИК ОДЈЕЉЕЊА</w:t>
      </w:r>
      <w:r w:rsidRPr="00866447">
        <w:rPr>
          <w:rFonts w:ascii="Arial" w:hAnsi="Arial" w:cs="Arial"/>
          <w:bCs/>
          <w:lang w:val="sr-Cyrl-BA"/>
        </w:rPr>
        <w:t xml:space="preserve">            </w:t>
      </w:r>
      <w:r w:rsidRPr="00866447">
        <w:rPr>
          <w:rFonts w:ascii="Arial" w:hAnsi="Arial" w:cs="Arial"/>
          <w:bCs/>
          <w:lang w:val="sr-Cyrl-BA"/>
        </w:rPr>
        <w:tab/>
        <w:t xml:space="preserve">      </w:t>
      </w:r>
    </w:p>
    <w:p w14:paraId="6100682E" w14:textId="2214B077" w:rsidR="009D72C9" w:rsidRPr="00866447" w:rsidRDefault="00882AAC" w:rsidP="009D72C9">
      <w:pPr>
        <w:pStyle w:val="ListParagraph"/>
        <w:spacing w:after="200" w:line="276" w:lineRule="auto"/>
        <w:ind w:left="0"/>
        <w:jc w:val="both"/>
        <w:rPr>
          <w:rFonts w:ascii="Arial" w:hAnsi="Arial" w:cs="Arial"/>
          <w:bCs/>
          <w:lang w:val="sr-Cyrl-BA"/>
        </w:rPr>
      </w:pPr>
      <w:r w:rsidRPr="00866447">
        <w:rPr>
          <w:rFonts w:ascii="Arial" w:eastAsia="SimSun" w:hAnsi="Arial" w:cs="Arial"/>
          <w:bCs/>
          <w:kern w:val="1"/>
          <w:lang w:val="sr-Cyrl-BA" w:eastAsia="zh-CN" w:bidi="hi-IN"/>
        </w:rPr>
        <w:t xml:space="preserve">    </w:t>
      </w:r>
      <w:r w:rsidR="00B92A03" w:rsidRPr="00866447">
        <w:rPr>
          <w:rFonts w:ascii="Arial" w:eastAsia="SimSun" w:hAnsi="Arial" w:cs="Arial"/>
          <w:bCs/>
          <w:kern w:val="1"/>
          <w:lang w:val="sr-Cyrl-BA" w:eastAsia="zh-CN" w:bidi="hi-IN"/>
        </w:rPr>
        <w:t xml:space="preserve">  </w:t>
      </w:r>
      <w:r w:rsidR="00C37F49" w:rsidRPr="00866447">
        <w:rPr>
          <w:rFonts w:ascii="Arial" w:eastAsia="SimSun" w:hAnsi="Arial" w:cs="Arial"/>
          <w:bCs/>
          <w:kern w:val="1"/>
          <w:lang w:val="sr-Cyrl-BA" w:eastAsia="zh-CN" w:bidi="hi-IN"/>
        </w:rPr>
        <w:t>Славко Меки</w:t>
      </w:r>
      <w:r w:rsidR="009D72C9" w:rsidRPr="00866447">
        <w:rPr>
          <w:rFonts w:ascii="Arial" w:eastAsia="SimSun" w:hAnsi="Arial" w:cs="Arial"/>
          <w:bCs/>
          <w:kern w:val="1"/>
          <w:lang w:val="sr-Cyrl-BA" w:eastAsia="zh-CN" w:bidi="hi-IN"/>
        </w:rPr>
        <w:t>њић</w:t>
      </w:r>
    </w:p>
    <w:p w14:paraId="4F764400" w14:textId="071B8500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45CA120A" w14:textId="7422D695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778F00DF" w14:textId="442156D5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4E0D11E7" w14:textId="6674B3AA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261D7E6A" w14:textId="5487736F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6B645BBD" w14:textId="04204984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65B0F723" w14:textId="5105DDAB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6915CECC" w14:textId="04AB549C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3BD998BF" w14:textId="25C5BA72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2D8E5FD6" w14:textId="49FF65F7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65F78AAC" w14:textId="648FCF6F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7C15C530" w14:textId="6A3AC9E8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6C60B2B4" w14:textId="54B49308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2E798C9F" w14:textId="08148D20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1776C48B" w14:textId="425EB9A6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4704F523" w14:textId="243D25C5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58DEB92D" w14:textId="7372DF8B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18F6BC6D" w14:textId="4CA76ED9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4E545F16" w14:textId="15D0AA2F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011D82BA" w14:textId="642CCF24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2613936A" w14:textId="580B07B2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3A332EBA" w14:textId="58946119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4F5DD984" w14:textId="5E6E8A32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51B899EC" w14:textId="31F5D2F2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3EAA4A15" w14:textId="25E8DC00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714CB3B4" w14:textId="2696FA13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09048425" w14:textId="0D4E3FBC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0DEFBCEE" w14:textId="412FC1B0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602664DD" w14:textId="3BF849A7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3F2E5D91" w14:textId="70C84B9B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4F096189" w14:textId="35EF91B9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42B62E97" w14:textId="62261C2A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6B1351C5" w14:textId="5F34DC97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09FF6799" w14:textId="26360AC9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02488F53" w14:textId="34AF0F83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3AF2DC73" w14:textId="11FFF9AD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241A29C8" w14:textId="1AC19F85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11117E32" w14:textId="67230593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4599C832" w14:textId="37A2004E" w:rsidR="009D72C9" w:rsidRP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5CF27784" w14:textId="5CDFF238" w:rsidR="009D72C9" w:rsidRDefault="009D72C9" w:rsidP="009D72C9">
      <w:pPr>
        <w:rPr>
          <w:rFonts w:ascii="Arial" w:hAnsi="Arial" w:cs="Arial"/>
          <w:sz w:val="16"/>
          <w:szCs w:val="16"/>
          <w:lang w:val="sr-Cyrl-BA"/>
        </w:rPr>
      </w:pPr>
    </w:p>
    <w:p w14:paraId="275E50BD" w14:textId="4F5250D4" w:rsidR="009D72C9" w:rsidRPr="009D72C9" w:rsidRDefault="009D72C9" w:rsidP="009D72C9">
      <w:pPr>
        <w:tabs>
          <w:tab w:val="left" w:pos="2535"/>
        </w:tabs>
        <w:rPr>
          <w:rFonts w:ascii="Arial" w:hAnsi="Arial" w:cs="Arial"/>
          <w:sz w:val="16"/>
          <w:szCs w:val="16"/>
          <w:lang w:val="sr-Cyrl-BA"/>
        </w:rPr>
      </w:pPr>
    </w:p>
    <w:sectPr w:rsidR="009D72C9" w:rsidRPr="009D72C9" w:rsidSect="009D72C9">
      <w:headerReference w:type="first" r:id="rId13"/>
      <w:footerReference w:type="first" r:id="rId14"/>
      <w:pgSz w:w="11907" w:h="16839" w:code="9"/>
      <w:pgMar w:top="1134" w:right="1134" w:bottom="1134" w:left="1134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0B5B5" w14:textId="77777777" w:rsidR="008F76F9" w:rsidRDefault="008F76F9" w:rsidP="00F76077">
      <w:r>
        <w:separator/>
      </w:r>
    </w:p>
  </w:endnote>
  <w:endnote w:type="continuationSeparator" w:id="0">
    <w:p w14:paraId="3CD47791" w14:textId="77777777" w:rsidR="008F76F9" w:rsidRDefault="008F76F9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3819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3A8EAE" w14:textId="21BE0E9C" w:rsidR="009D72C9" w:rsidRDefault="009D72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46FAB6" w14:textId="39BABEB8" w:rsidR="00F76077" w:rsidRPr="00B74BB1" w:rsidRDefault="00F76077" w:rsidP="00B74BB1">
    <w:pPr>
      <w:pStyle w:val="Footer"/>
      <w:jc w:val="right"/>
      <w:rPr>
        <w:b w:val="0"/>
        <w:i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A9ACE" w14:textId="77777777" w:rsidR="00F76077" w:rsidRPr="00FE22F8" w:rsidRDefault="00FE22F8" w:rsidP="00F76077">
    <w:pPr>
      <w:pStyle w:val="Footer"/>
      <w:jc w:val="right"/>
      <w:rPr>
        <w:b w:val="0"/>
        <w:i/>
        <w:sz w:val="18"/>
        <w:szCs w:val="18"/>
        <w:lang w:val="hr-HR"/>
      </w:rPr>
    </w:pPr>
    <w:r>
      <w:rPr>
        <w:b w:val="0"/>
        <w:i/>
        <w:sz w:val="18"/>
        <w:szCs w:val="18"/>
        <w:lang w:val="sr-Cyrl-B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B9F06" w14:textId="77777777" w:rsidR="00F630D2" w:rsidRPr="00FE22F8" w:rsidRDefault="00F630D2" w:rsidP="00F76077">
    <w:pPr>
      <w:pStyle w:val="Footer"/>
      <w:jc w:val="right"/>
      <w:rPr>
        <w:b w:val="0"/>
        <w:i/>
        <w:sz w:val="18"/>
        <w:szCs w:val="18"/>
        <w:lang w:val="hr-HR"/>
      </w:rPr>
    </w:pPr>
    <w:r>
      <w:rPr>
        <w:b w:val="0"/>
        <w:i/>
        <w:sz w:val="18"/>
        <w:szCs w:val="18"/>
        <w:lang w:val="sr-Cyrl-BA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81A70" w14:textId="50C1F509" w:rsidR="00384BB9" w:rsidRPr="004923A5" w:rsidRDefault="00D801AC" w:rsidP="00384BB9">
    <w:pPr>
      <w:pStyle w:val="Footer"/>
      <w:jc w:val="right"/>
      <w:rPr>
        <w:b w:val="0"/>
        <w:i/>
        <w:sz w:val="18"/>
        <w:szCs w:val="18"/>
      </w:rPr>
    </w:pPr>
    <w:r>
      <w:rPr>
        <w:b w:val="0"/>
        <w:i/>
        <w:noProof/>
        <w:sz w:val="18"/>
        <w:szCs w:val="18"/>
        <w:lang w:val="sr-Latn-BA" w:eastAsia="sr-Latn-B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54F6D5" wp14:editId="778DF8A8">
              <wp:simplePos x="0" y="0"/>
              <wp:positionH relativeFrom="column">
                <wp:posOffset>-26035</wp:posOffset>
              </wp:positionH>
              <wp:positionV relativeFrom="paragraph">
                <wp:posOffset>-66675</wp:posOffset>
              </wp:positionV>
              <wp:extent cx="6383655" cy="0"/>
              <wp:effectExtent l="12065" t="9525" r="5080" b="9525"/>
              <wp:wrapNone/>
              <wp:docPr id="1" name="Line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321321" id="Line 12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G9REgIAACo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" strokeweight=".5pt"/>
          </w:pict>
        </mc:Fallback>
      </mc:AlternateContent>
    </w:r>
    <w:r w:rsidR="007B7815" w:rsidRPr="004923A5">
      <w:rPr>
        <w:b w:val="0"/>
        <w:i/>
        <w:sz w:val="18"/>
        <w:szCs w:val="18"/>
        <w:lang w:val="sr-Cyrl-BA"/>
      </w:rPr>
      <w:fldChar w:fldCharType="begin"/>
    </w:r>
    <w:r w:rsidR="00384BB9" w:rsidRPr="004923A5">
      <w:rPr>
        <w:b w:val="0"/>
        <w:i/>
        <w:sz w:val="18"/>
        <w:szCs w:val="18"/>
        <w:lang w:val="sr-Cyrl-BA"/>
      </w:rPr>
      <w:instrText xml:space="preserve"> PAGE   \* MERGEFORMAT </w:instrText>
    </w:r>
    <w:r w:rsidR="007B7815" w:rsidRPr="004923A5">
      <w:rPr>
        <w:b w:val="0"/>
        <w:i/>
        <w:sz w:val="18"/>
        <w:szCs w:val="18"/>
        <w:lang w:val="sr-Cyrl-BA"/>
      </w:rPr>
      <w:fldChar w:fldCharType="separate"/>
    </w:r>
    <w:r w:rsidR="00703B33">
      <w:rPr>
        <w:b w:val="0"/>
        <w:i/>
        <w:noProof/>
        <w:sz w:val="18"/>
        <w:szCs w:val="18"/>
        <w:lang w:val="sr-Cyrl-BA"/>
      </w:rPr>
      <w:t>2</w:t>
    </w:r>
    <w:r w:rsidR="007B7815" w:rsidRPr="004923A5">
      <w:rPr>
        <w:b w:val="0"/>
        <w:i/>
        <w:sz w:val="18"/>
        <w:szCs w:val="18"/>
        <w:lang w:val="sr-Cyrl-BA"/>
      </w:rPr>
      <w:fldChar w:fldCharType="end"/>
    </w:r>
    <w:r w:rsidR="00384BB9" w:rsidRPr="004923A5">
      <w:rPr>
        <w:b w:val="0"/>
        <w:i/>
        <w:sz w:val="18"/>
        <w:szCs w:val="18"/>
        <w:lang w:val="sr-Cyrl-BA"/>
      </w:rPr>
      <w:t>/</w:t>
    </w:r>
    <w:r w:rsidR="0000075F">
      <w:rPr>
        <w:b w:val="0"/>
        <w:i/>
        <w:sz w:val="18"/>
        <w:szCs w:val="18"/>
        <w:lang w:val="sr-Cyrl-BA"/>
      </w:rPr>
      <w:t>5</w:t>
    </w:r>
  </w:p>
  <w:p w14:paraId="148B2D1B" w14:textId="77777777" w:rsidR="00384BB9" w:rsidRPr="00FE22F8" w:rsidRDefault="00384BB9" w:rsidP="00F76077">
    <w:pPr>
      <w:pStyle w:val="Footer"/>
      <w:jc w:val="right"/>
      <w:rPr>
        <w:b w:val="0"/>
        <w:i/>
        <w:sz w:val="18"/>
        <w:szCs w:val="18"/>
        <w:lang w:val="hr-HR"/>
      </w:rPr>
    </w:pPr>
    <w:r>
      <w:rPr>
        <w:b w:val="0"/>
        <w:i/>
        <w:sz w:val="18"/>
        <w:szCs w:val="18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969AF" w14:textId="77777777" w:rsidR="008F76F9" w:rsidRDefault="008F76F9" w:rsidP="00F76077">
      <w:r>
        <w:separator/>
      </w:r>
    </w:p>
  </w:footnote>
  <w:footnote w:type="continuationSeparator" w:id="0">
    <w:p w14:paraId="26702801" w14:textId="77777777" w:rsidR="008F76F9" w:rsidRDefault="008F76F9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FE8F6" w14:textId="77777777" w:rsidR="00FB1893" w:rsidRDefault="00D801AC" w:rsidP="006858F9">
    <w:pPr>
      <w:pStyle w:val="Header"/>
      <w:tabs>
        <w:tab w:val="clear" w:pos="9406"/>
      </w:tabs>
      <w:ind w:right="-1"/>
    </w:pPr>
    <w:r>
      <w:rPr>
        <w:noProof/>
        <w:lang w:val="sr-Latn-BA" w:eastAsia="sr-Latn-BA"/>
      </w:rPr>
      <mc:AlternateContent>
        <mc:Choice Requires="wpg">
          <w:drawing>
            <wp:anchor distT="0" distB="0" distL="0" distR="0" simplePos="0" relativeHeight="251658240" behindDoc="0" locked="0" layoutInCell="1" allowOverlap="1" wp14:anchorId="02F8D34D" wp14:editId="1ECEEC18">
              <wp:simplePos x="0" y="0"/>
              <wp:positionH relativeFrom="column">
                <wp:posOffset>-243205</wp:posOffset>
              </wp:positionH>
              <wp:positionV relativeFrom="paragraph">
                <wp:posOffset>-162560</wp:posOffset>
              </wp:positionV>
              <wp:extent cx="1181735" cy="1275080"/>
              <wp:effectExtent l="4445" t="8890" r="4445" b="1905"/>
              <wp:wrapNone/>
              <wp:docPr id="3" name="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81735" cy="1275080"/>
                        <a:chOff x="4036" y="20"/>
                        <a:chExt cx="1656" cy="1594"/>
                      </a:xfrm>
                    </wpg:grpSpPr>
                    <wps:wsp>
                      <wps:cNvPr id="4" name="Freeform 17"/>
                      <wps:cNvSpPr>
                        <a:spLocks noChangeArrowheads="1"/>
                      </wps:cNvSpPr>
                      <wps:spPr bwMode="auto">
                        <a:xfrm>
                          <a:off x="4050" y="114"/>
                          <a:ext cx="1613" cy="1479"/>
                        </a:xfrm>
                        <a:custGeom>
                          <a:avLst/>
                          <a:gdLst>
                            <a:gd name="T0" fmla="*/ 815 w 1631"/>
                            <a:gd name="T1" fmla="*/ 0 h 1497"/>
                            <a:gd name="T2" fmla="*/ 0 w 1631"/>
                            <a:gd name="T3" fmla="*/ 748 h 1497"/>
                            <a:gd name="T4" fmla="*/ 815 w 1631"/>
                            <a:gd name="T5" fmla="*/ 1496 h 1497"/>
                            <a:gd name="T6" fmla="*/ 1630 w 1631"/>
                            <a:gd name="T7" fmla="*/ 748 h 1497"/>
                            <a:gd name="T8" fmla="*/ 815 w 1631"/>
                            <a:gd name="T9" fmla="*/ 0 h 1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31" h="1497">
                              <a:moveTo>
                                <a:pt x="815" y="0"/>
                              </a:moveTo>
                              <a:cubicBezTo>
                                <a:pt x="365" y="0"/>
                                <a:pt x="0" y="335"/>
                                <a:pt x="0" y="748"/>
                              </a:cubicBezTo>
                              <a:cubicBezTo>
                                <a:pt x="0" y="1161"/>
                                <a:pt x="365" y="1496"/>
                                <a:pt x="815" y="1496"/>
                              </a:cubicBezTo>
                              <a:cubicBezTo>
                                <a:pt x="1266" y="1496"/>
                                <a:pt x="1630" y="1161"/>
                                <a:pt x="1630" y="748"/>
                              </a:cubicBezTo>
                              <a:cubicBezTo>
                                <a:pt x="1630" y="335"/>
                                <a:pt x="1266" y="0"/>
                                <a:pt x="815" y="0"/>
                              </a:cubicBezTo>
                            </a:path>
                          </a:pathLst>
                        </a:custGeom>
                        <a:solidFill>
                          <a:srgbClr val="F69E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  <wpg:grpSp>
                      <wpg:cNvPr id="5" name="Group 18"/>
                      <wpg:cNvGrpSpPr>
                        <a:grpSpLocks/>
                      </wpg:cNvGrpSpPr>
                      <wpg:grpSpPr bwMode="auto">
                        <a:xfrm>
                          <a:off x="4036" y="20"/>
                          <a:ext cx="1656" cy="1594"/>
                          <a:chOff x="4036" y="20"/>
                          <a:chExt cx="1656" cy="1594"/>
                        </a:xfrm>
                      </wpg:grpSpPr>
                      <wps:wsp>
                        <wps:cNvPr id="6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4036" y="20"/>
                            <a:ext cx="1655" cy="1593"/>
                          </a:xfrm>
                          <a:custGeom>
                            <a:avLst/>
                            <a:gdLst>
                              <a:gd name="T0" fmla="*/ 1339 w 1673"/>
                              <a:gd name="T1" fmla="*/ 964 h 1630"/>
                              <a:gd name="T2" fmla="*/ 1370 w 1673"/>
                              <a:gd name="T3" fmla="*/ 940 h 1630"/>
                              <a:gd name="T4" fmla="*/ 1439 w 1673"/>
                              <a:gd name="T5" fmla="*/ 890 h 1630"/>
                              <a:gd name="T6" fmla="*/ 1444 w 1673"/>
                              <a:gd name="T7" fmla="*/ 1030 h 1630"/>
                              <a:gd name="T8" fmla="*/ 1407 w 1673"/>
                              <a:gd name="T9" fmla="*/ 898 h 1630"/>
                              <a:gd name="T10" fmla="*/ 1401 w 1673"/>
                              <a:gd name="T11" fmla="*/ 990 h 1630"/>
                              <a:gd name="T12" fmla="*/ 1375 w 1673"/>
                              <a:gd name="T13" fmla="*/ 1007 h 1630"/>
                              <a:gd name="T14" fmla="*/ 1377 w 1673"/>
                              <a:gd name="T15" fmla="*/ 1036 h 1630"/>
                              <a:gd name="T16" fmla="*/ 1383 w 1673"/>
                              <a:gd name="T17" fmla="*/ 1223 h 1630"/>
                              <a:gd name="T18" fmla="*/ 1250 w 1673"/>
                              <a:gd name="T19" fmla="*/ 1170 h 1630"/>
                              <a:gd name="T20" fmla="*/ 1438 w 1673"/>
                              <a:gd name="T21" fmla="*/ 1086 h 1630"/>
                              <a:gd name="T22" fmla="*/ 1422 w 1673"/>
                              <a:gd name="T23" fmla="*/ 1101 h 1630"/>
                              <a:gd name="T24" fmla="*/ 1359 w 1673"/>
                              <a:gd name="T25" fmla="*/ 1234 h 1630"/>
                              <a:gd name="T26" fmla="*/ 1255 w 1673"/>
                              <a:gd name="T27" fmla="*/ 1119 h 1630"/>
                              <a:gd name="T28" fmla="*/ 1320 w 1673"/>
                              <a:gd name="T29" fmla="*/ 1179 h 1630"/>
                              <a:gd name="T30" fmla="*/ 640 w 1673"/>
                              <a:gd name="T31" fmla="*/ 453 h 1630"/>
                              <a:gd name="T32" fmla="*/ 806 w 1673"/>
                              <a:gd name="T33" fmla="*/ 318 h 1630"/>
                              <a:gd name="T34" fmla="*/ 777 w 1673"/>
                              <a:gd name="T35" fmla="*/ 394 h 1630"/>
                              <a:gd name="T36" fmla="*/ 739 w 1673"/>
                              <a:gd name="T37" fmla="*/ 307 h 1630"/>
                              <a:gd name="T38" fmla="*/ 668 w 1673"/>
                              <a:gd name="T39" fmla="*/ 464 h 1630"/>
                              <a:gd name="T40" fmla="*/ 928 w 1673"/>
                              <a:gd name="T41" fmla="*/ 401 h 1630"/>
                              <a:gd name="T42" fmla="*/ 962 w 1673"/>
                              <a:gd name="T43" fmla="*/ 410 h 1630"/>
                              <a:gd name="T44" fmla="*/ 997 w 1673"/>
                              <a:gd name="T45" fmla="*/ 432 h 1630"/>
                              <a:gd name="T46" fmla="*/ 795 w 1673"/>
                              <a:gd name="T47" fmla="*/ 503 h 1630"/>
                              <a:gd name="T48" fmla="*/ 879 w 1673"/>
                              <a:gd name="T49" fmla="*/ 481 h 1630"/>
                              <a:gd name="T50" fmla="*/ 670 w 1673"/>
                              <a:gd name="T51" fmla="*/ 582 h 1630"/>
                              <a:gd name="T52" fmla="*/ 839 w 1673"/>
                              <a:gd name="T53" fmla="*/ 476 h 1630"/>
                              <a:gd name="T54" fmla="*/ 936 w 1673"/>
                              <a:gd name="T55" fmla="*/ 497 h 1630"/>
                              <a:gd name="T56" fmla="*/ 903 w 1673"/>
                              <a:gd name="T57" fmla="*/ 556 h 1630"/>
                              <a:gd name="T58" fmla="*/ 903 w 1673"/>
                              <a:gd name="T59" fmla="*/ 556 h 1630"/>
                              <a:gd name="T60" fmla="*/ 1089 w 1673"/>
                              <a:gd name="T61" fmla="*/ 365 h 1630"/>
                              <a:gd name="T62" fmla="*/ 506 w 1673"/>
                              <a:gd name="T63" fmla="*/ 332 h 1630"/>
                              <a:gd name="T64" fmla="*/ 965 w 1673"/>
                              <a:gd name="T65" fmla="*/ 739 h 1630"/>
                              <a:gd name="T66" fmla="*/ 331 w 1673"/>
                              <a:gd name="T67" fmla="*/ 1108 h 1630"/>
                              <a:gd name="T68" fmla="*/ 330 w 1673"/>
                              <a:gd name="T69" fmla="*/ 855 h 1630"/>
                              <a:gd name="T70" fmla="*/ 260 w 1673"/>
                              <a:gd name="T71" fmla="*/ 884 h 1630"/>
                              <a:gd name="T72" fmla="*/ 266 w 1673"/>
                              <a:gd name="T73" fmla="*/ 1035 h 1630"/>
                              <a:gd name="T74" fmla="*/ 273 w 1673"/>
                              <a:gd name="T75" fmla="*/ 915 h 1630"/>
                              <a:gd name="T76" fmla="*/ 311 w 1673"/>
                              <a:gd name="T77" fmla="*/ 991 h 1630"/>
                              <a:gd name="T78" fmla="*/ 298 w 1673"/>
                              <a:gd name="T79" fmla="*/ 1016 h 1630"/>
                              <a:gd name="T80" fmla="*/ 334 w 1673"/>
                              <a:gd name="T81" fmla="*/ 1078 h 1630"/>
                              <a:gd name="T82" fmla="*/ 346 w 1673"/>
                              <a:gd name="T83" fmla="*/ 1246 h 1630"/>
                              <a:gd name="T84" fmla="*/ 478 w 1673"/>
                              <a:gd name="T85" fmla="*/ 1141 h 1630"/>
                              <a:gd name="T86" fmla="*/ 284 w 1673"/>
                              <a:gd name="T87" fmla="*/ 1094 h 1630"/>
                              <a:gd name="T88" fmla="*/ 247 w 1673"/>
                              <a:gd name="T89" fmla="*/ 1095 h 1630"/>
                              <a:gd name="T90" fmla="*/ 341 w 1673"/>
                              <a:gd name="T91" fmla="*/ 1179 h 1630"/>
                              <a:gd name="T92" fmla="*/ 439 w 1673"/>
                              <a:gd name="T93" fmla="*/ 1072 h 1630"/>
                              <a:gd name="T94" fmla="*/ 375 w 1673"/>
                              <a:gd name="T95" fmla="*/ 1170 h 1630"/>
                              <a:gd name="T96" fmla="*/ 956 w 1673"/>
                              <a:gd name="T97" fmla="*/ 1106 h 1630"/>
                              <a:gd name="T98" fmla="*/ 1202 w 1673"/>
                              <a:gd name="T99" fmla="*/ 1133 h 1630"/>
                              <a:gd name="T100" fmla="*/ 995 w 1673"/>
                              <a:gd name="T101" fmla="*/ 1324 h 1630"/>
                              <a:gd name="T102" fmla="*/ 648 w 1673"/>
                              <a:gd name="T103" fmla="*/ 1254 h 1630"/>
                              <a:gd name="T104" fmla="*/ 662 w 1673"/>
                              <a:gd name="T105" fmla="*/ 986 h 1630"/>
                              <a:gd name="T106" fmla="*/ 681 w 1673"/>
                              <a:gd name="T107" fmla="*/ 1025 h 1630"/>
                              <a:gd name="T108" fmla="*/ 233 w 1673"/>
                              <a:gd name="T109" fmla="*/ 1629 h 1630"/>
                              <a:gd name="T110" fmla="*/ 1056 w 1673"/>
                              <a:gd name="T111" fmla="*/ 214 h 1630"/>
                              <a:gd name="T112" fmla="*/ 1414 w 1673"/>
                              <a:gd name="T113" fmla="*/ 1348 h 1630"/>
                              <a:gd name="T114" fmla="*/ 156 w 1673"/>
                              <a:gd name="T115" fmla="*/ 1223 h 1630"/>
                              <a:gd name="T116" fmla="*/ 541 w 1673"/>
                              <a:gd name="T117" fmla="*/ 215 h 16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673" h="1630">
                                <a:moveTo>
                                  <a:pt x="835" y="281"/>
                                </a:moveTo>
                                <a:lnTo>
                                  <a:pt x="835" y="424"/>
                                </a:lnTo>
                                <a:cubicBezTo>
                                  <a:pt x="833" y="430"/>
                                  <a:pt x="818" y="417"/>
                                  <a:pt x="818" y="408"/>
                                </a:cubicBezTo>
                                <a:lnTo>
                                  <a:pt x="818" y="299"/>
                                </a:lnTo>
                                <a:cubicBezTo>
                                  <a:pt x="818" y="284"/>
                                  <a:pt x="833" y="278"/>
                                  <a:pt x="835" y="281"/>
                                </a:cubicBezTo>
                                <a:close/>
                                <a:moveTo>
                                  <a:pt x="835" y="281"/>
                                </a:moveTo>
                                <a:lnTo>
                                  <a:pt x="835" y="281"/>
                                </a:lnTo>
                                <a:close/>
                                <a:moveTo>
                                  <a:pt x="1494" y="837"/>
                                </a:moveTo>
                                <a:cubicBezTo>
                                  <a:pt x="1494" y="835"/>
                                  <a:pt x="1496" y="835"/>
                                  <a:pt x="1498" y="835"/>
                                </a:cubicBezTo>
                                <a:cubicBezTo>
                                  <a:pt x="1501" y="835"/>
                                  <a:pt x="1503" y="835"/>
                                  <a:pt x="1502" y="837"/>
                                </a:cubicBezTo>
                                <a:cubicBezTo>
                                  <a:pt x="1497" y="901"/>
                                  <a:pt x="1489" y="962"/>
                                  <a:pt x="1458" y="1021"/>
                                </a:cubicBezTo>
                                <a:cubicBezTo>
                                  <a:pt x="1425" y="1084"/>
                                  <a:pt x="1415" y="1074"/>
                                  <a:pt x="1373" y="1094"/>
                                </a:cubicBezTo>
                                <a:lnTo>
                                  <a:pt x="1366" y="1093"/>
                                </a:lnTo>
                                <a:cubicBezTo>
                                  <a:pt x="1357" y="1071"/>
                                  <a:pt x="1355" y="1068"/>
                                  <a:pt x="1348" y="1058"/>
                                </a:cubicBezTo>
                                <a:cubicBezTo>
                                  <a:pt x="1333" y="1035"/>
                                  <a:pt x="1342" y="994"/>
                                  <a:pt x="1339" y="964"/>
                                </a:cubicBezTo>
                                <a:cubicBezTo>
                                  <a:pt x="1336" y="948"/>
                                  <a:pt x="1332" y="900"/>
                                  <a:pt x="1319" y="842"/>
                                </a:cubicBezTo>
                                <a:cubicBezTo>
                                  <a:pt x="1319" y="840"/>
                                  <a:pt x="1322" y="839"/>
                                  <a:pt x="1324" y="839"/>
                                </a:cubicBezTo>
                                <a:cubicBezTo>
                                  <a:pt x="1327" y="839"/>
                                  <a:pt x="1328" y="840"/>
                                  <a:pt x="1329" y="841"/>
                                </a:cubicBezTo>
                                <a:cubicBezTo>
                                  <a:pt x="1331" y="861"/>
                                  <a:pt x="1345" y="917"/>
                                  <a:pt x="1350" y="995"/>
                                </a:cubicBezTo>
                                <a:cubicBezTo>
                                  <a:pt x="1351" y="1000"/>
                                  <a:pt x="1363" y="1000"/>
                                  <a:pt x="1362" y="996"/>
                                </a:cubicBezTo>
                                <a:cubicBezTo>
                                  <a:pt x="1358" y="984"/>
                                  <a:pt x="1353" y="972"/>
                                  <a:pt x="1356" y="964"/>
                                </a:cubicBezTo>
                                <a:cubicBezTo>
                                  <a:pt x="1354" y="928"/>
                                  <a:pt x="1350" y="886"/>
                                  <a:pt x="1345" y="839"/>
                                </a:cubicBezTo>
                                <a:cubicBezTo>
                                  <a:pt x="1345" y="837"/>
                                  <a:pt x="1348" y="836"/>
                                  <a:pt x="1350" y="836"/>
                                </a:cubicBezTo>
                                <a:cubicBezTo>
                                  <a:pt x="1352" y="836"/>
                                  <a:pt x="1354" y="837"/>
                                  <a:pt x="1354" y="839"/>
                                </a:cubicBezTo>
                                <a:cubicBezTo>
                                  <a:pt x="1358" y="860"/>
                                  <a:pt x="1361" y="914"/>
                                  <a:pt x="1364" y="947"/>
                                </a:cubicBezTo>
                                <a:cubicBezTo>
                                  <a:pt x="1364" y="951"/>
                                  <a:pt x="1365" y="956"/>
                                  <a:pt x="1365" y="959"/>
                                </a:cubicBezTo>
                                <a:cubicBezTo>
                                  <a:pt x="1365" y="963"/>
                                  <a:pt x="1365" y="966"/>
                                  <a:pt x="1366" y="969"/>
                                </a:cubicBezTo>
                                <a:cubicBezTo>
                                  <a:pt x="1366" y="972"/>
                                  <a:pt x="1374" y="973"/>
                                  <a:pt x="1373" y="969"/>
                                </a:cubicBezTo>
                                <a:cubicBezTo>
                                  <a:pt x="1373" y="966"/>
                                  <a:pt x="1370" y="959"/>
                                  <a:pt x="1370" y="954"/>
                                </a:cubicBezTo>
                                <a:cubicBezTo>
                                  <a:pt x="1370" y="951"/>
                                  <a:pt x="1370" y="944"/>
                                  <a:pt x="1370" y="940"/>
                                </a:cubicBezTo>
                                <a:cubicBezTo>
                                  <a:pt x="1370" y="905"/>
                                  <a:pt x="1367" y="857"/>
                                  <a:pt x="1363" y="837"/>
                                </a:cubicBezTo>
                                <a:cubicBezTo>
                                  <a:pt x="1362" y="836"/>
                                  <a:pt x="1365" y="835"/>
                                  <a:pt x="1367" y="835"/>
                                </a:cubicBezTo>
                                <a:cubicBezTo>
                                  <a:pt x="1369" y="835"/>
                                  <a:pt x="1371" y="835"/>
                                  <a:pt x="1372" y="838"/>
                                </a:cubicBezTo>
                                <a:lnTo>
                                  <a:pt x="1378" y="897"/>
                                </a:lnTo>
                                <a:cubicBezTo>
                                  <a:pt x="1379" y="903"/>
                                  <a:pt x="1386" y="902"/>
                                  <a:pt x="1386" y="898"/>
                                </a:cubicBezTo>
                                <a:cubicBezTo>
                                  <a:pt x="1386" y="888"/>
                                  <a:pt x="1383" y="844"/>
                                  <a:pt x="1382" y="835"/>
                                </a:cubicBezTo>
                                <a:cubicBezTo>
                                  <a:pt x="1382" y="833"/>
                                  <a:pt x="1384" y="833"/>
                                  <a:pt x="1386" y="832"/>
                                </a:cubicBezTo>
                                <a:cubicBezTo>
                                  <a:pt x="1388" y="832"/>
                                  <a:pt x="1391" y="832"/>
                                  <a:pt x="1391" y="835"/>
                                </a:cubicBezTo>
                                <a:cubicBezTo>
                                  <a:pt x="1391" y="849"/>
                                  <a:pt x="1393" y="874"/>
                                  <a:pt x="1395" y="886"/>
                                </a:cubicBezTo>
                                <a:cubicBezTo>
                                  <a:pt x="1400" y="881"/>
                                  <a:pt x="1397" y="872"/>
                                  <a:pt x="1412" y="867"/>
                                </a:cubicBezTo>
                                <a:lnTo>
                                  <a:pt x="1412" y="839"/>
                                </a:lnTo>
                                <a:cubicBezTo>
                                  <a:pt x="1412" y="836"/>
                                  <a:pt x="1415" y="836"/>
                                  <a:pt x="1417" y="836"/>
                                </a:cubicBezTo>
                                <a:cubicBezTo>
                                  <a:pt x="1419" y="835"/>
                                  <a:pt x="1421" y="836"/>
                                  <a:pt x="1421" y="839"/>
                                </a:cubicBezTo>
                                <a:lnTo>
                                  <a:pt x="1421" y="868"/>
                                </a:lnTo>
                                <a:cubicBezTo>
                                  <a:pt x="1433" y="873"/>
                                  <a:pt x="1436" y="884"/>
                                  <a:pt x="1439" y="890"/>
                                </a:cubicBezTo>
                                <a:cubicBezTo>
                                  <a:pt x="1441" y="881"/>
                                  <a:pt x="1442" y="851"/>
                                  <a:pt x="1442" y="836"/>
                                </a:cubicBezTo>
                                <a:cubicBezTo>
                                  <a:pt x="1442" y="832"/>
                                  <a:pt x="1451" y="833"/>
                                  <a:pt x="1451" y="836"/>
                                </a:cubicBezTo>
                                <a:lnTo>
                                  <a:pt x="1447" y="896"/>
                                </a:lnTo>
                                <a:cubicBezTo>
                                  <a:pt x="1447" y="900"/>
                                  <a:pt x="1452" y="900"/>
                                  <a:pt x="1453" y="898"/>
                                </a:cubicBezTo>
                                <a:cubicBezTo>
                                  <a:pt x="1456" y="884"/>
                                  <a:pt x="1459" y="859"/>
                                  <a:pt x="1459" y="836"/>
                                </a:cubicBezTo>
                                <a:cubicBezTo>
                                  <a:pt x="1459" y="835"/>
                                  <a:pt x="1460" y="834"/>
                                  <a:pt x="1462" y="833"/>
                                </a:cubicBezTo>
                                <a:cubicBezTo>
                                  <a:pt x="1464" y="833"/>
                                  <a:pt x="1467" y="834"/>
                                  <a:pt x="1467" y="836"/>
                                </a:cubicBezTo>
                                <a:cubicBezTo>
                                  <a:pt x="1467" y="872"/>
                                  <a:pt x="1462" y="921"/>
                                  <a:pt x="1454" y="946"/>
                                </a:cubicBezTo>
                                <a:cubicBezTo>
                                  <a:pt x="1453" y="949"/>
                                  <a:pt x="1458" y="951"/>
                                  <a:pt x="1459" y="948"/>
                                </a:cubicBezTo>
                                <a:cubicBezTo>
                                  <a:pt x="1469" y="927"/>
                                  <a:pt x="1475" y="882"/>
                                  <a:pt x="1474" y="836"/>
                                </a:cubicBezTo>
                                <a:cubicBezTo>
                                  <a:pt x="1474" y="834"/>
                                  <a:pt x="1476" y="833"/>
                                  <a:pt x="1479" y="833"/>
                                </a:cubicBezTo>
                                <a:cubicBezTo>
                                  <a:pt x="1481" y="833"/>
                                  <a:pt x="1483" y="833"/>
                                  <a:pt x="1483" y="836"/>
                                </a:cubicBezTo>
                                <a:cubicBezTo>
                                  <a:pt x="1483" y="884"/>
                                  <a:pt x="1472" y="938"/>
                                  <a:pt x="1457" y="979"/>
                                </a:cubicBezTo>
                                <a:cubicBezTo>
                                  <a:pt x="1451" y="997"/>
                                  <a:pt x="1444" y="1011"/>
                                  <a:pt x="1435" y="1022"/>
                                </a:cubicBezTo>
                                <a:cubicBezTo>
                                  <a:pt x="1430" y="1029"/>
                                  <a:pt x="1442" y="1032"/>
                                  <a:pt x="1444" y="1030"/>
                                </a:cubicBezTo>
                                <a:cubicBezTo>
                                  <a:pt x="1473" y="986"/>
                                  <a:pt x="1493" y="907"/>
                                  <a:pt x="1494" y="837"/>
                                </a:cubicBezTo>
                                <a:close/>
                                <a:moveTo>
                                  <a:pt x="1494" y="837"/>
                                </a:moveTo>
                                <a:lnTo>
                                  <a:pt x="1494" y="837"/>
                                </a:lnTo>
                                <a:close/>
                                <a:moveTo>
                                  <a:pt x="1391" y="910"/>
                                </a:moveTo>
                                <a:cubicBezTo>
                                  <a:pt x="1387" y="915"/>
                                  <a:pt x="1389" y="926"/>
                                  <a:pt x="1391" y="932"/>
                                </a:cubicBezTo>
                                <a:cubicBezTo>
                                  <a:pt x="1393" y="937"/>
                                  <a:pt x="1396" y="943"/>
                                  <a:pt x="1405" y="949"/>
                                </a:cubicBezTo>
                                <a:cubicBezTo>
                                  <a:pt x="1408" y="944"/>
                                  <a:pt x="1407" y="936"/>
                                  <a:pt x="1404" y="928"/>
                                </a:cubicBezTo>
                                <a:cubicBezTo>
                                  <a:pt x="1401" y="920"/>
                                  <a:pt x="1396" y="912"/>
                                  <a:pt x="1391" y="910"/>
                                </a:cubicBezTo>
                                <a:close/>
                                <a:moveTo>
                                  <a:pt x="1391" y="910"/>
                                </a:moveTo>
                                <a:lnTo>
                                  <a:pt x="1391" y="910"/>
                                </a:lnTo>
                                <a:close/>
                                <a:moveTo>
                                  <a:pt x="1407" y="898"/>
                                </a:moveTo>
                                <a:cubicBezTo>
                                  <a:pt x="1407" y="891"/>
                                  <a:pt x="1410" y="883"/>
                                  <a:pt x="1415" y="880"/>
                                </a:cubicBezTo>
                                <a:cubicBezTo>
                                  <a:pt x="1420" y="883"/>
                                  <a:pt x="1425" y="890"/>
                                  <a:pt x="1426" y="897"/>
                                </a:cubicBezTo>
                                <a:cubicBezTo>
                                  <a:pt x="1426" y="904"/>
                                  <a:pt x="1422" y="911"/>
                                  <a:pt x="1419" y="916"/>
                                </a:cubicBezTo>
                                <a:cubicBezTo>
                                  <a:pt x="1410" y="912"/>
                                  <a:pt x="1408" y="904"/>
                                  <a:pt x="1407" y="898"/>
                                </a:cubicBezTo>
                                <a:close/>
                                <a:moveTo>
                                  <a:pt x="1407" y="898"/>
                                </a:moveTo>
                                <a:lnTo>
                                  <a:pt x="1407" y="898"/>
                                </a:lnTo>
                                <a:close/>
                                <a:moveTo>
                                  <a:pt x="1417" y="951"/>
                                </a:moveTo>
                                <a:cubicBezTo>
                                  <a:pt x="1417" y="945"/>
                                  <a:pt x="1420" y="934"/>
                                  <a:pt x="1425" y="926"/>
                                </a:cubicBezTo>
                                <a:cubicBezTo>
                                  <a:pt x="1430" y="919"/>
                                  <a:pt x="1439" y="911"/>
                                  <a:pt x="1445" y="911"/>
                                </a:cubicBezTo>
                                <a:cubicBezTo>
                                  <a:pt x="1446" y="916"/>
                                  <a:pt x="1445" y="926"/>
                                  <a:pt x="1439" y="935"/>
                                </a:cubicBezTo>
                                <a:cubicBezTo>
                                  <a:pt x="1433" y="943"/>
                                  <a:pt x="1426" y="949"/>
                                  <a:pt x="1417" y="951"/>
                                </a:cubicBezTo>
                                <a:close/>
                                <a:moveTo>
                                  <a:pt x="1417" y="951"/>
                                </a:moveTo>
                                <a:lnTo>
                                  <a:pt x="1417" y="951"/>
                                </a:lnTo>
                                <a:close/>
                                <a:moveTo>
                                  <a:pt x="1401" y="990"/>
                                </a:moveTo>
                                <a:cubicBezTo>
                                  <a:pt x="1403" y="981"/>
                                  <a:pt x="1402" y="973"/>
                                  <a:pt x="1399" y="966"/>
                                </a:cubicBezTo>
                                <a:cubicBezTo>
                                  <a:pt x="1395" y="959"/>
                                  <a:pt x="1390" y="953"/>
                                  <a:pt x="1384" y="950"/>
                                </a:cubicBezTo>
                                <a:cubicBezTo>
                                  <a:pt x="1382" y="959"/>
                                  <a:pt x="1383" y="966"/>
                                  <a:pt x="1386" y="972"/>
                                </a:cubicBezTo>
                                <a:cubicBezTo>
                                  <a:pt x="1388" y="978"/>
                                  <a:pt x="1396" y="987"/>
                                  <a:pt x="1401" y="990"/>
                                </a:cubicBezTo>
                                <a:close/>
                                <a:moveTo>
                                  <a:pt x="1401" y="990"/>
                                </a:moveTo>
                                <a:lnTo>
                                  <a:pt x="1401" y="990"/>
                                </a:lnTo>
                                <a:close/>
                                <a:moveTo>
                                  <a:pt x="1416" y="984"/>
                                </a:moveTo>
                                <a:cubicBezTo>
                                  <a:pt x="1415" y="977"/>
                                  <a:pt x="1418" y="970"/>
                                  <a:pt x="1423" y="963"/>
                                </a:cubicBezTo>
                                <a:cubicBezTo>
                                  <a:pt x="1428" y="957"/>
                                  <a:pt x="1437" y="950"/>
                                  <a:pt x="1445" y="950"/>
                                </a:cubicBezTo>
                                <a:cubicBezTo>
                                  <a:pt x="1446" y="956"/>
                                  <a:pt x="1441" y="966"/>
                                  <a:pt x="1435" y="972"/>
                                </a:cubicBezTo>
                                <a:cubicBezTo>
                                  <a:pt x="1430" y="979"/>
                                  <a:pt x="1422" y="983"/>
                                  <a:pt x="1416" y="984"/>
                                </a:cubicBezTo>
                                <a:close/>
                                <a:moveTo>
                                  <a:pt x="1416" y="984"/>
                                </a:moveTo>
                                <a:lnTo>
                                  <a:pt x="1416" y="984"/>
                                </a:lnTo>
                                <a:close/>
                                <a:moveTo>
                                  <a:pt x="1375" y="1007"/>
                                </a:moveTo>
                                <a:cubicBezTo>
                                  <a:pt x="1373" y="1001"/>
                                  <a:pt x="1370" y="991"/>
                                  <a:pt x="1373" y="983"/>
                                </a:cubicBezTo>
                                <a:cubicBezTo>
                                  <a:pt x="1380" y="987"/>
                                  <a:pt x="1386" y="993"/>
                                  <a:pt x="1390" y="1002"/>
                                </a:cubicBezTo>
                                <a:cubicBezTo>
                                  <a:pt x="1394" y="1010"/>
                                  <a:pt x="1394" y="1022"/>
                                  <a:pt x="1391" y="1027"/>
                                </a:cubicBezTo>
                                <a:cubicBezTo>
                                  <a:pt x="1382" y="1022"/>
                                  <a:pt x="1377" y="1012"/>
                                  <a:pt x="1375" y="1007"/>
                                </a:cubicBezTo>
                                <a:close/>
                                <a:moveTo>
                                  <a:pt x="1375" y="1007"/>
                                </a:moveTo>
                                <a:lnTo>
                                  <a:pt x="1375" y="1007"/>
                                </a:lnTo>
                                <a:close/>
                                <a:moveTo>
                                  <a:pt x="1414" y="1006"/>
                                </a:moveTo>
                                <a:cubicBezTo>
                                  <a:pt x="1421" y="998"/>
                                  <a:pt x="1432" y="989"/>
                                  <a:pt x="1437" y="988"/>
                                </a:cubicBezTo>
                                <a:cubicBezTo>
                                  <a:pt x="1438" y="992"/>
                                  <a:pt x="1437" y="1003"/>
                                  <a:pt x="1427" y="1016"/>
                                </a:cubicBezTo>
                                <a:cubicBezTo>
                                  <a:pt x="1417" y="1028"/>
                                  <a:pt x="1409" y="1032"/>
                                  <a:pt x="1403" y="1035"/>
                                </a:cubicBezTo>
                                <a:cubicBezTo>
                                  <a:pt x="1401" y="1027"/>
                                  <a:pt x="1408" y="1014"/>
                                  <a:pt x="1414" y="1006"/>
                                </a:cubicBezTo>
                                <a:close/>
                                <a:moveTo>
                                  <a:pt x="1414" y="1006"/>
                                </a:moveTo>
                                <a:lnTo>
                                  <a:pt x="1414" y="1006"/>
                                </a:lnTo>
                                <a:close/>
                                <a:moveTo>
                                  <a:pt x="1399" y="1052"/>
                                </a:moveTo>
                                <a:cubicBezTo>
                                  <a:pt x="1408" y="1046"/>
                                  <a:pt x="1420" y="1039"/>
                                  <a:pt x="1429" y="1040"/>
                                </a:cubicBezTo>
                                <a:cubicBezTo>
                                  <a:pt x="1429" y="1046"/>
                                  <a:pt x="1425" y="1057"/>
                                  <a:pt x="1415" y="1065"/>
                                </a:cubicBezTo>
                                <a:cubicBezTo>
                                  <a:pt x="1405" y="1073"/>
                                  <a:pt x="1391" y="1077"/>
                                  <a:pt x="1384" y="1076"/>
                                </a:cubicBezTo>
                                <a:cubicBezTo>
                                  <a:pt x="1387" y="1065"/>
                                  <a:pt x="1391" y="1059"/>
                                  <a:pt x="1399" y="1052"/>
                                </a:cubicBezTo>
                                <a:close/>
                                <a:moveTo>
                                  <a:pt x="1399" y="1052"/>
                                </a:moveTo>
                                <a:lnTo>
                                  <a:pt x="1399" y="1052"/>
                                </a:lnTo>
                                <a:close/>
                                <a:moveTo>
                                  <a:pt x="1377" y="1036"/>
                                </a:moveTo>
                                <a:cubicBezTo>
                                  <a:pt x="1381" y="1050"/>
                                  <a:pt x="1374" y="1068"/>
                                  <a:pt x="1371" y="1072"/>
                                </a:cubicBezTo>
                                <a:cubicBezTo>
                                  <a:pt x="1363" y="1066"/>
                                  <a:pt x="1358" y="1057"/>
                                  <a:pt x="1353" y="1043"/>
                                </a:cubicBezTo>
                                <a:cubicBezTo>
                                  <a:pt x="1349" y="1030"/>
                                  <a:pt x="1353" y="1015"/>
                                  <a:pt x="1356" y="1009"/>
                                </a:cubicBezTo>
                                <a:cubicBezTo>
                                  <a:pt x="1362" y="1012"/>
                                  <a:pt x="1373" y="1022"/>
                                  <a:pt x="1377" y="1036"/>
                                </a:cubicBezTo>
                                <a:close/>
                                <a:moveTo>
                                  <a:pt x="1377" y="1036"/>
                                </a:moveTo>
                                <a:lnTo>
                                  <a:pt x="1377" y="1036"/>
                                </a:lnTo>
                                <a:close/>
                                <a:moveTo>
                                  <a:pt x="1518" y="1105"/>
                                </a:moveTo>
                                <a:cubicBezTo>
                                  <a:pt x="1540" y="1124"/>
                                  <a:pt x="1519" y="1145"/>
                                  <a:pt x="1499" y="1141"/>
                                </a:cubicBezTo>
                                <a:cubicBezTo>
                                  <a:pt x="1485" y="1137"/>
                                  <a:pt x="1499" y="1153"/>
                                  <a:pt x="1486" y="1164"/>
                                </a:cubicBezTo>
                                <a:cubicBezTo>
                                  <a:pt x="1480" y="1168"/>
                                  <a:pt x="1471" y="1172"/>
                                  <a:pt x="1461" y="1161"/>
                                </a:cubicBezTo>
                                <a:cubicBezTo>
                                  <a:pt x="1458" y="1157"/>
                                  <a:pt x="1455" y="1159"/>
                                  <a:pt x="1456" y="1163"/>
                                </a:cubicBezTo>
                                <a:cubicBezTo>
                                  <a:pt x="1459" y="1180"/>
                                  <a:pt x="1448" y="1180"/>
                                  <a:pt x="1429" y="1178"/>
                                </a:cubicBezTo>
                                <a:cubicBezTo>
                                  <a:pt x="1425" y="1177"/>
                                  <a:pt x="1423" y="1178"/>
                                  <a:pt x="1426" y="1184"/>
                                </a:cubicBezTo>
                                <a:cubicBezTo>
                                  <a:pt x="1434" y="1196"/>
                                  <a:pt x="1423" y="1205"/>
                                  <a:pt x="1413" y="1203"/>
                                </a:cubicBezTo>
                                <a:cubicBezTo>
                                  <a:pt x="1405" y="1216"/>
                                  <a:pt x="1379" y="1218"/>
                                  <a:pt x="1383" y="1223"/>
                                </a:cubicBezTo>
                                <a:cubicBezTo>
                                  <a:pt x="1396" y="1243"/>
                                  <a:pt x="1378" y="1249"/>
                                  <a:pt x="1371" y="1247"/>
                                </a:cubicBezTo>
                                <a:cubicBezTo>
                                  <a:pt x="1365" y="1245"/>
                                  <a:pt x="1366" y="1247"/>
                                  <a:pt x="1366" y="1250"/>
                                </a:cubicBezTo>
                                <a:cubicBezTo>
                                  <a:pt x="1365" y="1267"/>
                                  <a:pt x="1348" y="1264"/>
                                  <a:pt x="1336" y="1262"/>
                                </a:cubicBezTo>
                                <a:cubicBezTo>
                                  <a:pt x="1328" y="1260"/>
                                  <a:pt x="1318" y="1268"/>
                                  <a:pt x="1308" y="1280"/>
                                </a:cubicBezTo>
                                <a:cubicBezTo>
                                  <a:pt x="1301" y="1289"/>
                                  <a:pt x="1293" y="1284"/>
                                  <a:pt x="1294" y="1279"/>
                                </a:cubicBezTo>
                                <a:cubicBezTo>
                                  <a:pt x="1295" y="1274"/>
                                  <a:pt x="1297" y="1273"/>
                                  <a:pt x="1298" y="1268"/>
                                </a:cubicBezTo>
                                <a:cubicBezTo>
                                  <a:pt x="1301" y="1241"/>
                                  <a:pt x="1297" y="1224"/>
                                  <a:pt x="1279" y="1225"/>
                                </a:cubicBezTo>
                                <a:cubicBezTo>
                                  <a:pt x="1281" y="1230"/>
                                  <a:pt x="1283" y="1257"/>
                                  <a:pt x="1266" y="1257"/>
                                </a:cubicBezTo>
                                <a:cubicBezTo>
                                  <a:pt x="1256" y="1266"/>
                                  <a:pt x="1239" y="1269"/>
                                  <a:pt x="1227" y="1266"/>
                                </a:cubicBezTo>
                                <a:cubicBezTo>
                                  <a:pt x="1221" y="1256"/>
                                  <a:pt x="1219" y="1246"/>
                                  <a:pt x="1229" y="1232"/>
                                </a:cubicBezTo>
                                <a:cubicBezTo>
                                  <a:pt x="1226" y="1219"/>
                                  <a:pt x="1244" y="1209"/>
                                  <a:pt x="1281" y="1214"/>
                                </a:cubicBezTo>
                                <a:cubicBezTo>
                                  <a:pt x="1287" y="1216"/>
                                  <a:pt x="1290" y="1214"/>
                                  <a:pt x="1288" y="1208"/>
                                </a:cubicBezTo>
                                <a:cubicBezTo>
                                  <a:pt x="1287" y="1202"/>
                                  <a:pt x="1286" y="1201"/>
                                  <a:pt x="1280" y="1200"/>
                                </a:cubicBezTo>
                                <a:cubicBezTo>
                                  <a:pt x="1269" y="1198"/>
                                  <a:pt x="1260" y="1197"/>
                                  <a:pt x="1263" y="1187"/>
                                </a:cubicBezTo>
                                <a:cubicBezTo>
                                  <a:pt x="1267" y="1172"/>
                                  <a:pt x="1263" y="1170"/>
                                  <a:pt x="1250" y="1170"/>
                                </a:cubicBezTo>
                                <a:cubicBezTo>
                                  <a:pt x="1222" y="1170"/>
                                  <a:pt x="1226" y="1131"/>
                                  <a:pt x="1252" y="1139"/>
                                </a:cubicBezTo>
                                <a:cubicBezTo>
                                  <a:pt x="1264" y="1143"/>
                                  <a:pt x="1264" y="1129"/>
                                  <a:pt x="1255" y="1129"/>
                                </a:cubicBezTo>
                                <a:cubicBezTo>
                                  <a:pt x="1247" y="1129"/>
                                  <a:pt x="1230" y="1128"/>
                                  <a:pt x="1232" y="1111"/>
                                </a:cubicBezTo>
                                <a:cubicBezTo>
                                  <a:pt x="1234" y="1086"/>
                                  <a:pt x="1264" y="1107"/>
                                  <a:pt x="1247" y="1089"/>
                                </a:cubicBezTo>
                                <a:cubicBezTo>
                                  <a:pt x="1240" y="1081"/>
                                  <a:pt x="1245" y="1068"/>
                                  <a:pt x="1259" y="1067"/>
                                </a:cubicBezTo>
                                <a:cubicBezTo>
                                  <a:pt x="1282" y="1065"/>
                                  <a:pt x="1259" y="1046"/>
                                  <a:pt x="1294" y="1035"/>
                                </a:cubicBezTo>
                                <a:cubicBezTo>
                                  <a:pt x="1315" y="1043"/>
                                  <a:pt x="1320" y="1052"/>
                                  <a:pt x="1323" y="1068"/>
                                </a:cubicBezTo>
                                <a:cubicBezTo>
                                  <a:pt x="1323" y="1074"/>
                                  <a:pt x="1332" y="1081"/>
                                  <a:pt x="1341" y="1080"/>
                                </a:cubicBezTo>
                                <a:cubicBezTo>
                                  <a:pt x="1355" y="1078"/>
                                  <a:pt x="1358" y="1090"/>
                                  <a:pt x="1344" y="1107"/>
                                </a:cubicBezTo>
                                <a:cubicBezTo>
                                  <a:pt x="1335" y="1118"/>
                                  <a:pt x="1357" y="1111"/>
                                  <a:pt x="1362" y="1109"/>
                                </a:cubicBezTo>
                                <a:cubicBezTo>
                                  <a:pt x="1378" y="1102"/>
                                  <a:pt x="1373" y="1126"/>
                                  <a:pt x="1379" y="1123"/>
                                </a:cubicBezTo>
                                <a:cubicBezTo>
                                  <a:pt x="1383" y="1120"/>
                                  <a:pt x="1382" y="1113"/>
                                  <a:pt x="1381" y="1107"/>
                                </a:cubicBezTo>
                                <a:cubicBezTo>
                                  <a:pt x="1379" y="1094"/>
                                  <a:pt x="1398" y="1083"/>
                                  <a:pt x="1407" y="1100"/>
                                </a:cubicBezTo>
                                <a:cubicBezTo>
                                  <a:pt x="1409" y="1104"/>
                                  <a:pt x="1412" y="1102"/>
                                  <a:pt x="1412" y="1098"/>
                                </a:cubicBezTo>
                                <a:cubicBezTo>
                                  <a:pt x="1407" y="1085"/>
                                  <a:pt x="1431" y="1076"/>
                                  <a:pt x="1438" y="1086"/>
                                </a:cubicBezTo>
                                <a:cubicBezTo>
                                  <a:pt x="1447" y="1098"/>
                                  <a:pt x="1450" y="1089"/>
                                  <a:pt x="1448" y="1080"/>
                                </a:cubicBezTo>
                                <a:cubicBezTo>
                                  <a:pt x="1444" y="1059"/>
                                  <a:pt x="1463" y="1048"/>
                                  <a:pt x="1477" y="1061"/>
                                </a:cubicBezTo>
                                <a:cubicBezTo>
                                  <a:pt x="1480" y="1065"/>
                                  <a:pt x="1479" y="1070"/>
                                  <a:pt x="1481" y="1066"/>
                                </a:cubicBezTo>
                                <a:cubicBezTo>
                                  <a:pt x="1490" y="1051"/>
                                  <a:pt x="1502" y="1047"/>
                                  <a:pt x="1516" y="1056"/>
                                </a:cubicBezTo>
                                <a:cubicBezTo>
                                  <a:pt x="1521" y="1067"/>
                                  <a:pt x="1518" y="1077"/>
                                  <a:pt x="1513" y="1087"/>
                                </a:cubicBezTo>
                                <a:cubicBezTo>
                                  <a:pt x="1509" y="1095"/>
                                  <a:pt x="1511" y="1099"/>
                                  <a:pt x="1518" y="1105"/>
                                </a:cubicBezTo>
                                <a:close/>
                                <a:moveTo>
                                  <a:pt x="1518" y="1105"/>
                                </a:moveTo>
                                <a:lnTo>
                                  <a:pt x="1518" y="1105"/>
                                </a:lnTo>
                                <a:close/>
                                <a:moveTo>
                                  <a:pt x="1486" y="1083"/>
                                </a:moveTo>
                                <a:cubicBezTo>
                                  <a:pt x="1457" y="1108"/>
                                  <a:pt x="1421" y="1134"/>
                                  <a:pt x="1392" y="1158"/>
                                </a:cubicBezTo>
                                <a:cubicBezTo>
                                  <a:pt x="1387" y="1153"/>
                                  <a:pt x="1396" y="1141"/>
                                  <a:pt x="1392" y="1129"/>
                                </a:cubicBezTo>
                                <a:cubicBezTo>
                                  <a:pt x="1398" y="1118"/>
                                  <a:pt x="1392" y="1111"/>
                                  <a:pt x="1392" y="1106"/>
                                </a:cubicBezTo>
                                <a:cubicBezTo>
                                  <a:pt x="1393" y="1102"/>
                                  <a:pt x="1397" y="1102"/>
                                  <a:pt x="1398" y="1107"/>
                                </a:cubicBezTo>
                                <a:cubicBezTo>
                                  <a:pt x="1399" y="1110"/>
                                  <a:pt x="1399" y="1114"/>
                                  <a:pt x="1405" y="1116"/>
                                </a:cubicBezTo>
                                <a:cubicBezTo>
                                  <a:pt x="1417" y="1120"/>
                                  <a:pt x="1425" y="1110"/>
                                  <a:pt x="1422" y="1101"/>
                                </a:cubicBezTo>
                                <a:cubicBezTo>
                                  <a:pt x="1420" y="1094"/>
                                  <a:pt x="1428" y="1088"/>
                                  <a:pt x="1433" y="1097"/>
                                </a:cubicBezTo>
                                <a:cubicBezTo>
                                  <a:pt x="1444" y="1113"/>
                                  <a:pt x="1465" y="1098"/>
                                  <a:pt x="1459" y="1076"/>
                                </a:cubicBezTo>
                                <a:cubicBezTo>
                                  <a:pt x="1457" y="1068"/>
                                  <a:pt x="1464" y="1066"/>
                                  <a:pt x="1466" y="1070"/>
                                </a:cubicBezTo>
                                <a:cubicBezTo>
                                  <a:pt x="1468" y="1074"/>
                                  <a:pt x="1464" y="1079"/>
                                  <a:pt x="1469" y="1082"/>
                                </a:cubicBezTo>
                                <a:cubicBezTo>
                                  <a:pt x="1476" y="1085"/>
                                  <a:pt x="1479" y="1077"/>
                                  <a:pt x="1486" y="1083"/>
                                </a:cubicBezTo>
                                <a:close/>
                                <a:moveTo>
                                  <a:pt x="1486" y="1083"/>
                                </a:moveTo>
                                <a:lnTo>
                                  <a:pt x="1486" y="1083"/>
                                </a:lnTo>
                                <a:close/>
                                <a:moveTo>
                                  <a:pt x="1371" y="1138"/>
                                </a:moveTo>
                                <a:cubicBezTo>
                                  <a:pt x="1373" y="1138"/>
                                  <a:pt x="1385" y="1136"/>
                                  <a:pt x="1382" y="1142"/>
                                </a:cubicBezTo>
                                <a:cubicBezTo>
                                  <a:pt x="1377" y="1153"/>
                                  <a:pt x="1373" y="1168"/>
                                  <a:pt x="1380" y="1173"/>
                                </a:cubicBezTo>
                                <a:cubicBezTo>
                                  <a:pt x="1390" y="1179"/>
                                  <a:pt x="1364" y="1195"/>
                                  <a:pt x="1382" y="1201"/>
                                </a:cubicBezTo>
                                <a:cubicBezTo>
                                  <a:pt x="1391" y="1203"/>
                                  <a:pt x="1390" y="1209"/>
                                  <a:pt x="1383" y="1209"/>
                                </a:cubicBezTo>
                                <a:cubicBezTo>
                                  <a:pt x="1374" y="1210"/>
                                  <a:pt x="1364" y="1220"/>
                                  <a:pt x="1374" y="1230"/>
                                </a:cubicBezTo>
                                <a:cubicBezTo>
                                  <a:pt x="1375" y="1232"/>
                                  <a:pt x="1375" y="1233"/>
                                  <a:pt x="1373" y="1233"/>
                                </a:cubicBezTo>
                                <a:cubicBezTo>
                                  <a:pt x="1369" y="1234"/>
                                  <a:pt x="1363" y="1231"/>
                                  <a:pt x="1359" y="1234"/>
                                </a:cubicBezTo>
                                <a:cubicBezTo>
                                  <a:pt x="1348" y="1242"/>
                                  <a:pt x="1366" y="1257"/>
                                  <a:pt x="1342" y="1251"/>
                                </a:cubicBezTo>
                                <a:cubicBezTo>
                                  <a:pt x="1340" y="1250"/>
                                  <a:pt x="1334" y="1251"/>
                                  <a:pt x="1325" y="1252"/>
                                </a:cubicBezTo>
                                <a:cubicBezTo>
                                  <a:pt x="1319" y="1254"/>
                                  <a:pt x="1353" y="1178"/>
                                  <a:pt x="1371" y="1172"/>
                                </a:cubicBezTo>
                                <a:cubicBezTo>
                                  <a:pt x="1376" y="1171"/>
                                  <a:pt x="1374" y="1164"/>
                                  <a:pt x="1365" y="1166"/>
                                </a:cubicBezTo>
                                <a:cubicBezTo>
                                  <a:pt x="1359" y="1166"/>
                                  <a:pt x="1369" y="1145"/>
                                  <a:pt x="1371" y="1138"/>
                                </a:cubicBezTo>
                                <a:close/>
                                <a:moveTo>
                                  <a:pt x="1371" y="1138"/>
                                </a:moveTo>
                                <a:lnTo>
                                  <a:pt x="1371" y="1138"/>
                                </a:lnTo>
                                <a:close/>
                                <a:moveTo>
                                  <a:pt x="1290" y="1051"/>
                                </a:moveTo>
                                <a:cubicBezTo>
                                  <a:pt x="1293" y="1074"/>
                                  <a:pt x="1307" y="1166"/>
                                  <a:pt x="1307" y="1186"/>
                                </a:cubicBezTo>
                                <a:cubicBezTo>
                                  <a:pt x="1304" y="1189"/>
                                  <a:pt x="1295" y="1195"/>
                                  <a:pt x="1286" y="1191"/>
                                </a:cubicBezTo>
                                <a:cubicBezTo>
                                  <a:pt x="1280" y="1187"/>
                                  <a:pt x="1273" y="1191"/>
                                  <a:pt x="1276" y="1182"/>
                                </a:cubicBezTo>
                                <a:cubicBezTo>
                                  <a:pt x="1280" y="1171"/>
                                  <a:pt x="1271" y="1159"/>
                                  <a:pt x="1260" y="1161"/>
                                </a:cubicBezTo>
                                <a:cubicBezTo>
                                  <a:pt x="1238" y="1165"/>
                                  <a:pt x="1238" y="1146"/>
                                  <a:pt x="1252" y="1150"/>
                                </a:cubicBezTo>
                                <a:cubicBezTo>
                                  <a:pt x="1261" y="1153"/>
                                  <a:pt x="1271" y="1150"/>
                                  <a:pt x="1272" y="1136"/>
                                </a:cubicBezTo>
                                <a:cubicBezTo>
                                  <a:pt x="1272" y="1127"/>
                                  <a:pt x="1266" y="1117"/>
                                  <a:pt x="1255" y="1119"/>
                                </a:cubicBezTo>
                                <a:cubicBezTo>
                                  <a:pt x="1240" y="1121"/>
                                  <a:pt x="1240" y="1104"/>
                                  <a:pt x="1251" y="1107"/>
                                </a:cubicBezTo>
                                <a:cubicBezTo>
                                  <a:pt x="1268" y="1112"/>
                                  <a:pt x="1273" y="1099"/>
                                  <a:pt x="1260" y="1089"/>
                                </a:cubicBezTo>
                                <a:cubicBezTo>
                                  <a:pt x="1252" y="1083"/>
                                  <a:pt x="1259" y="1076"/>
                                  <a:pt x="1263" y="1075"/>
                                </a:cubicBezTo>
                                <a:cubicBezTo>
                                  <a:pt x="1277" y="1073"/>
                                  <a:pt x="1278" y="1071"/>
                                  <a:pt x="1281" y="1057"/>
                                </a:cubicBezTo>
                                <a:cubicBezTo>
                                  <a:pt x="1282" y="1051"/>
                                  <a:pt x="1288" y="1049"/>
                                  <a:pt x="1290" y="1051"/>
                                </a:cubicBezTo>
                                <a:close/>
                                <a:moveTo>
                                  <a:pt x="1290" y="1051"/>
                                </a:moveTo>
                                <a:lnTo>
                                  <a:pt x="1290" y="1051"/>
                                </a:lnTo>
                                <a:close/>
                                <a:moveTo>
                                  <a:pt x="1362" y="1135"/>
                                </a:moveTo>
                                <a:cubicBezTo>
                                  <a:pt x="1356" y="1155"/>
                                  <a:pt x="1343" y="1191"/>
                                  <a:pt x="1336" y="1206"/>
                                </a:cubicBezTo>
                                <a:cubicBezTo>
                                  <a:pt x="1332" y="1209"/>
                                  <a:pt x="1331" y="1207"/>
                                  <a:pt x="1331" y="1203"/>
                                </a:cubicBezTo>
                                <a:cubicBezTo>
                                  <a:pt x="1332" y="1190"/>
                                  <a:pt x="1322" y="1187"/>
                                  <a:pt x="1320" y="1193"/>
                                </a:cubicBezTo>
                                <a:cubicBezTo>
                                  <a:pt x="1325" y="1222"/>
                                  <a:pt x="1316" y="1247"/>
                                  <a:pt x="1310" y="1247"/>
                                </a:cubicBezTo>
                                <a:cubicBezTo>
                                  <a:pt x="1310" y="1236"/>
                                  <a:pt x="1308" y="1225"/>
                                  <a:pt x="1307" y="1218"/>
                                </a:cubicBezTo>
                                <a:cubicBezTo>
                                  <a:pt x="1302" y="1204"/>
                                  <a:pt x="1295" y="1204"/>
                                  <a:pt x="1307" y="1200"/>
                                </a:cubicBezTo>
                                <a:cubicBezTo>
                                  <a:pt x="1316" y="1197"/>
                                  <a:pt x="1321" y="1185"/>
                                  <a:pt x="1320" y="1179"/>
                                </a:cubicBezTo>
                                <a:cubicBezTo>
                                  <a:pt x="1316" y="1162"/>
                                  <a:pt x="1332" y="1176"/>
                                  <a:pt x="1337" y="1163"/>
                                </a:cubicBezTo>
                                <a:cubicBezTo>
                                  <a:pt x="1340" y="1153"/>
                                  <a:pt x="1337" y="1153"/>
                                  <a:pt x="1347" y="1150"/>
                                </a:cubicBezTo>
                                <a:cubicBezTo>
                                  <a:pt x="1357" y="1147"/>
                                  <a:pt x="1359" y="1137"/>
                                  <a:pt x="1357" y="1125"/>
                                </a:cubicBezTo>
                                <a:cubicBezTo>
                                  <a:pt x="1366" y="1119"/>
                                  <a:pt x="1363" y="1127"/>
                                  <a:pt x="1362" y="1135"/>
                                </a:cubicBezTo>
                                <a:close/>
                                <a:moveTo>
                                  <a:pt x="1362" y="1135"/>
                                </a:moveTo>
                                <a:lnTo>
                                  <a:pt x="1362" y="1135"/>
                                </a:lnTo>
                                <a:close/>
                                <a:moveTo>
                                  <a:pt x="1252" y="1227"/>
                                </a:moveTo>
                                <a:cubicBezTo>
                                  <a:pt x="1254" y="1226"/>
                                  <a:pt x="1265" y="1225"/>
                                  <a:pt x="1267" y="1229"/>
                                </a:cubicBezTo>
                                <a:cubicBezTo>
                                  <a:pt x="1269" y="1232"/>
                                  <a:pt x="1269" y="1239"/>
                                  <a:pt x="1267" y="1240"/>
                                </a:cubicBezTo>
                                <a:cubicBezTo>
                                  <a:pt x="1264" y="1243"/>
                                  <a:pt x="1250" y="1230"/>
                                  <a:pt x="1252" y="1227"/>
                                </a:cubicBezTo>
                                <a:close/>
                                <a:moveTo>
                                  <a:pt x="1252" y="1227"/>
                                </a:moveTo>
                                <a:lnTo>
                                  <a:pt x="1252" y="1227"/>
                                </a:lnTo>
                                <a:close/>
                                <a:moveTo>
                                  <a:pt x="666" y="422"/>
                                </a:moveTo>
                                <a:lnTo>
                                  <a:pt x="643" y="440"/>
                                </a:lnTo>
                                <a:cubicBezTo>
                                  <a:pt x="637" y="445"/>
                                  <a:pt x="633" y="447"/>
                                  <a:pt x="640" y="453"/>
                                </a:cubicBezTo>
                                <a:cubicBezTo>
                                  <a:pt x="648" y="460"/>
                                  <a:pt x="653" y="465"/>
                                  <a:pt x="661" y="472"/>
                                </a:cubicBezTo>
                                <a:lnTo>
                                  <a:pt x="788" y="476"/>
                                </a:lnTo>
                                <a:lnTo>
                                  <a:pt x="817" y="447"/>
                                </a:lnTo>
                                <a:cubicBezTo>
                                  <a:pt x="810" y="438"/>
                                  <a:pt x="801" y="429"/>
                                  <a:pt x="786" y="421"/>
                                </a:cubicBezTo>
                                <a:lnTo>
                                  <a:pt x="696" y="418"/>
                                </a:lnTo>
                                <a:cubicBezTo>
                                  <a:pt x="728" y="406"/>
                                  <a:pt x="755" y="387"/>
                                  <a:pt x="777" y="363"/>
                                </a:cubicBezTo>
                                <a:cubicBezTo>
                                  <a:pt x="779" y="361"/>
                                  <a:pt x="780" y="365"/>
                                  <a:pt x="778" y="367"/>
                                </a:cubicBezTo>
                                <a:cubicBezTo>
                                  <a:pt x="769" y="379"/>
                                  <a:pt x="755" y="392"/>
                                  <a:pt x="738" y="404"/>
                                </a:cubicBezTo>
                                <a:cubicBezTo>
                                  <a:pt x="736" y="405"/>
                                  <a:pt x="734" y="409"/>
                                  <a:pt x="738" y="411"/>
                                </a:cubicBezTo>
                                <a:cubicBezTo>
                                  <a:pt x="739" y="412"/>
                                  <a:pt x="742" y="412"/>
                                  <a:pt x="745" y="412"/>
                                </a:cubicBezTo>
                                <a:lnTo>
                                  <a:pt x="799" y="411"/>
                                </a:lnTo>
                                <a:cubicBezTo>
                                  <a:pt x="801" y="394"/>
                                  <a:pt x="801" y="378"/>
                                  <a:pt x="800" y="357"/>
                                </a:cubicBezTo>
                                <a:cubicBezTo>
                                  <a:pt x="800" y="352"/>
                                  <a:pt x="801" y="348"/>
                                  <a:pt x="798" y="347"/>
                                </a:cubicBezTo>
                                <a:cubicBezTo>
                                  <a:pt x="796" y="347"/>
                                  <a:pt x="793" y="347"/>
                                  <a:pt x="791" y="346"/>
                                </a:cubicBezTo>
                                <a:cubicBezTo>
                                  <a:pt x="797" y="337"/>
                                  <a:pt x="802" y="328"/>
                                  <a:pt x="806" y="318"/>
                                </a:cubicBezTo>
                                <a:lnTo>
                                  <a:pt x="804" y="416"/>
                                </a:lnTo>
                                <a:lnTo>
                                  <a:pt x="839" y="443"/>
                                </a:lnTo>
                                <a:lnTo>
                                  <a:pt x="869" y="409"/>
                                </a:lnTo>
                                <a:lnTo>
                                  <a:pt x="867" y="286"/>
                                </a:lnTo>
                                <a:lnTo>
                                  <a:pt x="841" y="259"/>
                                </a:lnTo>
                                <a:lnTo>
                                  <a:pt x="809" y="284"/>
                                </a:lnTo>
                                <a:cubicBezTo>
                                  <a:pt x="803" y="262"/>
                                  <a:pt x="781" y="253"/>
                                  <a:pt x="757" y="253"/>
                                </a:cubicBezTo>
                                <a:cubicBezTo>
                                  <a:pt x="729" y="254"/>
                                  <a:pt x="711" y="265"/>
                                  <a:pt x="691" y="281"/>
                                </a:cubicBezTo>
                                <a:cubicBezTo>
                                  <a:pt x="662" y="304"/>
                                  <a:pt x="638" y="330"/>
                                  <a:pt x="630" y="358"/>
                                </a:cubicBezTo>
                                <a:cubicBezTo>
                                  <a:pt x="620" y="393"/>
                                  <a:pt x="637" y="416"/>
                                  <a:pt x="666" y="422"/>
                                </a:cubicBezTo>
                                <a:close/>
                                <a:moveTo>
                                  <a:pt x="666" y="422"/>
                                </a:moveTo>
                                <a:lnTo>
                                  <a:pt x="666" y="422"/>
                                </a:lnTo>
                                <a:close/>
                                <a:moveTo>
                                  <a:pt x="786" y="372"/>
                                </a:moveTo>
                                <a:cubicBezTo>
                                  <a:pt x="781" y="376"/>
                                  <a:pt x="777" y="380"/>
                                  <a:pt x="773" y="387"/>
                                </a:cubicBezTo>
                                <a:cubicBezTo>
                                  <a:pt x="770" y="391"/>
                                  <a:pt x="772" y="394"/>
                                  <a:pt x="777" y="394"/>
                                </a:cubicBezTo>
                                <a:lnTo>
                                  <a:pt x="785" y="395"/>
                                </a:lnTo>
                                <a:cubicBezTo>
                                  <a:pt x="788" y="395"/>
                                  <a:pt x="791" y="393"/>
                                  <a:pt x="791" y="390"/>
                                </a:cubicBezTo>
                                <a:cubicBezTo>
                                  <a:pt x="790" y="388"/>
                                  <a:pt x="790" y="374"/>
                                  <a:pt x="790" y="374"/>
                                </a:cubicBezTo>
                                <a:cubicBezTo>
                                  <a:pt x="790" y="371"/>
                                  <a:pt x="789" y="370"/>
                                  <a:pt x="786" y="372"/>
                                </a:cubicBezTo>
                                <a:close/>
                                <a:moveTo>
                                  <a:pt x="786" y="372"/>
                                </a:moveTo>
                                <a:lnTo>
                                  <a:pt x="786" y="372"/>
                                </a:lnTo>
                                <a:close/>
                                <a:moveTo>
                                  <a:pt x="685" y="298"/>
                                </a:moveTo>
                                <a:cubicBezTo>
                                  <a:pt x="662" y="320"/>
                                  <a:pt x="637" y="348"/>
                                  <a:pt x="639" y="380"/>
                                </a:cubicBezTo>
                                <a:cubicBezTo>
                                  <a:pt x="641" y="395"/>
                                  <a:pt x="647" y="404"/>
                                  <a:pt x="660" y="409"/>
                                </a:cubicBezTo>
                                <a:cubicBezTo>
                                  <a:pt x="672" y="413"/>
                                  <a:pt x="688" y="409"/>
                                  <a:pt x="701" y="405"/>
                                </a:cubicBezTo>
                                <a:cubicBezTo>
                                  <a:pt x="705" y="404"/>
                                  <a:pt x="711" y="400"/>
                                  <a:pt x="708" y="396"/>
                                </a:cubicBezTo>
                                <a:cubicBezTo>
                                  <a:pt x="698" y="386"/>
                                  <a:pt x="693" y="374"/>
                                  <a:pt x="704" y="366"/>
                                </a:cubicBezTo>
                                <a:cubicBezTo>
                                  <a:pt x="716" y="357"/>
                                  <a:pt x="737" y="364"/>
                                  <a:pt x="734" y="384"/>
                                </a:cubicBezTo>
                                <a:cubicBezTo>
                                  <a:pt x="747" y="382"/>
                                  <a:pt x="755" y="363"/>
                                  <a:pt x="757" y="352"/>
                                </a:cubicBezTo>
                                <a:cubicBezTo>
                                  <a:pt x="760" y="335"/>
                                  <a:pt x="759" y="317"/>
                                  <a:pt x="739" y="307"/>
                                </a:cubicBezTo>
                                <a:cubicBezTo>
                                  <a:pt x="729" y="302"/>
                                  <a:pt x="720" y="302"/>
                                  <a:pt x="712" y="311"/>
                                </a:cubicBezTo>
                                <a:cubicBezTo>
                                  <a:pt x="719" y="316"/>
                                  <a:pt x="723" y="329"/>
                                  <a:pt x="719" y="334"/>
                                </a:cubicBezTo>
                                <a:cubicBezTo>
                                  <a:pt x="709" y="346"/>
                                  <a:pt x="680" y="338"/>
                                  <a:pt x="689" y="315"/>
                                </a:cubicBezTo>
                                <a:cubicBezTo>
                                  <a:pt x="699" y="291"/>
                                  <a:pt x="737" y="288"/>
                                  <a:pt x="756" y="308"/>
                                </a:cubicBezTo>
                                <a:cubicBezTo>
                                  <a:pt x="769" y="321"/>
                                  <a:pt x="772" y="338"/>
                                  <a:pt x="768" y="354"/>
                                </a:cubicBezTo>
                                <a:cubicBezTo>
                                  <a:pt x="780" y="344"/>
                                  <a:pt x="789" y="331"/>
                                  <a:pt x="794" y="312"/>
                                </a:cubicBezTo>
                                <a:cubicBezTo>
                                  <a:pt x="798" y="298"/>
                                  <a:pt x="796" y="286"/>
                                  <a:pt x="791" y="276"/>
                                </a:cubicBezTo>
                                <a:cubicBezTo>
                                  <a:pt x="782" y="263"/>
                                  <a:pt x="765" y="261"/>
                                  <a:pt x="749" y="263"/>
                                </a:cubicBezTo>
                                <a:cubicBezTo>
                                  <a:pt x="723" y="265"/>
                                  <a:pt x="703" y="282"/>
                                  <a:pt x="685" y="298"/>
                                </a:cubicBezTo>
                                <a:close/>
                                <a:moveTo>
                                  <a:pt x="685" y="298"/>
                                </a:moveTo>
                                <a:lnTo>
                                  <a:pt x="685" y="298"/>
                                </a:lnTo>
                                <a:close/>
                                <a:moveTo>
                                  <a:pt x="655" y="452"/>
                                </a:moveTo>
                                <a:cubicBezTo>
                                  <a:pt x="701" y="452"/>
                                  <a:pt x="746" y="452"/>
                                  <a:pt x="791" y="455"/>
                                </a:cubicBezTo>
                                <a:cubicBezTo>
                                  <a:pt x="800" y="459"/>
                                  <a:pt x="784" y="466"/>
                                  <a:pt x="783" y="466"/>
                                </a:cubicBezTo>
                                <a:cubicBezTo>
                                  <a:pt x="744" y="464"/>
                                  <a:pt x="706" y="464"/>
                                  <a:pt x="668" y="464"/>
                                </a:cubicBezTo>
                                <a:cubicBezTo>
                                  <a:pt x="662" y="463"/>
                                  <a:pt x="650" y="452"/>
                                  <a:pt x="655" y="452"/>
                                </a:cubicBezTo>
                                <a:close/>
                                <a:moveTo>
                                  <a:pt x="655" y="452"/>
                                </a:moveTo>
                                <a:lnTo>
                                  <a:pt x="655" y="452"/>
                                </a:lnTo>
                                <a:close/>
                                <a:moveTo>
                                  <a:pt x="928" y="401"/>
                                </a:moveTo>
                                <a:cubicBezTo>
                                  <a:pt x="905" y="374"/>
                                  <a:pt x="874" y="343"/>
                                  <a:pt x="872" y="308"/>
                                </a:cubicBezTo>
                                <a:cubicBezTo>
                                  <a:pt x="871" y="288"/>
                                  <a:pt x="879" y="267"/>
                                  <a:pt x="904" y="263"/>
                                </a:cubicBezTo>
                                <a:cubicBezTo>
                                  <a:pt x="962" y="255"/>
                                  <a:pt x="1020" y="320"/>
                                  <a:pt x="1027" y="367"/>
                                </a:cubicBezTo>
                                <a:cubicBezTo>
                                  <a:pt x="1034" y="415"/>
                                  <a:pt x="1000" y="450"/>
                                  <a:pt x="943" y="413"/>
                                </a:cubicBezTo>
                                <a:cubicBezTo>
                                  <a:pt x="938" y="409"/>
                                  <a:pt x="952" y="425"/>
                                  <a:pt x="937" y="426"/>
                                </a:cubicBezTo>
                                <a:lnTo>
                                  <a:pt x="889" y="424"/>
                                </a:lnTo>
                                <a:cubicBezTo>
                                  <a:pt x="882" y="422"/>
                                  <a:pt x="879" y="418"/>
                                  <a:pt x="878" y="413"/>
                                </a:cubicBezTo>
                                <a:lnTo>
                                  <a:pt x="878" y="361"/>
                                </a:lnTo>
                                <a:cubicBezTo>
                                  <a:pt x="878" y="354"/>
                                  <a:pt x="883" y="355"/>
                                  <a:pt x="886" y="360"/>
                                </a:cubicBezTo>
                                <a:cubicBezTo>
                                  <a:pt x="898" y="377"/>
                                  <a:pt x="911" y="391"/>
                                  <a:pt x="925" y="403"/>
                                </a:cubicBezTo>
                                <a:cubicBezTo>
                                  <a:pt x="928" y="404"/>
                                  <a:pt x="930" y="403"/>
                                  <a:pt x="928" y="401"/>
                                </a:cubicBezTo>
                                <a:close/>
                                <a:moveTo>
                                  <a:pt x="928" y="401"/>
                                </a:moveTo>
                                <a:lnTo>
                                  <a:pt x="928" y="401"/>
                                </a:lnTo>
                                <a:close/>
                                <a:moveTo>
                                  <a:pt x="887" y="380"/>
                                </a:moveTo>
                                <a:lnTo>
                                  <a:pt x="887" y="396"/>
                                </a:lnTo>
                                <a:cubicBezTo>
                                  <a:pt x="888" y="400"/>
                                  <a:pt x="890" y="402"/>
                                  <a:pt x="894" y="401"/>
                                </a:cubicBezTo>
                                <a:cubicBezTo>
                                  <a:pt x="900" y="399"/>
                                  <a:pt x="903" y="394"/>
                                  <a:pt x="899" y="388"/>
                                </a:cubicBezTo>
                                <a:lnTo>
                                  <a:pt x="889" y="380"/>
                                </a:lnTo>
                                <a:cubicBezTo>
                                  <a:pt x="888" y="378"/>
                                  <a:pt x="887" y="379"/>
                                  <a:pt x="887" y="380"/>
                                </a:cubicBezTo>
                                <a:close/>
                                <a:moveTo>
                                  <a:pt x="887" y="380"/>
                                </a:moveTo>
                                <a:lnTo>
                                  <a:pt x="887" y="380"/>
                                </a:lnTo>
                                <a:close/>
                                <a:moveTo>
                                  <a:pt x="924" y="381"/>
                                </a:moveTo>
                                <a:cubicBezTo>
                                  <a:pt x="910" y="367"/>
                                  <a:pt x="895" y="348"/>
                                  <a:pt x="886" y="326"/>
                                </a:cubicBezTo>
                                <a:cubicBezTo>
                                  <a:pt x="870" y="282"/>
                                  <a:pt x="900" y="258"/>
                                  <a:pt x="945" y="279"/>
                                </a:cubicBezTo>
                                <a:cubicBezTo>
                                  <a:pt x="988" y="299"/>
                                  <a:pt x="1035" y="356"/>
                                  <a:pt x="1015" y="401"/>
                                </a:cubicBezTo>
                                <a:cubicBezTo>
                                  <a:pt x="1005" y="422"/>
                                  <a:pt x="984" y="424"/>
                                  <a:pt x="962" y="410"/>
                                </a:cubicBezTo>
                                <a:cubicBezTo>
                                  <a:pt x="971" y="403"/>
                                  <a:pt x="986" y="388"/>
                                  <a:pt x="976" y="369"/>
                                </a:cubicBezTo>
                                <a:cubicBezTo>
                                  <a:pt x="969" y="356"/>
                                  <a:pt x="957" y="361"/>
                                  <a:pt x="952" y="371"/>
                                </a:cubicBezTo>
                                <a:cubicBezTo>
                                  <a:pt x="948" y="380"/>
                                  <a:pt x="952" y="387"/>
                                  <a:pt x="962" y="394"/>
                                </a:cubicBezTo>
                                <a:cubicBezTo>
                                  <a:pt x="959" y="399"/>
                                  <a:pt x="953" y="400"/>
                                  <a:pt x="947" y="397"/>
                                </a:cubicBezTo>
                                <a:cubicBezTo>
                                  <a:pt x="921" y="382"/>
                                  <a:pt x="930" y="328"/>
                                  <a:pt x="956" y="327"/>
                                </a:cubicBezTo>
                                <a:cubicBezTo>
                                  <a:pt x="955" y="345"/>
                                  <a:pt x="988" y="354"/>
                                  <a:pt x="986" y="326"/>
                                </a:cubicBezTo>
                                <a:cubicBezTo>
                                  <a:pt x="986" y="316"/>
                                  <a:pt x="979" y="310"/>
                                  <a:pt x="969" y="310"/>
                                </a:cubicBezTo>
                                <a:cubicBezTo>
                                  <a:pt x="925" y="314"/>
                                  <a:pt x="918" y="356"/>
                                  <a:pt x="924" y="381"/>
                                </a:cubicBezTo>
                                <a:close/>
                                <a:moveTo>
                                  <a:pt x="924" y="381"/>
                                </a:moveTo>
                                <a:lnTo>
                                  <a:pt x="924" y="381"/>
                                </a:lnTo>
                                <a:close/>
                                <a:moveTo>
                                  <a:pt x="879" y="481"/>
                                </a:moveTo>
                                <a:cubicBezTo>
                                  <a:pt x="870" y="473"/>
                                  <a:pt x="865" y="464"/>
                                  <a:pt x="856" y="456"/>
                                </a:cubicBezTo>
                                <a:cubicBezTo>
                                  <a:pt x="849" y="450"/>
                                  <a:pt x="857" y="446"/>
                                  <a:pt x="866" y="438"/>
                                </a:cubicBezTo>
                                <a:cubicBezTo>
                                  <a:pt x="874" y="430"/>
                                  <a:pt x="876" y="425"/>
                                  <a:pt x="893" y="427"/>
                                </a:cubicBezTo>
                                <a:cubicBezTo>
                                  <a:pt x="926" y="429"/>
                                  <a:pt x="963" y="432"/>
                                  <a:pt x="997" y="432"/>
                                </a:cubicBezTo>
                                <a:cubicBezTo>
                                  <a:pt x="1006" y="432"/>
                                  <a:pt x="1024" y="449"/>
                                  <a:pt x="1036" y="457"/>
                                </a:cubicBezTo>
                                <a:cubicBezTo>
                                  <a:pt x="1041" y="460"/>
                                  <a:pt x="1041" y="463"/>
                                  <a:pt x="1037" y="466"/>
                                </a:cubicBezTo>
                                <a:cubicBezTo>
                                  <a:pt x="1034" y="470"/>
                                  <a:pt x="1019" y="480"/>
                                  <a:pt x="1017" y="483"/>
                                </a:cubicBezTo>
                                <a:cubicBezTo>
                                  <a:pt x="1068" y="506"/>
                                  <a:pt x="1036" y="568"/>
                                  <a:pt x="1006" y="603"/>
                                </a:cubicBezTo>
                                <a:cubicBezTo>
                                  <a:pt x="960" y="657"/>
                                  <a:pt x="879" y="665"/>
                                  <a:pt x="863" y="602"/>
                                </a:cubicBezTo>
                                <a:cubicBezTo>
                                  <a:pt x="852" y="613"/>
                                  <a:pt x="848" y="618"/>
                                  <a:pt x="838" y="629"/>
                                </a:cubicBezTo>
                                <a:cubicBezTo>
                                  <a:pt x="831" y="637"/>
                                  <a:pt x="827" y="634"/>
                                  <a:pt x="821" y="627"/>
                                </a:cubicBezTo>
                                <a:cubicBezTo>
                                  <a:pt x="815" y="617"/>
                                  <a:pt x="808" y="610"/>
                                  <a:pt x="803" y="604"/>
                                </a:cubicBezTo>
                                <a:cubicBezTo>
                                  <a:pt x="793" y="639"/>
                                  <a:pt x="761" y="654"/>
                                  <a:pt x="730" y="644"/>
                                </a:cubicBezTo>
                                <a:cubicBezTo>
                                  <a:pt x="650" y="619"/>
                                  <a:pt x="613" y="532"/>
                                  <a:pt x="659" y="489"/>
                                </a:cubicBezTo>
                                <a:cubicBezTo>
                                  <a:pt x="681" y="470"/>
                                  <a:pt x="715" y="482"/>
                                  <a:pt x="738" y="500"/>
                                </a:cubicBezTo>
                                <a:cubicBezTo>
                                  <a:pt x="769" y="524"/>
                                  <a:pt x="796" y="551"/>
                                  <a:pt x="801" y="581"/>
                                </a:cubicBezTo>
                                <a:cubicBezTo>
                                  <a:pt x="802" y="580"/>
                                  <a:pt x="803" y="578"/>
                                  <a:pt x="803" y="574"/>
                                </a:cubicBezTo>
                                <a:lnTo>
                                  <a:pt x="800" y="505"/>
                                </a:lnTo>
                                <a:cubicBezTo>
                                  <a:pt x="798" y="501"/>
                                  <a:pt x="797" y="501"/>
                                  <a:pt x="795" y="503"/>
                                </a:cubicBezTo>
                                <a:cubicBezTo>
                                  <a:pt x="795" y="512"/>
                                  <a:pt x="795" y="521"/>
                                  <a:pt x="795" y="530"/>
                                </a:cubicBezTo>
                                <a:cubicBezTo>
                                  <a:pt x="795" y="543"/>
                                  <a:pt x="790" y="544"/>
                                  <a:pt x="783" y="533"/>
                                </a:cubicBezTo>
                                <a:cubicBezTo>
                                  <a:pt x="773" y="514"/>
                                  <a:pt x="755" y="502"/>
                                  <a:pt x="736" y="489"/>
                                </a:cubicBezTo>
                                <a:cubicBezTo>
                                  <a:pt x="727" y="483"/>
                                  <a:pt x="735" y="477"/>
                                  <a:pt x="744" y="478"/>
                                </a:cubicBezTo>
                                <a:cubicBezTo>
                                  <a:pt x="759" y="479"/>
                                  <a:pt x="772" y="480"/>
                                  <a:pt x="783" y="479"/>
                                </a:cubicBezTo>
                                <a:cubicBezTo>
                                  <a:pt x="803" y="479"/>
                                  <a:pt x="789" y="490"/>
                                  <a:pt x="798" y="492"/>
                                </a:cubicBezTo>
                                <a:cubicBezTo>
                                  <a:pt x="798" y="482"/>
                                  <a:pt x="799" y="480"/>
                                  <a:pt x="803" y="477"/>
                                </a:cubicBezTo>
                                <a:cubicBezTo>
                                  <a:pt x="812" y="470"/>
                                  <a:pt x="818" y="463"/>
                                  <a:pt x="827" y="456"/>
                                </a:cubicBezTo>
                                <a:cubicBezTo>
                                  <a:pt x="833" y="451"/>
                                  <a:pt x="833" y="452"/>
                                  <a:pt x="836" y="456"/>
                                </a:cubicBezTo>
                                <a:cubicBezTo>
                                  <a:pt x="839" y="460"/>
                                  <a:pt x="860" y="485"/>
                                  <a:pt x="860" y="486"/>
                                </a:cubicBezTo>
                                <a:cubicBezTo>
                                  <a:pt x="861" y="500"/>
                                  <a:pt x="862" y="570"/>
                                  <a:pt x="863" y="590"/>
                                </a:cubicBezTo>
                                <a:cubicBezTo>
                                  <a:pt x="863" y="592"/>
                                  <a:pt x="864" y="592"/>
                                  <a:pt x="865" y="592"/>
                                </a:cubicBezTo>
                                <a:cubicBezTo>
                                  <a:pt x="874" y="560"/>
                                  <a:pt x="927" y="509"/>
                                  <a:pt x="981" y="487"/>
                                </a:cubicBezTo>
                                <a:cubicBezTo>
                                  <a:pt x="951" y="487"/>
                                  <a:pt x="910" y="483"/>
                                  <a:pt x="879" y="481"/>
                                </a:cubicBezTo>
                                <a:close/>
                                <a:moveTo>
                                  <a:pt x="879" y="481"/>
                                </a:moveTo>
                                <a:lnTo>
                                  <a:pt x="879" y="481"/>
                                </a:lnTo>
                                <a:close/>
                                <a:moveTo>
                                  <a:pt x="670" y="582"/>
                                </a:moveTo>
                                <a:cubicBezTo>
                                  <a:pt x="689" y="615"/>
                                  <a:pt x="724" y="639"/>
                                  <a:pt x="760" y="631"/>
                                </a:cubicBezTo>
                                <a:cubicBezTo>
                                  <a:pt x="777" y="626"/>
                                  <a:pt x="790" y="615"/>
                                  <a:pt x="790" y="591"/>
                                </a:cubicBezTo>
                                <a:cubicBezTo>
                                  <a:pt x="790" y="568"/>
                                  <a:pt x="773" y="547"/>
                                  <a:pt x="761" y="535"/>
                                </a:cubicBezTo>
                                <a:cubicBezTo>
                                  <a:pt x="771" y="583"/>
                                  <a:pt x="741" y="606"/>
                                  <a:pt x="717" y="604"/>
                                </a:cubicBezTo>
                                <a:cubicBezTo>
                                  <a:pt x="691" y="603"/>
                                  <a:pt x="683" y="572"/>
                                  <a:pt x="698" y="565"/>
                                </a:cubicBezTo>
                                <a:cubicBezTo>
                                  <a:pt x="708" y="561"/>
                                  <a:pt x="723" y="572"/>
                                  <a:pt x="722" y="591"/>
                                </a:cubicBezTo>
                                <a:cubicBezTo>
                                  <a:pt x="723" y="592"/>
                                  <a:pt x="729" y="590"/>
                                  <a:pt x="731" y="588"/>
                                </a:cubicBezTo>
                                <a:cubicBezTo>
                                  <a:pt x="764" y="566"/>
                                  <a:pt x="748" y="501"/>
                                  <a:pt x="722" y="521"/>
                                </a:cubicBezTo>
                                <a:cubicBezTo>
                                  <a:pt x="736" y="562"/>
                                  <a:pt x="687" y="562"/>
                                  <a:pt x="697" y="528"/>
                                </a:cubicBezTo>
                                <a:cubicBezTo>
                                  <a:pt x="701" y="516"/>
                                  <a:pt x="713" y="506"/>
                                  <a:pt x="725" y="504"/>
                                </a:cubicBezTo>
                                <a:cubicBezTo>
                                  <a:pt x="703" y="489"/>
                                  <a:pt x="678" y="484"/>
                                  <a:pt x="662" y="506"/>
                                </a:cubicBezTo>
                                <a:cubicBezTo>
                                  <a:pt x="647" y="527"/>
                                  <a:pt x="654" y="557"/>
                                  <a:pt x="670" y="582"/>
                                </a:cubicBezTo>
                                <a:close/>
                                <a:moveTo>
                                  <a:pt x="670" y="582"/>
                                </a:moveTo>
                                <a:lnTo>
                                  <a:pt x="670" y="582"/>
                                </a:lnTo>
                                <a:close/>
                                <a:moveTo>
                                  <a:pt x="779" y="495"/>
                                </a:moveTo>
                                <a:cubicBezTo>
                                  <a:pt x="783" y="494"/>
                                  <a:pt x="786" y="495"/>
                                  <a:pt x="786" y="503"/>
                                </a:cubicBezTo>
                                <a:cubicBezTo>
                                  <a:pt x="786" y="506"/>
                                  <a:pt x="786" y="519"/>
                                  <a:pt x="780" y="510"/>
                                </a:cubicBezTo>
                                <a:cubicBezTo>
                                  <a:pt x="778" y="507"/>
                                  <a:pt x="773" y="505"/>
                                  <a:pt x="772" y="502"/>
                                </a:cubicBezTo>
                                <a:cubicBezTo>
                                  <a:pt x="769" y="498"/>
                                  <a:pt x="776" y="496"/>
                                  <a:pt x="779" y="495"/>
                                </a:cubicBezTo>
                                <a:close/>
                                <a:moveTo>
                                  <a:pt x="779" y="495"/>
                                </a:moveTo>
                                <a:lnTo>
                                  <a:pt x="779" y="495"/>
                                </a:lnTo>
                                <a:close/>
                                <a:moveTo>
                                  <a:pt x="839" y="476"/>
                                </a:moveTo>
                                <a:cubicBezTo>
                                  <a:pt x="837" y="476"/>
                                  <a:pt x="836" y="477"/>
                                  <a:pt x="835" y="480"/>
                                </a:cubicBezTo>
                                <a:lnTo>
                                  <a:pt x="838" y="602"/>
                                </a:lnTo>
                                <a:cubicBezTo>
                                  <a:pt x="838" y="608"/>
                                  <a:pt x="839" y="608"/>
                                  <a:pt x="843" y="603"/>
                                </a:cubicBezTo>
                                <a:cubicBezTo>
                                  <a:pt x="846" y="601"/>
                                  <a:pt x="849" y="598"/>
                                  <a:pt x="850" y="593"/>
                                </a:cubicBezTo>
                                <a:lnTo>
                                  <a:pt x="849" y="489"/>
                                </a:lnTo>
                                <a:cubicBezTo>
                                  <a:pt x="847" y="483"/>
                                  <a:pt x="844" y="479"/>
                                  <a:pt x="839" y="476"/>
                                </a:cubicBezTo>
                                <a:close/>
                                <a:moveTo>
                                  <a:pt x="839" y="476"/>
                                </a:moveTo>
                                <a:lnTo>
                                  <a:pt x="839" y="476"/>
                                </a:lnTo>
                                <a:close/>
                                <a:moveTo>
                                  <a:pt x="876" y="449"/>
                                </a:moveTo>
                                <a:lnTo>
                                  <a:pt x="1011" y="454"/>
                                </a:lnTo>
                                <a:cubicBezTo>
                                  <a:pt x="1013" y="452"/>
                                  <a:pt x="1013" y="451"/>
                                  <a:pt x="1011" y="450"/>
                                </a:cubicBezTo>
                                <a:cubicBezTo>
                                  <a:pt x="1008" y="447"/>
                                  <a:pt x="1002" y="442"/>
                                  <a:pt x="998" y="442"/>
                                </a:cubicBezTo>
                                <a:lnTo>
                                  <a:pt x="882" y="438"/>
                                </a:lnTo>
                                <a:cubicBezTo>
                                  <a:pt x="878" y="438"/>
                                  <a:pt x="874" y="442"/>
                                  <a:pt x="873" y="446"/>
                                </a:cubicBezTo>
                                <a:cubicBezTo>
                                  <a:pt x="872" y="447"/>
                                  <a:pt x="873" y="448"/>
                                  <a:pt x="876" y="449"/>
                                </a:cubicBezTo>
                                <a:close/>
                                <a:moveTo>
                                  <a:pt x="876" y="449"/>
                                </a:moveTo>
                                <a:lnTo>
                                  <a:pt x="876" y="449"/>
                                </a:lnTo>
                                <a:close/>
                                <a:moveTo>
                                  <a:pt x="869" y="497"/>
                                </a:moveTo>
                                <a:cubicBezTo>
                                  <a:pt x="869" y="504"/>
                                  <a:pt x="869" y="525"/>
                                  <a:pt x="869" y="539"/>
                                </a:cubicBezTo>
                                <a:cubicBezTo>
                                  <a:pt x="869" y="551"/>
                                  <a:pt x="871" y="560"/>
                                  <a:pt x="885" y="545"/>
                                </a:cubicBezTo>
                                <a:cubicBezTo>
                                  <a:pt x="901" y="527"/>
                                  <a:pt x="917" y="511"/>
                                  <a:pt x="936" y="497"/>
                                </a:cubicBezTo>
                                <a:cubicBezTo>
                                  <a:pt x="940" y="492"/>
                                  <a:pt x="939" y="490"/>
                                  <a:pt x="932" y="489"/>
                                </a:cubicBezTo>
                                <a:cubicBezTo>
                                  <a:pt x="914" y="489"/>
                                  <a:pt x="899" y="488"/>
                                  <a:pt x="883" y="486"/>
                                </a:cubicBezTo>
                                <a:cubicBezTo>
                                  <a:pt x="873" y="485"/>
                                  <a:pt x="868" y="487"/>
                                  <a:pt x="869" y="497"/>
                                </a:cubicBezTo>
                                <a:close/>
                                <a:moveTo>
                                  <a:pt x="869" y="497"/>
                                </a:moveTo>
                                <a:lnTo>
                                  <a:pt x="869" y="497"/>
                                </a:lnTo>
                                <a:close/>
                                <a:moveTo>
                                  <a:pt x="907" y="509"/>
                                </a:moveTo>
                                <a:cubicBezTo>
                                  <a:pt x="910" y="506"/>
                                  <a:pt x="914" y="502"/>
                                  <a:pt x="915" y="502"/>
                                </a:cubicBezTo>
                                <a:cubicBezTo>
                                  <a:pt x="916" y="501"/>
                                  <a:pt x="914" y="499"/>
                                  <a:pt x="913" y="498"/>
                                </a:cubicBezTo>
                                <a:cubicBezTo>
                                  <a:pt x="906" y="498"/>
                                  <a:pt x="901" y="498"/>
                                  <a:pt x="896" y="498"/>
                                </a:cubicBezTo>
                                <a:cubicBezTo>
                                  <a:pt x="892" y="498"/>
                                  <a:pt x="889" y="501"/>
                                  <a:pt x="890" y="502"/>
                                </a:cubicBezTo>
                                <a:cubicBezTo>
                                  <a:pt x="891" y="504"/>
                                  <a:pt x="897" y="507"/>
                                  <a:pt x="901" y="510"/>
                                </a:cubicBezTo>
                                <a:cubicBezTo>
                                  <a:pt x="904" y="511"/>
                                  <a:pt x="905" y="510"/>
                                  <a:pt x="907" y="509"/>
                                </a:cubicBezTo>
                                <a:close/>
                                <a:moveTo>
                                  <a:pt x="907" y="509"/>
                                </a:moveTo>
                                <a:lnTo>
                                  <a:pt x="907" y="509"/>
                                </a:lnTo>
                                <a:close/>
                                <a:moveTo>
                                  <a:pt x="903" y="556"/>
                                </a:moveTo>
                                <a:cubicBezTo>
                                  <a:pt x="885" y="576"/>
                                  <a:pt x="876" y="587"/>
                                  <a:pt x="882" y="608"/>
                                </a:cubicBezTo>
                                <a:cubicBezTo>
                                  <a:pt x="888" y="637"/>
                                  <a:pt x="928" y="636"/>
                                  <a:pt x="951" y="627"/>
                                </a:cubicBezTo>
                                <a:cubicBezTo>
                                  <a:pt x="994" y="608"/>
                                  <a:pt x="1051" y="537"/>
                                  <a:pt x="1024" y="503"/>
                                </a:cubicBezTo>
                                <a:cubicBezTo>
                                  <a:pt x="1009" y="485"/>
                                  <a:pt x="976" y="501"/>
                                  <a:pt x="960" y="512"/>
                                </a:cubicBezTo>
                                <a:cubicBezTo>
                                  <a:pt x="981" y="516"/>
                                  <a:pt x="977" y="544"/>
                                  <a:pt x="959" y="551"/>
                                </a:cubicBezTo>
                                <a:cubicBezTo>
                                  <a:pt x="939" y="557"/>
                                  <a:pt x="937" y="538"/>
                                  <a:pt x="946" y="526"/>
                                </a:cubicBezTo>
                                <a:cubicBezTo>
                                  <a:pt x="928" y="532"/>
                                  <a:pt x="915" y="549"/>
                                  <a:pt x="914" y="574"/>
                                </a:cubicBezTo>
                                <a:cubicBezTo>
                                  <a:pt x="914" y="605"/>
                                  <a:pt x="937" y="611"/>
                                  <a:pt x="947" y="603"/>
                                </a:cubicBezTo>
                                <a:cubicBezTo>
                                  <a:pt x="945" y="595"/>
                                  <a:pt x="943" y="586"/>
                                  <a:pt x="956" y="574"/>
                                </a:cubicBezTo>
                                <a:cubicBezTo>
                                  <a:pt x="971" y="560"/>
                                  <a:pt x="982" y="570"/>
                                  <a:pt x="977" y="587"/>
                                </a:cubicBezTo>
                                <a:cubicBezTo>
                                  <a:pt x="971" y="607"/>
                                  <a:pt x="942" y="624"/>
                                  <a:pt x="921" y="614"/>
                                </a:cubicBezTo>
                                <a:cubicBezTo>
                                  <a:pt x="912" y="609"/>
                                  <a:pt x="908" y="601"/>
                                  <a:pt x="905" y="595"/>
                                </a:cubicBezTo>
                                <a:cubicBezTo>
                                  <a:pt x="899" y="581"/>
                                  <a:pt x="899" y="570"/>
                                  <a:pt x="903" y="556"/>
                                </a:cubicBezTo>
                                <a:close/>
                                <a:moveTo>
                                  <a:pt x="903" y="556"/>
                                </a:moveTo>
                                <a:lnTo>
                                  <a:pt x="903" y="556"/>
                                </a:lnTo>
                                <a:close/>
                                <a:moveTo>
                                  <a:pt x="1165" y="316"/>
                                </a:moveTo>
                                <a:lnTo>
                                  <a:pt x="1206" y="290"/>
                                </a:lnTo>
                                <a:cubicBezTo>
                                  <a:pt x="1402" y="398"/>
                                  <a:pt x="1531" y="557"/>
                                  <a:pt x="1576" y="778"/>
                                </a:cubicBezTo>
                                <a:lnTo>
                                  <a:pt x="1522" y="758"/>
                                </a:lnTo>
                                <a:cubicBezTo>
                                  <a:pt x="1489" y="559"/>
                                  <a:pt x="1345" y="401"/>
                                  <a:pt x="1165" y="316"/>
                                </a:cubicBezTo>
                                <a:close/>
                                <a:moveTo>
                                  <a:pt x="1165" y="316"/>
                                </a:moveTo>
                                <a:lnTo>
                                  <a:pt x="1165" y="316"/>
                                </a:lnTo>
                                <a:close/>
                                <a:moveTo>
                                  <a:pt x="1127" y="341"/>
                                </a:moveTo>
                                <a:lnTo>
                                  <a:pt x="1154" y="324"/>
                                </a:lnTo>
                                <a:cubicBezTo>
                                  <a:pt x="1333" y="408"/>
                                  <a:pt x="1469" y="555"/>
                                  <a:pt x="1513" y="755"/>
                                </a:cubicBezTo>
                                <a:lnTo>
                                  <a:pt x="1481" y="742"/>
                                </a:lnTo>
                                <a:cubicBezTo>
                                  <a:pt x="1439" y="573"/>
                                  <a:pt x="1305" y="414"/>
                                  <a:pt x="1127" y="341"/>
                                </a:cubicBezTo>
                                <a:close/>
                                <a:moveTo>
                                  <a:pt x="1127" y="341"/>
                                </a:moveTo>
                                <a:lnTo>
                                  <a:pt x="1127" y="341"/>
                                </a:lnTo>
                                <a:close/>
                                <a:moveTo>
                                  <a:pt x="1089" y="365"/>
                                </a:moveTo>
                                <a:lnTo>
                                  <a:pt x="1111" y="351"/>
                                </a:lnTo>
                                <a:cubicBezTo>
                                  <a:pt x="1269" y="413"/>
                                  <a:pt x="1412" y="543"/>
                                  <a:pt x="1461" y="735"/>
                                </a:cubicBezTo>
                                <a:lnTo>
                                  <a:pt x="1437" y="726"/>
                                </a:lnTo>
                                <a:cubicBezTo>
                                  <a:pt x="1392" y="577"/>
                                  <a:pt x="1270" y="425"/>
                                  <a:pt x="1089" y="365"/>
                                </a:cubicBezTo>
                                <a:close/>
                                <a:moveTo>
                                  <a:pt x="1089" y="365"/>
                                </a:moveTo>
                                <a:lnTo>
                                  <a:pt x="1089" y="365"/>
                                </a:lnTo>
                                <a:close/>
                                <a:moveTo>
                                  <a:pt x="494" y="325"/>
                                </a:moveTo>
                                <a:lnTo>
                                  <a:pt x="451" y="300"/>
                                </a:lnTo>
                                <a:cubicBezTo>
                                  <a:pt x="253" y="416"/>
                                  <a:pt x="131" y="587"/>
                                  <a:pt x="99" y="798"/>
                                </a:cubicBezTo>
                                <a:lnTo>
                                  <a:pt x="151" y="776"/>
                                </a:lnTo>
                                <a:cubicBezTo>
                                  <a:pt x="176" y="587"/>
                                  <a:pt x="294" y="426"/>
                                  <a:pt x="494" y="325"/>
                                </a:cubicBezTo>
                                <a:close/>
                                <a:moveTo>
                                  <a:pt x="494" y="325"/>
                                </a:moveTo>
                                <a:lnTo>
                                  <a:pt x="494" y="325"/>
                                </a:lnTo>
                                <a:close/>
                                <a:moveTo>
                                  <a:pt x="531" y="347"/>
                                </a:moveTo>
                                <a:lnTo>
                                  <a:pt x="506" y="332"/>
                                </a:lnTo>
                                <a:cubicBezTo>
                                  <a:pt x="341" y="406"/>
                                  <a:pt x="201" y="562"/>
                                  <a:pt x="162" y="772"/>
                                </a:cubicBezTo>
                                <a:lnTo>
                                  <a:pt x="193" y="759"/>
                                </a:lnTo>
                                <a:cubicBezTo>
                                  <a:pt x="226" y="593"/>
                                  <a:pt x="348" y="429"/>
                                  <a:pt x="531" y="347"/>
                                </a:cubicBezTo>
                                <a:close/>
                                <a:moveTo>
                                  <a:pt x="531" y="347"/>
                                </a:moveTo>
                                <a:lnTo>
                                  <a:pt x="531" y="347"/>
                                </a:lnTo>
                                <a:close/>
                                <a:moveTo>
                                  <a:pt x="573" y="371"/>
                                </a:moveTo>
                                <a:lnTo>
                                  <a:pt x="549" y="357"/>
                                </a:lnTo>
                                <a:cubicBezTo>
                                  <a:pt x="400" y="415"/>
                                  <a:pt x="258" y="559"/>
                                  <a:pt x="213" y="750"/>
                                </a:cubicBezTo>
                                <a:lnTo>
                                  <a:pt x="236" y="740"/>
                                </a:lnTo>
                                <a:cubicBezTo>
                                  <a:pt x="278" y="581"/>
                                  <a:pt x="394" y="432"/>
                                  <a:pt x="573" y="371"/>
                                </a:cubicBezTo>
                                <a:close/>
                                <a:moveTo>
                                  <a:pt x="573" y="371"/>
                                </a:moveTo>
                                <a:lnTo>
                                  <a:pt x="573" y="371"/>
                                </a:lnTo>
                                <a:close/>
                                <a:moveTo>
                                  <a:pt x="380" y="828"/>
                                </a:moveTo>
                                <a:cubicBezTo>
                                  <a:pt x="503" y="737"/>
                                  <a:pt x="604" y="701"/>
                                  <a:pt x="708" y="742"/>
                                </a:cubicBezTo>
                                <a:cubicBezTo>
                                  <a:pt x="802" y="780"/>
                                  <a:pt x="864" y="795"/>
                                  <a:pt x="965" y="739"/>
                                </a:cubicBezTo>
                                <a:cubicBezTo>
                                  <a:pt x="1089" y="671"/>
                                  <a:pt x="1238" y="684"/>
                                  <a:pt x="1315" y="812"/>
                                </a:cubicBezTo>
                                <a:cubicBezTo>
                                  <a:pt x="1340" y="853"/>
                                  <a:pt x="1329" y="803"/>
                                  <a:pt x="1323" y="788"/>
                                </a:cubicBezTo>
                                <a:cubicBezTo>
                                  <a:pt x="1284" y="688"/>
                                  <a:pt x="1218" y="654"/>
                                  <a:pt x="1133" y="650"/>
                                </a:cubicBezTo>
                                <a:cubicBezTo>
                                  <a:pt x="1085" y="648"/>
                                  <a:pt x="1040" y="665"/>
                                  <a:pt x="990" y="695"/>
                                </a:cubicBezTo>
                                <a:cubicBezTo>
                                  <a:pt x="936" y="727"/>
                                  <a:pt x="896" y="761"/>
                                  <a:pt x="843" y="763"/>
                                </a:cubicBezTo>
                                <a:cubicBezTo>
                                  <a:pt x="783" y="764"/>
                                  <a:pt x="755" y="747"/>
                                  <a:pt x="697" y="710"/>
                                </a:cubicBezTo>
                                <a:cubicBezTo>
                                  <a:pt x="566" y="628"/>
                                  <a:pt x="490" y="719"/>
                                  <a:pt x="370" y="822"/>
                                </a:cubicBezTo>
                                <a:cubicBezTo>
                                  <a:pt x="365" y="827"/>
                                  <a:pt x="369" y="835"/>
                                  <a:pt x="380" y="828"/>
                                </a:cubicBezTo>
                                <a:close/>
                                <a:moveTo>
                                  <a:pt x="380" y="828"/>
                                </a:moveTo>
                                <a:lnTo>
                                  <a:pt x="380" y="828"/>
                                </a:lnTo>
                                <a:close/>
                                <a:moveTo>
                                  <a:pt x="204" y="853"/>
                                </a:moveTo>
                                <a:cubicBezTo>
                                  <a:pt x="204" y="852"/>
                                  <a:pt x="201" y="851"/>
                                  <a:pt x="198" y="851"/>
                                </a:cubicBezTo>
                                <a:cubicBezTo>
                                  <a:pt x="196" y="851"/>
                                  <a:pt x="193" y="852"/>
                                  <a:pt x="193" y="855"/>
                                </a:cubicBezTo>
                                <a:cubicBezTo>
                                  <a:pt x="206" y="918"/>
                                  <a:pt x="223" y="976"/>
                                  <a:pt x="255" y="1035"/>
                                </a:cubicBezTo>
                                <a:cubicBezTo>
                                  <a:pt x="283" y="1087"/>
                                  <a:pt x="316" y="1093"/>
                                  <a:pt x="331" y="1108"/>
                                </a:cubicBezTo>
                                <a:lnTo>
                                  <a:pt x="337" y="1107"/>
                                </a:lnTo>
                                <a:cubicBezTo>
                                  <a:pt x="344" y="1082"/>
                                  <a:pt x="353" y="1075"/>
                                  <a:pt x="359" y="1063"/>
                                </a:cubicBezTo>
                                <a:cubicBezTo>
                                  <a:pt x="371" y="1039"/>
                                  <a:pt x="361" y="1011"/>
                                  <a:pt x="361" y="974"/>
                                </a:cubicBezTo>
                                <a:cubicBezTo>
                                  <a:pt x="359" y="926"/>
                                  <a:pt x="361" y="875"/>
                                  <a:pt x="363" y="849"/>
                                </a:cubicBezTo>
                                <a:cubicBezTo>
                                  <a:pt x="364" y="847"/>
                                  <a:pt x="362" y="847"/>
                                  <a:pt x="360" y="847"/>
                                </a:cubicBezTo>
                                <a:cubicBezTo>
                                  <a:pt x="358" y="847"/>
                                  <a:pt x="356" y="848"/>
                                  <a:pt x="355" y="849"/>
                                </a:cubicBezTo>
                                <a:cubicBezTo>
                                  <a:pt x="353" y="869"/>
                                  <a:pt x="348" y="929"/>
                                  <a:pt x="353" y="1007"/>
                                </a:cubicBezTo>
                                <a:cubicBezTo>
                                  <a:pt x="353" y="1012"/>
                                  <a:pt x="346" y="1014"/>
                                  <a:pt x="347" y="1010"/>
                                </a:cubicBezTo>
                                <a:cubicBezTo>
                                  <a:pt x="348" y="995"/>
                                  <a:pt x="348" y="981"/>
                                  <a:pt x="345" y="973"/>
                                </a:cubicBezTo>
                                <a:cubicBezTo>
                                  <a:pt x="344" y="937"/>
                                  <a:pt x="345" y="899"/>
                                  <a:pt x="346" y="852"/>
                                </a:cubicBezTo>
                                <a:cubicBezTo>
                                  <a:pt x="346" y="850"/>
                                  <a:pt x="344" y="850"/>
                                  <a:pt x="342" y="850"/>
                                </a:cubicBezTo>
                                <a:cubicBezTo>
                                  <a:pt x="340" y="850"/>
                                  <a:pt x="338" y="851"/>
                                  <a:pt x="338" y="853"/>
                                </a:cubicBezTo>
                                <a:cubicBezTo>
                                  <a:pt x="336" y="879"/>
                                  <a:pt x="337" y="904"/>
                                  <a:pt x="336" y="928"/>
                                </a:cubicBezTo>
                                <a:cubicBezTo>
                                  <a:pt x="336" y="931"/>
                                  <a:pt x="329" y="932"/>
                                  <a:pt x="329" y="928"/>
                                </a:cubicBezTo>
                                <a:cubicBezTo>
                                  <a:pt x="329" y="903"/>
                                  <a:pt x="329" y="879"/>
                                  <a:pt x="330" y="855"/>
                                </a:cubicBezTo>
                                <a:cubicBezTo>
                                  <a:pt x="331" y="853"/>
                                  <a:pt x="328" y="852"/>
                                  <a:pt x="326" y="852"/>
                                </a:cubicBezTo>
                                <a:cubicBezTo>
                                  <a:pt x="324" y="853"/>
                                  <a:pt x="321" y="853"/>
                                  <a:pt x="321" y="856"/>
                                </a:cubicBezTo>
                                <a:lnTo>
                                  <a:pt x="320" y="897"/>
                                </a:lnTo>
                                <a:cubicBezTo>
                                  <a:pt x="320" y="900"/>
                                  <a:pt x="317" y="898"/>
                                  <a:pt x="316" y="894"/>
                                </a:cubicBezTo>
                                <a:cubicBezTo>
                                  <a:pt x="313" y="886"/>
                                  <a:pt x="314" y="865"/>
                                  <a:pt x="314" y="855"/>
                                </a:cubicBezTo>
                                <a:cubicBezTo>
                                  <a:pt x="314" y="853"/>
                                  <a:pt x="311" y="853"/>
                                  <a:pt x="310" y="853"/>
                                </a:cubicBezTo>
                                <a:cubicBezTo>
                                  <a:pt x="307" y="853"/>
                                  <a:pt x="305" y="853"/>
                                  <a:pt x="305" y="856"/>
                                </a:cubicBezTo>
                                <a:cubicBezTo>
                                  <a:pt x="306" y="870"/>
                                  <a:pt x="305" y="883"/>
                                  <a:pt x="306" y="895"/>
                                </a:cubicBezTo>
                                <a:cubicBezTo>
                                  <a:pt x="302" y="898"/>
                                  <a:pt x="298" y="899"/>
                                  <a:pt x="296" y="901"/>
                                </a:cubicBezTo>
                                <a:cubicBezTo>
                                  <a:pt x="292" y="894"/>
                                  <a:pt x="286" y="887"/>
                                  <a:pt x="279" y="881"/>
                                </a:cubicBezTo>
                                <a:lnTo>
                                  <a:pt x="278" y="854"/>
                                </a:lnTo>
                                <a:cubicBezTo>
                                  <a:pt x="278" y="852"/>
                                  <a:pt x="274" y="850"/>
                                  <a:pt x="272" y="850"/>
                                </a:cubicBezTo>
                                <a:cubicBezTo>
                                  <a:pt x="269" y="850"/>
                                  <a:pt x="268" y="851"/>
                                  <a:pt x="268" y="854"/>
                                </a:cubicBezTo>
                                <a:lnTo>
                                  <a:pt x="269" y="884"/>
                                </a:lnTo>
                                <a:cubicBezTo>
                                  <a:pt x="265" y="892"/>
                                  <a:pt x="261" y="895"/>
                                  <a:pt x="260" y="884"/>
                                </a:cubicBezTo>
                                <a:cubicBezTo>
                                  <a:pt x="259" y="876"/>
                                  <a:pt x="257" y="869"/>
                                  <a:pt x="257" y="854"/>
                                </a:cubicBezTo>
                                <a:cubicBezTo>
                                  <a:pt x="257" y="852"/>
                                  <a:pt x="255" y="852"/>
                                  <a:pt x="252" y="852"/>
                                </a:cubicBezTo>
                                <a:cubicBezTo>
                                  <a:pt x="249" y="852"/>
                                  <a:pt x="246" y="853"/>
                                  <a:pt x="247" y="855"/>
                                </a:cubicBezTo>
                                <a:lnTo>
                                  <a:pt x="255" y="909"/>
                                </a:lnTo>
                                <a:cubicBezTo>
                                  <a:pt x="256" y="913"/>
                                  <a:pt x="251" y="915"/>
                                  <a:pt x="251" y="912"/>
                                </a:cubicBezTo>
                                <a:cubicBezTo>
                                  <a:pt x="245" y="899"/>
                                  <a:pt x="242" y="877"/>
                                  <a:pt x="242" y="856"/>
                                </a:cubicBezTo>
                                <a:cubicBezTo>
                                  <a:pt x="241" y="854"/>
                                  <a:pt x="239" y="853"/>
                                  <a:pt x="237" y="853"/>
                                </a:cubicBezTo>
                                <a:cubicBezTo>
                                  <a:pt x="235" y="852"/>
                                  <a:pt x="231" y="853"/>
                                  <a:pt x="232" y="856"/>
                                </a:cubicBezTo>
                                <a:cubicBezTo>
                                  <a:pt x="235" y="887"/>
                                  <a:pt x="243" y="917"/>
                                  <a:pt x="251" y="948"/>
                                </a:cubicBezTo>
                                <a:cubicBezTo>
                                  <a:pt x="252" y="951"/>
                                  <a:pt x="247" y="953"/>
                                  <a:pt x="246" y="949"/>
                                </a:cubicBezTo>
                                <a:cubicBezTo>
                                  <a:pt x="237" y="922"/>
                                  <a:pt x="230" y="897"/>
                                  <a:pt x="225" y="855"/>
                                </a:cubicBezTo>
                                <a:cubicBezTo>
                                  <a:pt x="225" y="853"/>
                                  <a:pt x="222" y="852"/>
                                  <a:pt x="220" y="852"/>
                                </a:cubicBezTo>
                                <a:cubicBezTo>
                                  <a:pt x="218" y="852"/>
                                  <a:pt x="216" y="853"/>
                                  <a:pt x="216" y="855"/>
                                </a:cubicBezTo>
                                <a:cubicBezTo>
                                  <a:pt x="225" y="917"/>
                                  <a:pt x="245" y="975"/>
                                  <a:pt x="274" y="1030"/>
                                </a:cubicBezTo>
                                <a:cubicBezTo>
                                  <a:pt x="284" y="1049"/>
                                  <a:pt x="269" y="1040"/>
                                  <a:pt x="266" y="1035"/>
                                </a:cubicBezTo>
                                <a:cubicBezTo>
                                  <a:pt x="232" y="975"/>
                                  <a:pt x="215" y="917"/>
                                  <a:pt x="204" y="853"/>
                                </a:cubicBezTo>
                                <a:close/>
                                <a:moveTo>
                                  <a:pt x="204" y="853"/>
                                </a:moveTo>
                                <a:lnTo>
                                  <a:pt x="204" y="853"/>
                                </a:lnTo>
                                <a:close/>
                                <a:moveTo>
                                  <a:pt x="307" y="908"/>
                                </a:moveTo>
                                <a:cubicBezTo>
                                  <a:pt x="311" y="911"/>
                                  <a:pt x="312" y="924"/>
                                  <a:pt x="312" y="930"/>
                                </a:cubicBezTo>
                                <a:cubicBezTo>
                                  <a:pt x="311" y="936"/>
                                  <a:pt x="310" y="945"/>
                                  <a:pt x="301" y="951"/>
                                </a:cubicBezTo>
                                <a:cubicBezTo>
                                  <a:pt x="294" y="941"/>
                                  <a:pt x="296" y="913"/>
                                  <a:pt x="307" y="908"/>
                                </a:cubicBezTo>
                                <a:close/>
                                <a:moveTo>
                                  <a:pt x="307" y="908"/>
                                </a:moveTo>
                                <a:lnTo>
                                  <a:pt x="307" y="908"/>
                                </a:lnTo>
                                <a:close/>
                                <a:moveTo>
                                  <a:pt x="273" y="915"/>
                                </a:moveTo>
                                <a:cubicBezTo>
                                  <a:pt x="271" y="911"/>
                                  <a:pt x="270" y="904"/>
                                  <a:pt x="272" y="898"/>
                                </a:cubicBezTo>
                                <a:cubicBezTo>
                                  <a:pt x="277" y="899"/>
                                  <a:pt x="283" y="904"/>
                                  <a:pt x="285" y="911"/>
                                </a:cubicBezTo>
                                <a:cubicBezTo>
                                  <a:pt x="286" y="916"/>
                                  <a:pt x="286" y="921"/>
                                  <a:pt x="285" y="926"/>
                                </a:cubicBezTo>
                                <a:cubicBezTo>
                                  <a:pt x="277" y="923"/>
                                  <a:pt x="274" y="919"/>
                                  <a:pt x="273" y="915"/>
                                </a:cubicBezTo>
                                <a:close/>
                                <a:moveTo>
                                  <a:pt x="273" y="915"/>
                                </a:moveTo>
                                <a:lnTo>
                                  <a:pt x="273" y="915"/>
                                </a:lnTo>
                                <a:close/>
                                <a:moveTo>
                                  <a:pt x="286" y="959"/>
                                </a:moveTo>
                                <a:cubicBezTo>
                                  <a:pt x="285" y="953"/>
                                  <a:pt x="284" y="948"/>
                                  <a:pt x="278" y="941"/>
                                </a:cubicBezTo>
                                <a:cubicBezTo>
                                  <a:pt x="271" y="935"/>
                                  <a:pt x="265" y="932"/>
                                  <a:pt x="259" y="932"/>
                                </a:cubicBezTo>
                                <a:cubicBezTo>
                                  <a:pt x="259" y="937"/>
                                  <a:pt x="264" y="945"/>
                                  <a:pt x="268" y="949"/>
                                </a:cubicBezTo>
                                <a:cubicBezTo>
                                  <a:pt x="272" y="952"/>
                                  <a:pt x="277" y="956"/>
                                  <a:pt x="286" y="959"/>
                                </a:cubicBezTo>
                                <a:close/>
                                <a:moveTo>
                                  <a:pt x="286" y="959"/>
                                </a:moveTo>
                                <a:lnTo>
                                  <a:pt x="286" y="959"/>
                                </a:lnTo>
                                <a:close/>
                                <a:moveTo>
                                  <a:pt x="311" y="991"/>
                                </a:moveTo>
                                <a:cubicBezTo>
                                  <a:pt x="307" y="984"/>
                                  <a:pt x="305" y="974"/>
                                  <a:pt x="307" y="964"/>
                                </a:cubicBezTo>
                                <a:cubicBezTo>
                                  <a:pt x="309" y="955"/>
                                  <a:pt x="316" y="949"/>
                                  <a:pt x="320" y="946"/>
                                </a:cubicBezTo>
                                <a:cubicBezTo>
                                  <a:pt x="324" y="951"/>
                                  <a:pt x="325" y="962"/>
                                  <a:pt x="324" y="969"/>
                                </a:cubicBezTo>
                                <a:cubicBezTo>
                                  <a:pt x="322" y="977"/>
                                  <a:pt x="317" y="987"/>
                                  <a:pt x="311" y="991"/>
                                </a:cubicBezTo>
                                <a:close/>
                                <a:moveTo>
                                  <a:pt x="311" y="991"/>
                                </a:moveTo>
                                <a:lnTo>
                                  <a:pt x="311" y="991"/>
                                </a:lnTo>
                                <a:close/>
                                <a:moveTo>
                                  <a:pt x="298" y="998"/>
                                </a:moveTo>
                                <a:cubicBezTo>
                                  <a:pt x="299" y="992"/>
                                  <a:pt x="296" y="984"/>
                                  <a:pt x="290" y="978"/>
                                </a:cubicBezTo>
                                <a:cubicBezTo>
                                  <a:pt x="285" y="972"/>
                                  <a:pt x="277" y="965"/>
                                  <a:pt x="269" y="966"/>
                                </a:cubicBezTo>
                                <a:cubicBezTo>
                                  <a:pt x="268" y="972"/>
                                  <a:pt x="273" y="980"/>
                                  <a:pt x="279" y="987"/>
                                </a:cubicBezTo>
                                <a:cubicBezTo>
                                  <a:pt x="285" y="992"/>
                                  <a:pt x="292" y="997"/>
                                  <a:pt x="298" y="998"/>
                                </a:cubicBezTo>
                                <a:close/>
                                <a:moveTo>
                                  <a:pt x="298" y="998"/>
                                </a:moveTo>
                                <a:lnTo>
                                  <a:pt x="298" y="998"/>
                                </a:lnTo>
                                <a:close/>
                                <a:moveTo>
                                  <a:pt x="336" y="1012"/>
                                </a:moveTo>
                                <a:cubicBezTo>
                                  <a:pt x="339" y="1004"/>
                                  <a:pt x="338" y="994"/>
                                  <a:pt x="334" y="989"/>
                                </a:cubicBezTo>
                                <a:cubicBezTo>
                                  <a:pt x="329" y="991"/>
                                  <a:pt x="323" y="996"/>
                                  <a:pt x="320" y="1006"/>
                                </a:cubicBezTo>
                                <a:cubicBezTo>
                                  <a:pt x="316" y="1015"/>
                                  <a:pt x="319" y="1025"/>
                                  <a:pt x="322" y="1029"/>
                                </a:cubicBezTo>
                                <a:cubicBezTo>
                                  <a:pt x="329" y="1025"/>
                                  <a:pt x="332" y="1021"/>
                                  <a:pt x="336" y="1012"/>
                                </a:cubicBezTo>
                                <a:close/>
                                <a:moveTo>
                                  <a:pt x="336" y="1012"/>
                                </a:moveTo>
                                <a:lnTo>
                                  <a:pt x="336" y="1012"/>
                                </a:lnTo>
                                <a:close/>
                                <a:moveTo>
                                  <a:pt x="298" y="1016"/>
                                </a:moveTo>
                                <a:cubicBezTo>
                                  <a:pt x="287" y="1004"/>
                                  <a:pt x="278" y="1000"/>
                                  <a:pt x="273" y="1000"/>
                                </a:cubicBezTo>
                                <a:cubicBezTo>
                                  <a:pt x="272" y="1004"/>
                                  <a:pt x="274" y="1014"/>
                                  <a:pt x="284" y="1026"/>
                                </a:cubicBezTo>
                                <a:cubicBezTo>
                                  <a:pt x="295" y="1039"/>
                                  <a:pt x="304" y="1043"/>
                                  <a:pt x="311" y="1044"/>
                                </a:cubicBezTo>
                                <a:cubicBezTo>
                                  <a:pt x="312" y="1036"/>
                                  <a:pt x="309" y="1028"/>
                                  <a:pt x="298" y="1016"/>
                                </a:cubicBezTo>
                                <a:close/>
                                <a:moveTo>
                                  <a:pt x="298" y="1016"/>
                                </a:moveTo>
                                <a:lnTo>
                                  <a:pt x="298" y="1016"/>
                                </a:lnTo>
                                <a:close/>
                                <a:moveTo>
                                  <a:pt x="310" y="1060"/>
                                </a:moveTo>
                                <a:cubicBezTo>
                                  <a:pt x="300" y="1051"/>
                                  <a:pt x="291" y="1049"/>
                                  <a:pt x="283" y="1050"/>
                                </a:cubicBezTo>
                                <a:cubicBezTo>
                                  <a:pt x="283" y="1055"/>
                                  <a:pt x="288" y="1066"/>
                                  <a:pt x="297" y="1073"/>
                                </a:cubicBezTo>
                                <a:cubicBezTo>
                                  <a:pt x="305" y="1080"/>
                                  <a:pt x="314" y="1085"/>
                                  <a:pt x="320" y="1085"/>
                                </a:cubicBezTo>
                                <a:cubicBezTo>
                                  <a:pt x="320" y="1076"/>
                                  <a:pt x="319" y="1069"/>
                                  <a:pt x="310" y="1060"/>
                                </a:cubicBezTo>
                                <a:close/>
                                <a:moveTo>
                                  <a:pt x="310" y="1060"/>
                                </a:moveTo>
                                <a:lnTo>
                                  <a:pt x="310" y="1060"/>
                                </a:lnTo>
                                <a:close/>
                                <a:moveTo>
                                  <a:pt x="330" y="1051"/>
                                </a:moveTo>
                                <a:cubicBezTo>
                                  <a:pt x="327" y="1065"/>
                                  <a:pt x="331" y="1074"/>
                                  <a:pt x="334" y="1078"/>
                                </a:cubicBezTo>
                                <a:cubicBezTo>
                                  <a:pt x="340" y="1075"/>
                                  <a:pt x="348" y="1066"/>
                                  <a:pt x="351" y="1052"/>
                                </a:cubicBezTo>
                                <a:cubicBezTo>
                                  <a:pt x="354" y="1038"/>
                                  <a:pt x="351" y="1031"/>
                                  <a:pt x="347" y="1026"/>
                                </a:cubicBezTo>
                                <a:cubicBezTo>
                                  <a:pt x="341" y="1030"/>
                                  <a:pt x="333" y="1036"/>
                                  <a:pt x="330" y="1051"/>
                                </a:cubicBezTo>
                                <a:close/>
                                <a:moveTo>
                                  <a:pt x="330" y="1051"/>
                                </a:moveTo>
                                <a:lnTo>
                                  <a:pt x="330" y="1051"/>
                                </a:lnTo>
                                <a:close/>
                                <a:moveTo>
                                  <a:pt x="197" y="1122"/>
                                </a:moveTo>
                                <a:cubicBezTo>
                                  <a:pt x="164" y="1153"/>
                                  <a:pt x="192" y="1164"/>
                                  <a:pt x="214" y="1158"/>
                                </a:cubicBezTo>
                                <a:cubicBezTo>
                                  <a:pt x="227" y="1154"/>
                                  <a:pt x="225" y="1164"/>
                                  <a:pt x="227" y="1173"/>
                                </a:cubicBezTo>
                                <a:cubicBezTo>
                                  <a:pt x="228" y="1183"/>
                                  <a:pt x="238" y="1193"/>
                                  <a:pt x="258" y="1177"/>
                                </a:cubicBezTo>
                                <a:cubicBezTo>
                                  <a:pt x="261" y="1174"/>
                                  <a:pt x="263" y="1175"/>
                                  <a:pt x="262" y="1179"/>
                                </a:cubicBezTo>
                                <a:cubicBezTo>
                                  <a:pt x="261" y="1201"/>
                                  <a:pt x="281" y="1208"/>
                                  <a:pt x="295" y="1189"/>
                                </a:cubicBezTo>
                                <a:cubicBezTo>
                                  <a:pt x="300" y="1183"/>
                                  <a:pt x="306" y="1185"/>
                                  <a:pt x="306" y="1195"/>
                                </a:cubicBezTo>
                                <a:cubicBezTo>
                                  <a:pt x="307" y="1203"/>
                                  <a:pt x="317" y="1208"/>
                                  <a:pt x="325" y="1208"/>
                                </a:cubicBezTo>
                                <a:cubicBezTo>
                                  <a:pt x="333" y="1207"/>
                                  <a:pt x="333" y="1210"/>
                                  <a:pt x="332" y="1214"/>
                                </a:cubicBezTo>
                                <a:cubicBezTo>
                                  <a:pt x="317" y="1238"/>
                                  <a:pt x="320" y="1248"/>
                                  <a:pt x="346" y="1246"/>
                                </a:cubicBezTo>
                                <a:cubicBezTo>
                                  <a:pt x="351" y="1245"/>
                                  <a:pt x="351" y="1246"/>
                                  <a:pt x="350" y="1250"/>
                                </a:cubicBezTo>
                                <a:cubicBezTo>
                                  <a:pt x="344" y="1272"/>
                                  <a:pt x="365" y="1272"/>
                                  <a:pt x="382" y="1270"/>
                                </a:cubicBezTo>
                                <a:cubicBezTo>
                                  <a:pt x="389" y="1269"/>
                                  <a:pt x="394" y="1273"/>
                                  <a:pt x="400" y="1286"/>
                                </a:cubicBezTo>
                                <a:cubicBezTo>
                                  <a:pt x="406" y="1297"/>
                                  <a:pt x="414" y="1292"/>
                                  <a:pt x="416" y="1286"/>
                                </a:cubicBezTo>
                                <a:cubicBezTo>
                                  <a:pt x="419" y="1268"/>
                                  <a:pt x="437" y="1264"/>
                                  <a:pt x="440" y="1247"/>
                                </a:cubicBezTo>
                                <a:cubicBezTo>
                                  <a:pt x="441" y="1238"/>
                                  <a:pt x="450" y="1235"/>
                                  <a:pt x="453" y="1235"/>
                                </a:cubicBezTo>
                                <a:cubicBezTo>
                                  <a:pt x="452" y="1241"/>
                                  <a:pt x="448" y="1264"/>
                                  <a:pt x="468" y="1261"/>
                                </a:cubicBezTo>
                                <a:cubicBezTo>
                                  <a:pt x="478" y="1269"/>
                                  <a:pt x="488" y="1271"/>
                                  <a:pt x="498" y="1267"/>
                                </a:cubicBezTo>
                                <a:cubicBezTo>
                                  <a:pt x="507" y="1259"/>
                                  <a:pt x="509" y="1251"/>
                                  <a:pt x="502" y="1237"/>
                                </a:cubicBezTo>
                                <a:cubicBezTo>
                                  <a:pt x="508" y="1223"/>
                                  <a:pt x="481" y="1201"/>
                                  <a:pt x="441" y="1226"/>
                                </a:cubicBezTo>
                                <a:cubicBezTo>
                                  <a:pt x="436" y="1230"/>
                                  <a:pt x="431" y="1231"/>
                                  <a:pt x="429" y="1226"/>
                                </a:cubicBezTo>
                                <a:cubicBezTo>
                                  <a:pt x="425" y="1219"/>
                                  <a:pt x="436" y="1213"/>
                                  <a:pt x="442" y="1211"/>
                                </a:cubicBezTo>
                                <a:cubicBezTo>
                                  <a:pt x="453" y="1208"/>
                                  <a:pt x="461" y="1200"/>
                                  <a:pt x="460" y="1190"/>
                                </a:cubicBezTo>
                                <a:cubicBezTo>
                                  <a:pt x="459" y="1178"/>
                                  <a:pt x="456" y="1179"/>
                                  <a:pt x="467" y="1175"/>
                                </a:cubicBezTo>
                                <a:cubicBezTo>
                                  <a:pt x="482" y="1168"/>
                                  <a:pt x="486" y="1150"/>
                                  <a:pt x="478" y="1141"/>
                                </a:cubicBezTo>
                                <a:cubicBezTo>
                                  <a:pt x="473" y="1136"/>
                                  <a:pt x="461" y="1138"/>
                                  <a:pt x="471" y="1134"/>
                                </a:cubicBezTo>
                                <a:cubicBezTo>
                                  <a:pt x="479" y="1131"/>
                                  <a:pt x="487" y="1119"/>
                                  <a:pt x="482" y="1110"/>
                                </a:cubicBezTo>
                                <a:cubicBezTo>
                                  <a:pt x="476" y="1095"/>
                                  <a:pt x="454" y="1108"/>
                                  <a:pt x="472" y="1092"/>
                                </a:cubicBezTo>
                                <a:cubicBezTo>
                                  <a:pt x="480" y="1085"/>
                                  <a:pt x="478" y="1070"/>
                                  <a:pt x="461" y="1070"/>
                                </a:cubicBezTo>
                                <a:cubicBezTo>
                                  <a:pt x="433" y="1071"/>
                                  <a:pt x="475" y="1042"/>
                                  <a:pt x="423" y="1028"/>
                                </a:cubicBezTo>
                                <a:cubicBezTo>
                                  <a:pt x="409" y="1035"/>
                                  <a:pt x="421" y="1046"/>
                                  <a:pt x="408" y="1043"/>
                                </a:cubicBezTo>
                                <a:cubicBezTo>
                                  <a:pt x="396" y="1039"/>
                                  <a:pt x="386" y="1048"/>
                                  <a:pt x="400" y="1075"/>
                                </a:cubicBezTo>
                                <a:cubicBezTo>
                                  <a:pt x="403" y="1079"/>
                                  <a:pt x="402" y="1087"/>
                                  <a:pt x="393" y="1084"/>
                                </a:cubicBezTo>
                                <a:cubicBezTo>
                                  <a:pt x="369" y="1075"/>
                                  <a:pt x="359" y="1085"/>
                                  <a:pt x="375" y="1104"/>
                                </a:cubicBezTo>
                                <a:cubicBezTo>
                                  <a:pt x="379" y="1109"/>
                                  <a:pt x="375" y="1110"/>
                                  <a:pt x="370" y="1111"/>
                                </a:cubicBezTo>
                                <a:cubicBezTo>
                                  <a:pt x="363" y="1112"/>
                                  <a:pt x="358" y="1117"/>
                                  <a:pt x="356" y="1123"/>
                                </a:cubicBezTo>
                                <a:cubicBezTo>
                                  <a:pt x="348" y="1116"/>
                                  <a:pt x="341" y="1114"/>
                                  <a:pt x="332" y="1118"/>
                                </a:cubicBezTo>
                                <a:cubicBezTo>
                                  <a:pt x="321" y="1112"/>
                                  <a:pt x="315" y="1113"/>
                                  <a:pt x="308" y="1117"/>
                                </a:cubicBezTo>
                                <a:cubicBezTo>
                                  <a:pt x="304" y="1119"/>
                                  <a:pt x="303" y="1115"/>
                                  <a:pt x="304" y="1112"/>
                                </a:cubicBezTo>
                                <a:cubicBezTo>
                                  <a:pt x="308" y="1099"/>
                                  <a:pt x="304" y="1087"/>
                                  <a:pt x="284" y="1094"/>
                                </a:cubicBezTo>
                                <a:cubicBezTo>
                                  <a:pt x="271" y="1099"/>
                                  <a:pt x="264" y="1102"/>
                                  <a:pt x="266" y="1093"/>
                                </a:cubicBezTo>
                                <a:cubicBezTo>
                                  <a:pt x="270" y="1072"/>
                                  <a:pt x="252" y="1070"/>
                                  <a:pt x="239" y="1085"/>
                                </a:cubicBezTo>
                                <a:cubicBezTo>
                                  <a:pt x="235" y="1088"/>
                                  <a:pt x="234" y="1087"/>
                                  <a:pt x="232" y="1085"/>
                                </a:cubicBezTo>
                                <a:cubicBezTo>
                                  <a:pt x="220" y="1071"/>
                                  <a:pt x="205" y="1072"/>
                                  <a:pt x="192" y="1082"/>
                                </a:cubicBezTo>
                                <a:cubicBezTo>
                                  <a:pt x="189" y="1097"/>
                                  <a:pt x="192" y="1108"/>
                                  <a:pt x="197" y="1122"/>
                                </a:cubicBezTo>
                                <a:close/>
                                <a:moveTo>
                                  <a:pt x="197" y="1122"/>
                                </a:moveTo>
                                <a:lnTo>
                                  <a:pt x="197" y="1122"/>
                                </a:lnTo>
                                <a:close/>
                                <a:moveTo>
                                  <a:pt x="206" y="1092"/>
                                </a:moveTo>
                                <a:cubicBezTo>
                                  <a:pt x="237" y="1115"/>
                                  <a:pt x="270" y="1139"/>
                                  <a:pt x="302" y="1162"/>
                                </a:cubicBezTo>
                                <a:cubicBezTo>
                                  <a:pt x="313" y="1155"/>
                                  <a:pt x="323" y="1156"/>
                                  <a:pt x="323" y="1144"/>
                                </a:cubicBezTo>
                                <a:cubicBezTo>
                                  <a:pt x="321" y="1110"/>
                                  <a:pt x="309" y="1141"/>
                                  <a:pt x="292" y="1131"/>
                                </a:cubicBezTo>
                                <a:cubicBezTo>
                                  <a:pt x="288" y="1128"/>
                                  <a:pt x="286" y="1119"/>
                                  <a:pt x="291" y="1115"/>
                                </a:cubicBezTo>
                                <a:cubicBezTo>
                                  <a:pt x="297" y="1109"/>
                                  <a:pt x="293" y="1099"/>
                                  <a:pt x="280" y="1106"/>
                                </a:cubicBezTo>
                                <a:cubicBezTo>
                                  <a:pt x="266" y="1115"/>
                                  <a:pt x="251" y="1116"/>
                                  <a:pt x="252" y="1097"/>
                                </a:cubicBezTo>
                                <a:cubicBezTo>
                                  <a:pt x="253" y="1090"/>
                                  <a:pt x="250" y="1091"/>
                                  <a:pt x="247" y="1095"/>
                                </a:cubicBezTo>
                                <a:cubicBezTo>
                                  <a:pt x="240" y="1104"/>
                                  <a:pt x="234" y="1109"/>
                                  <a:pt x="221" y="1093"/>
                                </a:cubicBezTo>
                                <a:cubicBezTo>
                                  <a:pt x="215" y="1085"/>
                                  <a:pt x="203" y="1083"/>
                                  <a:pt x="206" y="1092"/>
                                </a:cubicBezTo>
                                <a:close/>
                                <a:moveTo>
                                  <a:pt x="206" y="1092"/>
                                </a:moveTo>
                                <a:lnTo>
                                  <a:pt x="206" y="1092"/>
                                </a:lnTo>
                                <a:close/>
                                <a:moveTo>
                                  <a:pt x="337" y="1142"/>
                                </a:moveTo>
                                <a:cubicBezTo>
                                  <a:pt x="338" y="1167"/>
                                  <a:pt x="312" y="1160"/>
                                  <a:pt x="319" y="1173"/>
                                </a:cubicBezTo>
                                <a:cubicBezTo>
                                  <a:pt x="325" y="1183"/>
                                  <a:pt x="311" y="1195"/>
                                  <a:pt x="329" y="1195"/>
                                </a:cubicBezTo>
                                <a:cubicBezTo>
                                  <a:pt x="345" y="1196"/>
                                  <a:pt x="353" y="1210"/>
                                  <a:pt x="345" y="1220"/>
                                </a:cubicBezTo>
                                <a:cubicBezTo>
                                  <a:pt x="340" y="1226"/>
                                  <a:pt x="331" y="1234"/>
                                  <a:pt x="343" y="1234"/>
                                </a:cubicBezTo>
                                <a:cubicBezTo>
                                  <a:pt x="354" y="1234"/>
                                  <a:pt x="371" y="1233"/>
                                  <a:pt x="365" y="1249"/>
                                </a:cubicBezTo>
                                <a:cubicBezTo>
                                  <a:pt x="360" y="1261"/>
                                  <a:pt x="373" y="1259"/>
                                  <a:pt x="383" y="1257"/>
                                </a:cubicBezTo>
                                <a:cubicBezTo>
                                  <a:pt x="406" y="1251"/>
                                  <a:pt x="369" y="1233"/>
                                  <a:pt x="361" y="1226"/>
                                </a:cubicBezTo>
                                <a:cubicBezTo>
                                  <a:pt x="352" y="1220"/>
                                  <a:pt x="358" y="1213"/>
                                  <a:pt x="367" y="1217"/>
                                </a:cubicBezTo>
                                <a:cubicBezTo>
                                  <a:pt x="379" y="1224"/>
                                  <a:pt x="372" y="1213"/>
                                  <a:pt x="370" y="1209"/>
                                </a:cubicBezTo>
                                <a:cubicBezTo>
                                  <a:pt x="364" y="1199"/>
                                  <a:pt x="351" y="1191"/>
                                  <a:pt x="341" y="1179"/>
                                </a:cubicBezTo>
                                <a:cubicBezTo>
                                  <a:pt x="337" y="1176"/>
                                  <a:pt x="339" y="1168"/>
                                  <a:pt x="349" y="1172"/>
                                </a:cubicBezTo>
                                <a:cubicBezTo>
                                  <a:pt x="353" y="1174"/>
                                  <a:pt x="353" y="1172"/>
                                  <a:pt x="350" y="1167"/>
                                </a:cubicBezTo>
                                <a:cubicBezTo>
                                  <a:pt x="347" y="1158"/>
                                  <a:pt x="342" y="1149"/>
                                  <a:pt x="337" y="1142"/>
                                </a:cubicBezTo>
                                <a:close/>
                                <a:moveTo>
                                  <a:pt x="337" y="1142"/>
                                </a:moveTo>
                                <a:lnTo>
                                  <a:pt x="337" y="1142"/>
                                </a:lnTo>
                                <a:close/>
                                <a:moveTo>
                                  <a:pt x="435" y="1069"/>
                                </a:moveTo>
                                <a:cubicBezTo>
                                  <a:pt x="435" y="1080"/>
                                  <a:pt x="423" y="1191"/>
                                  <a:pt x="420" y="1196"/>
                                </a:cubicBezTo>
                                <a:cubicBezTo>
                                  <a:pt x="422" y="1199"/>
                                  <a:pt x="432" y="1200"/>
                                  <a:pt x="437" y="1200"/>
                                </a:cubicBezTo>
                                <a:cubicBezTo>
                                  <a:pt x="456" y="1199"/>
                                  <a:pt x="433" y="1171"/>
                                  <a:pt x="454" y="1166"/>
                                </a:cubicBezTo>
                                <a:cubicBezTo>
                                  <a:pt x="464" y="1163"/>
                                  <a:pt x="471" y="1151"/>
                                  <a:pt x="458" y="1152"/>
                                </a:cubicBezTo>
                                <a:cubicBezTo>
                                  <a:pt x="438" y="1153"/>
                                  <a:pt x="432" y="1120"/>
                                  <a:pt x="459" y="1122"/>
                                </a:cubicBezTo>
                                <a:cubicBezTo>
                                  <a:pt x="473" y="1123"/>
                                  <a:pt x="471" y="1115"/>
                                  <a:pt x="465" y="1115"/>
                                </a:cubicBezTo>
                                <a:cubicBezTo>
                                  <a:pt x="444" y="1116"/>
                                  <a:pt x="444" y="1100"/>
                                  <a:pt x="456" y="1090"/>
                                </a:cubicBezTo>
                                <a:cubicBezTo>
                                  <a:pt x="464" y="1083"/>
                                  <a:pt x="458" y="1085"/>
                                  <a:pt x="454" y="1084"/>
                                </a:cubicBezTo>
                                <a:cubicBezTo>
                                  <a:pt x="446" y="1083"/>
                                  <a:pt x="439" y="1079"/>
                                  <a:pt x="439" y="1072"/>
                                </a:cubicBezTo>
                                <a:cubicBezTo>
                                  <a:pt x="438" y="1069"/>
                                  <a:pt x="437" y="1068"/>
                                  <a:pt x="435" y="1069"/>
                                </a:cubicBezTo>
                                <a:close/>
                                <a:moveTo>
                                  <a:pt x="435" y="1069"/>
                                </a:moveTo>
                                <a:lnTo>
                                  <a:pt x="435" y="1069"/>
                                </a:lnTo>
                                <a:close/>
                                <a:moveTo>
                                  <a:pt x="354" y="1148"/>
                                </a:moveTo>
                                <a:cubicBezTo>
                                  <a:pt x="361" y="1162"/>
                                  <a:pt x="367" y="1177"/>
                                  <a:pt x="374" y="1192"/>
                                </a:cubicBezTo>
                                <a:cubicBezTo>
                                  <a:pt x="376" y="1193"/>
                                  <a:pt x="377" y="1193"/>
                                  <a:pt x="379" y="1193"/>
                                </a:cubicBezTo>
                                <a:cubicBezTo>
                                  <a:pt x="384" y="1187"/>
                                  <a:pt x="388" y="1187"/>
                                  <a:pt x="390" y="1194"/>
                                </a:cubicBezTo>
                                <a:cubicBezTo>
                                  <a:pt x="387" y="1204"/>
                                  <a:pt x="387" y="1213"/>
                                  <a:pt x="388" y="1220"/>
                                </a:cubicBezTo>
                                <a:cubicBezTo>
                                  <a:pt x="395" y="1231"/>
                                  <a:pt x="402" y="1243"/>
                                  <a:pt x="408" y="1258"/>
                                </a:cubicBezTo>
                                <a:cubicBezTo>
                                  <a:pt x="409" y="1262"/>
                                  <a:pt x="412" y="1262"/>
                                  <a:pt x="416" y="1259"/>
                                </a:cubicBezTo>
                                <a:cubicBezTo>
                                  <a:pt x="422" y="1253"/>
                                  <a:pt x="429" y="1244"/>
                                  <a:pt x="418" y="1238"/>
                                </a:cubicBezTo>
                                <a:cubicBezTo>
                                  <a:pt x="401" y="1230"/>
                                  <a:pt x="426" y="1210"/>
                                  <a:pt x="413" y="1216"/>
                                </a:cubicBezTo>
                                <a:cubicBezTo>
                                  <a:pt x="396" y="1221"/>
                                  <a:pt x="386" y="1204"/>
                                  <a:pt x="400" y="1192"/>
                                </a:cubicBezTo>
                                <a:cubicBezTo>
                                  <a:pt x="412" y="1182"/>
                                  <a:pt x="393" y="1194"/>
                                  <a:pt x="388" y="1181"/>
                                </a:cubicBezTo>
                                <a:cubicBezTo>
                                  <a:pt x="384" y="1170"/>
                                  <a:pt x="386" y="1172"/>
                                  <a:pt x="375" y="1170"/>
                                </a:cubicBezTo>
                                <a:cubicBezTo>
                                  <a:pt x="365" y="1168"/>
                                  <a:pt x="365" y="1155"/>
                                  <a:pt x="365" y="1144"/>
                                </a:cubicBezTo>
                                <a:cubicBezTo>
                                  <a:pt x="356" y="1139"/>
                                  <a:pt x="351" y="1141"/>
                                  <a:pt x="354" y="1148"/>
                                </a:cubicBezTo>
                                <a:close/>
                                <a:moveTo>
                                  <a:pt x="354" y="1148"/>
                                </a:moveTo>
                                <a:lnTo>
                                  <a:pt x="354" y="1148"/>
                                </a:lnTo>
                                <a:close/>
                                <a:moveTo>
                                  <a:pt x="478" y="1237"/>
                                </a:moveTo>
                                <a:cubicBezTo>
                                  <a:pt x="481" y="1235"/>
                                  <a:pt x="485" y="1233"/>
                                  <a:pt x="484" y="1231"/>
                                </a:cubicBezTo>
                                <a:cubicBezTo>
                                  <a:pt x="482" y="1230"/>
                                  <a:pt x="475" y="1229"/>
                                  <a:pt x="473" y="1231"/>
                                </a:cubicBezTo>
                                <a:cubicBezTo>
                                  <a:pt x="470" y="1233"/>
                                  <a:pt x="468" y="1238"/>
                                  <a:pt x="469" y="1239"/>
                                </a:cubicBezTo>
                                <a:cubicBezTo>
                                  <a:pt x="471" y="1241"/>
                                  <a:pt x="476" y="1239"/>
                                  <a:pt x="478" y="1237"/>
                                </a:cubicBezTo>
                                <a:close/>
                                <a:moveTo>
                                  <a:pt x="478" y="1237"/>
                                </a:moveTo>
                                <a:lnTo>
                                  <a:pt x="478" y="1237"/>
                                </a:lnTo>
                                <a:close/>
                                <a:moveTo>
                                  <a:pt x="1238" y="1014"/>
                                </a:moveTo>
                                <a:cubicBezTo>
                                  <a:pt x="1290" y="1006"/>
                                  <a:pt x="1328" y="1002"/>
                                  <a:pt x="1268" y="1030"/>
                                </a:cubicBezTo>
                                <a:cubicBezTo>
                                  <a:pt x="1224" y="1051"/>
                                  <a:pt x="1164" y="1067"/>
                                  <a:pt x="1106" y="1074"/>
                                </a:cubicBezTo>
                                <a:cubicBezTo>
                                  <a:pt x="1077" y="1106"/>
                                  <a:pt x="1027" y="1095"/>
                                  <a:pt x="956" y="1106"/>
                                </a:cubicBezTo>
                                <a:cubicBezTo>
                                  <a:pt x="963" y="1112"/>
                                  <a:pt x="1043" y="1108"/>
                                  <a:pt x="1088" y="1111"/>
                                </a:cubicBezTo>
                                <a:cubicBezTo>
                                  <a:pt x="1102" y="1112"/>
                                  <a:pt x="1102" y="1114"/>
                                  <a:pt x="1088" y="1119"/>
                                </a:cubicBezTo>
                                <a:cubicBezTo>
                                  <a:pt x="1001" y="1149"/>
                                  <a:pt x="726" y="1172"/>
                                  <a:pt x="646" y="1131"/>
                                </a:cubicBezTo>
                                <a:cubicBezTo>
                                  <a:pt x="637" y="1126"/>
                                  <a:pt x="644" y="1123"/>
                                  <a:pt x="653" y="1120"/>
                                </a:cubicBezTo>
                                <a:cubicBezTo>
                                  <a:pt x="662" y="1116"/>
                                  <a:pt x="674" y="1115"/>
                                  <a:pt x="679" y="1108"/>
                                </a:cubicBezTo>
                                <a:cubicBezTo>
                                  <a:pt x="634" y="1098"/>
                                  <a:pt x="557" y="1080"/>
                                  <a:pt x="518" y="1053"/>
                                </a:cubicBezTo>
                                <a:cubicBezTo>
                                  <a:pt x="504" y="1044"/>
                                  <a:pt x="507" y="1038"/>
                                  <a:pt x="528" y="1039"/>
                                </a:cubicBezTo>
                                <a:cubicBezTo>
                                  <a:pt x="892" y="1069"/>
                                  <a:pt x="1022" y="1044"/>
                                  <a:pt x="1238" y="1014"/>
                                </a:cubicBezTo>
                                <a:close/>
                                <a:moveTo>
                                  <a:pt x="1238" y="1014"/>
                                </a:moveTo>
                                <a:lnTo>
                                  <a:pt x="1238" y="1014"/>
                                </a:lnTo>
                                <a:close/>
                                <a:moveTo>
                                  <a:pt x="705" y="1228"/>
                                </a:moveTo>
                                <a:cubicBezTo>
                                  <a:pt x="670" y="1221"/>
                                  <a:pt x="616" y="1216"/>
                                  <a:pt x="586" y="1198"/>
                                </a:cubicBezTo>
                                <a:cubicBezTo>
                                  <a:pt x="561" y="1183"/>
                                  <a:pt x="540" y="1162"/>
                                  <a:pt x="570" y="1167"/>
                                </a:cubicBezTo>
                                <a:cubicBezTo>
                                  <a:pt x="683" y="1188"/>
                                  <a:pt x="794" y="1189"/>
                                  <a:pt x="912" y="1179"/>
                                </a:cubicBezTo>
                                <a:cubicBezTo>
                                  <a:pt x="1030" y="1169"/>
                                  <a:pt x="1113" y="1151"/>
                                  <a:pt x="1202" y="1133"/>
                                </a:cubicBezTo>
                                <a:cubicBezTo>
                                  <a:pt x="1219" y="1130"/>
                                  <a:pt x="1218" y="1140"/>
                                  <a:pt x="1206" y="1150"/>
                                </a:cubicBezTo>
                                <a:cubicBezTo>
                                  <a:pt x="1180" y="1171"/>
                                  <a:pt x="1141" y="1190"/>
                                  <a:pt x="1037" y="1214"/>
                                </a:cubicBezTo>
                                <a:cubicBezTo>
                                  <a:pt x="1036" y="1225"/>
                                  <a:pt x="1010" y="1232"/>
                                  <a:pt x="975" y="1237"/>
                                </a:cubicBezTo>
                                <a:cubicBezTo>
                                  <a:pt x="979" y="1238"/>
                                  <a:pt x="1009" y="1249"/>
                                  <a:pt x="1030" y="1250"/>
                                </a:cubicBezTo>
                                <a:cubicBezTo>
                                  <a:pt x="1040" y="1251"/>
                                  <a:pt x="1052" y="1250"/>
                                  <a:pt x="1049" y="1258"/>
                                </a:cubicBezTo>
                                <a:cubicBezTo>
                                  <a:pt x="1048" y="1261"/>
                                  <a:pt x="1038" y="1265"/>
                                  <a:pt x="1035" y="1266"/>
                                </a:cubicBezTo>
                                <a:cubicBezTo>
                                  <a:pt x="919" y="1294"/>
                                  <a:pt x="689" y="1279"/>
                                  <a:pt x="674" y="1261"/>
                                </a:cubicBezTo>
                                <a:cubicBezTo>
                                  <a:pt x="666" y="1251"/>
                                  <a:pt x="650" y="1254"/>
                                  <a:pt x="668" y="1248"/>
                                </a:cubicBezTo>
                                <a:cubicBezTo>
                                  <a:pt x="688" y="1241"/>
                                  <a:pt x="703" y="1235"/>
                                  <a:pt x="705" y="1228"/>
                                </a:cubicBezTo>
                                <a:close/>
                                <a:moveTo>
                                  <a:pt x="705" y="1228"/>
                                </a:moveTo>
                                <a:lnTo>
                                  <a:pt x="705" y="1228"/>
                                </a:lnTo>
                                <a:close/>
                                <a:moveTo>
                                  <a:pt x="673" y="1294"/>
                                </a:moveTo>
                                <a:cubicBezTo>
                                  <a:pt x="815" y="1310"/>
                                  <a:pt x="934" y="1298"/>
                                  <a:pt x="1054" y="1275"/>
                                </a:cubicBezTo>
                                <a:cubicBezTo>
                                  <a:pt x="1070" y="1273"/>
                                  <a:pt x="1074" y="1278"/>
                                  <a:pt x="1068" y="1289"/>
                                </a:cubicBezTo>
                                <a:cubicBezTo>
                                  <a:pt x="1050" y="1302"/>
                                  <a:pt x="1022" y="1316"/>
                                  <a:pt x="995" y="1324"/>
                                </a:cubicBezTo>
                                <a:cubicBezTo>
                                  <a:pt x="1001" y="1331"/>
                                  <a:pt x="1001" y="1337"/>
                                  <a:pt x="999" y="1341"/>
                                </a:cubicBezTo>
                                <a:cubicBezTo>
                                  <a:pt x="988" y="1372"/>
                                  <a:pt x="877" y="1370"/>
                                  <a:pt x="789" y="1362"/>
                                </a:cubicBezTo>
                                <a:cubicBezTo>
                                  <a:pt x="756" y="1357"/>
                                  <a:pt x="781" y="1342"/>
                                  <a:pt x="781" y="1340"/>
                                </a:cubicBezTo>
                                <a:cubicBezTo>
                                  <a:pt x="745" y="1335"/>
                                  <a:pt x="717" y="1326"/>
                                  <a:pt x="709" y="1324"/>
                                </a:cubicBezTo>
                                <a:cubicBezTo>
                                  <a:pt x="700" y="1322"/>
                                  <a:pt x="675" y="1320"/>
                                  <a:pt x="662" y="1301"/>
                                </a:cubicBezTo>
                                <a:cubicBezTo>
                                  <a:pt x="658" y="1294"/>
                                  <a:pt x="660" y="1293"/>
                                  <a:pt x="673" y="1294"/>
                                </a:cubicBezTo>
                                <a:close/>
                                <a:moveTo>
                                  <a:pt x="673" y="1294"/>
                                </a:moveTo>
                                <a:lnTo>
                                  <a:pt x="673" y="1294"/>
                                </a:lnTo>
                                <a:close/>
                                <a:moveTo>
                                  <a:pt x="648" y="1254"/>
                                </a:moveTo>
                                <a:cubicBezTo>
                                  <a:pt x="587" y="1268"/>
                                  <a:pt x="538" y="1252"/>
                                  <a:pt x="505" y="1219"/>
                                </a:cubicBezTo>
                                <a:cubicBezTo>
                                  <a:pt x="500" y="1213"/>
                                  <a:pt x="502" y="1210"/>
                                  <a:pt x="513" y="1213"/>
                                </a:cubicBezTo>
                                <a:cubicBezTo>
                                  <a:pt x="545" y="1222"/>
                                  <a:pt x="578" y="1225"/>
                                  <a:pt x="646" y="1239"/>
                                </a:cubicBezTo>
                                <a:cubicBezTo>
                                  <a:pt x="657" y="1242"/>
                                  <a:pt x="660" y="1251"/>
                                  <a:pt x="648" y="1254"/>
                                </a:cubicBezTo>
                                <a:close/>
                                <a:moveTo>
                                  <a:pt x="648" y="1254"/>
                                </a:moveTo>
                                <a:lnTo>
                                  <a:pt x="648" y="1254"/>
                                </a:lnTo>
                                <a:close/>
                                <a:moveTo>
                                  <a:pt x="654" y="970"/>
                                </a:moveTo>
                                <a:lnTo>
                                  <a:pt x="658" y="978"/>
                                </a:lnTo>
                                <a:cubicBezTo>
                                  <a:pt x="777" y="991"/>
                                  <a:pt x="896" y="988"/>
                                  <a:pt x="1019" y="975"/>
                                </a:cubicBezTo>
                                <a:lnTo>
                                  <a:pt x="1024" y="964"/>
                                </a:lnTo>
                                <a:cubicBezTo>
                                  <a:pt x="899" y="979"/>
                                  <a:pt x="776" y="983"/>
                                  <a:pt x="654" y="970"/>
                                </a:cubicBezTo>
                                <a:close/>
                                <a:moveTo>
                                  <a:pt x="654" y="970"/>
                                </a:moveTo>
                                <a:lnTo>
                                  <a:pt x="654" y="970"/>
                                </a:lnTo>
                                <a:close/>
                                <a:moveTo>
                                  <a:pt x="636" y="955"/>
                                </a:moveTo>
                                <a:lnTo>
                                  <a:pt x="675" y="1033"/>
                                </a:lnTo>
                                <a:cubicBezTo>
                                  <a:pt x="788" y="1042"/>
                                  <a:pt x="897" y="1039"/>
                                  <a:pt x="1007" y="1026"/>
                                </a:cubicBezTo>
                                <a:lnTo>
                                  <a:pt x="1037" y="954"/>
                                </a:lnTo>
                                <a:cubicBezTo>
                                  <a:pt x="881" y="974"/>
                                  <a:pt x="739" y="976"/>
                                  <a:pt x="636" y="955"/>
                                </a:cubicBezTo>
                                <a:close/>
                                <a:moveTo>
                                  <a:pt x="636" y="955"/>
                                </a:moveTo>
                                <a:lnTo>
                                  <a:pt x="636" y="955"/>
                                </a:lnTo>
                                <a:close/>
                                <a:moveTo>
                                  <a:pt x="662" y="986"/>
                                </a:moveTo>
                                <a:lnTo>
                                  <a:pt x="666" y="993"/>
                                </a:lnTo>
                                <a:cubicBezTo>
                                  <a:pt x="781" y="1005"/>
                                  <a:pt x="893" y="1002"/>
                                  <a:pt x="1013" y="991"/>
                                </a:cubicBezTo>
                                <a:lnTo>
                                  <a:pt x="1017" y="981"/>
                                </a:lnTo>
                                <a:cubicBezTo>
                                  <a:pt x="896" y="996"/>
                                  <a:pt x="781" y="998"/>
                                  <a:pt x="662" y="986"/>
                                </a:cubicBezTo>
                                <a:close/>
                                <a:moveTo>
                                  <a:pt x="662" y="986"/>
                                </a:moveTo>
                                <a:lnTo>
                                  <a:pt x="662" y="986"/>
                                </a:lnTo>
                                <a:close/>
                                <a:moveTo>
                                  <a:pt x="669" y="1001"/>
                                </a:moveTo>
                                <a:lnTo>
                                  <a:pt x="673" y="1008"/>
                                </a:lnTo>
                                <a:cubicBezTo>
                                  <a:pt x="784" y="1019"/>
                                  <a:pt x="893" y="1015"/>
                                  <a:pt x="1007" y="1005"/>
                                </a:cubicBezTo>
                                <a:lnTo>
                                  <a:pt x="1011" y="997"/>
                                </a:lnTo>
                                <a:cubicBezTo>
                                  <a:pt x="895" y="1009"/>
                                  <a:pt x="783" y="1010"/>
                                  <a:pt x="669" y="1001"/>
                                </a:cubicBezTo>
                                <a:close/>
                                <a:moveTo>
                                  <a:pt x="669" y="1001"/>
                                </a:moveTo>
                                <a:lnTo>
                                  <a:pt x="669" y="1001"/>
                                </a:lnTo>
                                <a:close/>
                                <a:moveTo>
                                  <a:pt x="677" y="1017"/>
                                </a:moveTo>
                                <a:lnTo>
                                  <a:pt x="681" y="1025"/>
                                </a:lnTo>
                                <a:cubicBezTo>
                                  <a:pt x="791" y="1035"/>
                                  <a:pt x="897" y="1030"/>
                                  <a:pt x="1002" y="1019"/>
                                </a:cubicBezTo>
                                <a:lnTo>
                                  <a:pt x="1005" y="1012"/>
                                </a:lnTo>
                                <a:cubicBezTo>
                                  <a:pt x="897" y="1023"/>
                                  <a:pt x="768" y="1027"/>
                                  <a:pt x="677" y="1017"/>
                                </a:cubicBezTo>
                                <a:close/>
                                <a:moveTo>
                                  <a:pt x="677" y="1017"/>
                                </a:moveTo>
                                <a:lnTo>
                                  <a:pt x="677" y="1017"/>
                                </a:lnTo>
                                <a:close/>
                                <a:moveTo>
                                  <a:pt x="233" y="1629"/>
                                </a:moveTo>
                                <a:cubicBezTo>
                                  <a:pt x="105" y="1629"/>
                                  <a:pt x="0" y="1510"/>
                                  <a:pt x="0" y="1394"/>
                                </a:cubicBezTo>
                                <a:lnTo>
                                  <a:pt x="0" y="164"/>
                                </a:lnTo>
                                <a:cubicBezTo>
                                  <a:pt x="0" y="6"/>
                                  <a:pt x="164" y="0"/>
                                  <a:pt x="321" y="40"/>
                                </a:cubicBezTo>
                                <a:cubicBezTo>
                                  <a:pt x="463" y="76"/>
                                  <a:pt x="646" y="108"/>
                                  <a:pt x="846" y="108"/>
                                </a:cubicBezTo>
                                <a:cubicBezTo>
                                  <a:pt x="1056" y="108"/>
                                  <a:pt x="1248" y="73"/>
                                  <a:pt x="1392" y="34"/>
                                </a:cubicBezTo>
                                <a:cubicBezTo>
                                  <a:pt x="1509" y="1"/>
                                  <a:pt x="1672" y="43"/>
                                  <a:pt x="1672" y="173"/>
                                </a:cubicBezTo>
                                <a:lnTo>
                                  <a:pt x="1672" y="1394"/>
                                </a:lnTo>
                                <a:cubicBezTo>
                                  <a:pt x="1672" y="1510"/>
                                  <a:pt x="1568" y="1629"/>
                                  <a:pt x="1439" y="1629"/>
                                </a:cubicBezTo>
                                <a:lnTo>
                                  <a:pt x="233" y="1629"/>
                                </a:lnTo>
                                <a:close/>
                                <a:moveTo>
                                  <a:pt x="233" y="1629"/>
                                </a:moveTo>
                                <a:lnTo>
                                  <a:pt x="233" y="1629"/>
                                </a:lnTo>
                                <a:close/>
                                <a:moveTo>
                                  <a:pt x="783" y="154"/>
                                </a:moveTo>
                                <a:lnTo>
                                  <a:pt x="842" y="153"/>
                                </a:lnTo>
                                <a:cubicBezTo>
                                  <a:pt x="852" y="153"/>
                                  <a:pt x="845" y="159"/>
                                  <a:pt x="841" y="163"/>
                                </a:cubicBezTo>
                                <a:cubicBezTo>
                                  <a:pt x="820" y="179"/>
                                  <a:pt x="828" y="190"/>
                                  <a:pt x="853" y="189"/>
                                </a:cubicBezTo>
                                <a:lnTo>
                                  <a:pt x="930" y="188"/>
                                </a:lnTo>
                                <a:cubicBezTo>
                                  <a:pt x="952" y="189"/>
                                  <a:pt x="964" y="179"/>
                                  <a:pt x="937" y="163"/>
                                </a:cubicBezTo>
                                <a:cubicBezTo>
                                  <a:pt x="920" y="154"/>
                                  <a:pt x="921" y="153"/>
                                  <a:pt x="941" y="152"/>
                                </a:cubicBezTo>
                                <a:lnTo>
                                  <a:pt x="1002" y="147"/>
                                </a:lnTo>
                                <a:cubicBezTo>
                                  <a:pt x="1008" y="147"/>
                                  <a:pt x="1009" y="149"/>
                                  <a:pt x="1004" y="154"/>
                                </a:cubicBezTo>
                                <a:cubicBezTo>
                                  <a:pt x="979" y="182"/>
                                  <a:pt x="989" y="197"/>
                                  <a:pt x="1017" y="185"/>
                                </a:cubicBezTo>
                                <a:cubicBezTo>
                                  <a:pt x="1025" y="182"/>
                                  <a:pt x="1024" y="188"/>
                                  <a:pt x="1022" y="192"/>
                                </a:cubicBezTo>
                                <a:cubicBezTo>
                                  <a:pt x="1014" y="209"/>
                                  <a:pt x="1035" y="218"/>
                                  <a:pt x="1047" y="206"/>
                                </a:cubicBezTo>
                                <a:cubicBezTo>
                                  <a:pt x="1053" y="201"/>
                                  <a:pt x="1060" y="206"/>
                                  <a:pt x="1056" y="214"/>
                                </a:cubicBezTo>
                                <a:cubicBezTo>
                                  <a:pt x="1036" y="263"/>
                                  <a:pt x="1066" y="262"/>
                                  <a:pt x="1094" y="217"/>
                                </a:cubicBezTo>
                                <a:cubicBezTo>
                                  <a:pt x="1154" y="227"/>
                                  <a:pt x="1214" y="252"/>
                                  <a:pt x="1275" y="287"/>
                                </a:cubicBezTo>
                                <a:cubicBezTo>
                                  <a:pt x="1277" y="319"/>
                                  <a:pt x="1290" y="327"/>
                                  <a:pt x="1317" y="317"/>
                                </a:cubicBezTo>
                                <a:cubicBezTo>
                                  <a:pt x="1366" y="352"/>
                                  <a:pt x="1409" y="387"/>
                                  <a:pt x="1447" y="420"/>
                                </a:cubicBezTo>
                                <a:cubicBezTo>
                                  <a:pt x="1431" y="441"/>
                                  <a:pt x="1444" y="461"/>
                                  <a:pt x="1479" y="459"/>
                                </a:cubicBezTo>
                                <a:cubicBezTo>
                                  <a:pt x="1518" y="506"/>
                                  <a:pt x="1550" y="554"/>
                                  <a:pt x="1571" y="605"/>
                                </a:cubicBezTo>
                                <a:cubicBezTo>
                                  <a:pt x="1547" y="633"/>
                                  <a:pt x="1549" y="650"/>
                                  <a:pt x="1584" y="657"/>
                                </a:cubicBezTo>
                                <a:cubicBezTo>
                                  <a:pt x="1602" y="717"/>
                                  <a:pt x="1615" y="777"/>
                                  <a:pt x="1620" y="837"/>
                                </a:cubicBezTo>
                                <a:cubicBezTo>
                                  <a:pt x="1595" y="846"/>
                                  <a:pt x="1592" y="872"/>
                                  <a:pt x="1616" y="881"/>
                                </a:cubicBezTo>
                                <a:cubicBezTo>
                                  <a:pt x="1610" y="965"/>
                                  <a:pt x="1600" y="1043"/>
                                  <a:pt x="1582" y="1112"/>
                                </a:cubicBezTo>
                                <a:cubicBezTo>
                                  <a:pt x="1546" y="1130"/>
                                  <a:pt x="1537" y="1138"/>
                                  <a:pt x="1551" y="1174"/>
                                </a:cubicBezTo>
                                <a:cubicBezTo>
                                  <a:pt x="1522" y="1218"/>
                                  <a:pt x="1496" y="1251"/>
                                  <a:pt x="1467" y="1283"/>
                                </a:cubicBezTo>
                                <a:cubicBezTo>
                                  <a:pt x="1435" y="1284"/>
                                  <a:pt x="1419" y="1296"/>
                                  <a:pt x="1429" y="1328"/>
                                </a:cubicBezTo>
                                <a:cubicBezTo>
                                  <a:pt x="1425" y="1332"/>
                                  <a:pt x="1421" y="1336"/>
                                  <a:pt x="1417" y="1340"/>
                                </a:cubicBezTo>
                                <a:cubicBezTo>
                                  <a:pt x="1414" y="1342"/>
                                  <a:pt x="1417" y="1344"/>
                                  <a:pt x="1414" y="1348"/>
                                </a:cubicBezTo>
                                <a:cubicBezTo>
                                  <a:pt x="1413" y="1351"/>
                                  <a:pt x="1406" y="1357"/>
                                  <a:pt x="1404" y="1358"/>
                                </a:cubicBezTo>
                                <a:cubicBezTo>
                                  <a:pt x="1400" y="1362"/>
                                  <a:pt x="1396" y="1360"/>
                                  <a:pt x="1393" y="1363"/>
                                </a:cubicBezTo>
                                <a:cubicBezTo>
                                  <a:pt x="1338" y="1416"/>
                                  <a:pt x="1280" y="1466"/>
                                  <a:pt x="1215" y="1504"/>
                                </a:cubicBezTo>
                                <a:cubicBezTo>
                                  <a:pt x="1187" y="1491"/>
                                  <a:pt x="1164" y="1493"/>
                                  <a:pt x="1161" y="1524"/>
                                </a:cubicBezTo>
                                <a:lnTo>
                                  <a:pt x="1108" y="1540"/>
                                </a:lnTo>
                                <a:cubicBezTo>
                                  <a:pt x="1090" y="1526"/>
                                  <a:pt x="1072" y="1529"/>
                                  <a:pt x="1068" y="1551"/>
                                </a:cubicBezTo>
                                <a:cubicBezTo>
                                  <a:pt x="1010" y="1566"/>
                                  <a:pt x="948" y="1581"/>
                                  <a:pt x="887" y="1590"/>
                                </a:cubicBezTo>
                                <a:cubicBezTo>
                                  <a:pt x="875" y="1571"/>
                                  <a:pt x="851" y="1571"/>
                                  <a:pt x="841" y="1591"/>
                                </a:cubicBezTo>
                                <a:cubicBezTo>
                                  <a:pt x="751" y="1587"/>
                                  <a:pt x="654" y="1569"/>
                                  <a:pt x="569" y="1548"/>
                                </a:cubicBezTo>
                                <a:cubicBezTo>
                                  <a:pt x="560" y="1544"/>
                                  <a:pt x="567" y="1530"/>
                                  <a:pt x="563" y="1523"/>
                                </a:cubicBezTo>
                                <a:cubicBezTo>
                                  <a:pt x="554" y="1512"/>
                                  <a:pt x="539" y="1506"/>
                                  <a:pt x="530" y="1529"/>
                                </a:cubicBezTo>
                                <a:cubicBezTo>
                                  <a:pt x="524" y="1531"/>
                                  <a:pt x="518" y="1529"/>
                                  <a:pt x="511" y="1526"/>
                                </a:cubicBezTo>
                                <a:cubicBezTo>
                                  <a:pt x="506" y="1513"/>
                                  <a:pt x="499" y="1505"/>
                                  <a:pt x="488" y="1508"/>
                                </a:cubicBezTo>
                                <a:cubicBezTo>
                                  <a:pt x="481" y="1511"/>
                                  <a:pt x="476" y="1515"/>
                                  <a:pt x="470" y="1513"/>
                                </a:cubicBezTo>
                                <a:cubicBezTo>
                                  <a:pt x="341" y="1446"/>
                                  <a:pt x="227" y="1351"/>
                                  <a:pt x="156" y="1223"/>
                                </a:cubicBezTo>
                                <a:cubicBezTo>
                                  <a:pt x="165" y="1190"/>
                                  <a:pt x="158" y="1183"/>
                                  <a:pt x="127" y="1181"/>
                                </a:cubicBezTo>
                                <a:cubicBezTo>
                                  <a:pt x="112" y="1149"/>
                                  <a:pt x="93" y="1114"/>
                                  <a:pt x="83" y="1080"/>
                                </a:cubicBezTo>
                                <a:cubicBezTo>
                                  <a:pt x="78" y="1063"/>
                                  <a:pt x="77" y="1047"/>
                                  <a:pt x="74" y="1029"/>
                                </a:cubicBezTo>
                                <a:lnTo>
                                  <a:pt x="67" y="988"/>
                                </a:lnTo>
                                <a:cubicBezTo>
                                  <a:pt x="66" y="974"/>
                                  <a:pt x="51" y="961"/>
                                  <a:pt x="53" y="951"/>
                                </a:cubicBezTo>
                                <a:cubicBezTo>
                                  <a:pt x="87" y="917"/>
                                  <a:pt x="62" y="892"/>
                                  <a:pt x="50" y="882"/>
                                </a:cubicBezTo>
                                <a:cubicBezTo>
                                  <a:pt x="51" y="831"/>
                                  <a:pt x="58" y="781"/>
                                  <a:pt x="65" y="730"/>
                                </a:cubicBezTo>
                                <a:cubicBezTo>
                                  <a:pt x="87" y="721"/>
                                  <a:pt x="99" y="705"/>
                                  <a:pt x="81" y="684"/>
                                </a:cubicBezTo>
                                <a:cubicBezTo>
                                  <a:pt x="118" y="591"/>
                                  <a:pt x="158" y="507"/>
                                  <a:pt x="213" y="435"/>
                                </a:cubicBezTo>
                                <a:cubicBezTo>
                                  <a:pt x="248" y="440"/>
                                  <a:pt x="260" y="426"/>
                                  <a:pt x="248" y="401"/>
                                </a:cubicBezTo>
                                <a:cubicBezTo>
                                  <a:pt x="262" y="379"/>
                                  <a:pt x="272" y="377"/>
                                  <a:pt x="277" y="380"/>
                                </a:cubicBezTo>
                                <a:cubicBezTo>
                                  <a:pt x="295" y="392"/>
                                  <a:pt x="314" y="377"/>
                                  <a:pt x="307" y="363"/>
                                </a:cubicBezTo>
                                <a:cubicBezTo>
                                  <a:pt x="299" y="349"/>
                                  <a:pt x="301" y="343"/>
                                  <a:pt x="318" y="345"/>
                                </a:cubicBezTo>
                                <a:cubicBezTo>
                                  <a:pt x="332" y="345"/>
                                  <a:pt x="345" y="339"/>
                                  <a:pt x="348" y="314"/>
                                </a:cubicBezTo>
                                <a:cubicBezTo>
                                  <a:pt x="405" y="281"/>
                                  <a:pt x="474" y="244"/>
                                  <a:pt x="541" y="215"/>
                                </a:cubicBezTo>
                                <a:cubicBezTo>
                                  <a:pt x="548" y="213"/>
                                  <a:pt x="553" y="213"/>
                                  <a:pt x="560" y="218"/>
                                </a:cubicBezTo>
                                <a:cubicBezTo>
                                  <a:pt x="583" y="234"/>
                                  <a:pt x="594" y="231"/>
                                  <a:pt x="588" y="208"/>
                                </a:cubicBezTo>
                                <a:cubicBezTo>
                                  <a:pt x="586" y="200"/>
                                  <a:pt x="598" y="196"/>
                                  <a:pt x="607" y="201"/>
                                </a:cubicBezTo>
                                <a:cubicBezTo>
                                  <a:pt x="649" y="226"/>
                                  <a:pt x="650" y="172"/>
                                  <a:pt x="634" y="157"/>
                                </a:cubicBezTo>
                                <a:cubicBezTo>
                                  <a:pt x="626" y="149"/>
                                  <a:pt x="633" y="148"/>
                                  <a:pt x="640" y="149"/>
                                </a:cubicBezTo>
                                <a:cubicBezTo>
                                  <a:pt x="659" y="149"/>
                                  <a:pt x="680" y="149"/>
                                  <a:pt x="700" y="149"/>
                                </a:cubicBezTo>
                                <a:cubicBezTo>
                                  <a:pt x="705" y="149"/>
                                  <a:pt x="706" y="150"/>
                                  <a:pt x="702" y="155"/>
                                </a:cubicBezTo>
                                <a:cubicBezTo>
                                  <a:pt x="692" y="172"/>
                                  <a:pt x="689" y="183"/>
                                  <a:pt x="712" y="182"/>
                                </a:cubicBezTo>
                                <a:lnTo>
                                  <a:pt x="765" y="180"/>
                                </a:lnTo>
                                <a:cubicBezTo>
                                  <a:pt x="778" y="179"/>
                                  <a:pt x="790" y="173"/>
                                  <a:pt x="779" y="162"/>
                                </a:cubicBezTo>
                                <a:cubicBezTo>
                                  <a:pt x="777" y="158"/>
                                  <a:pt x="773" y="154"/>
                                  <a:pt x="783" y="1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4396" y="1279"/>
                            <a:ext cx="935" cy="282"/>
                          </a:xfrm>
                          <a:custGeom>
                            <a:avLst/>
                            <a:gdLst>
                              <a:gd name="T0" fmla="*/ 28 w 953"/>
                              <a:gd name="T1" fmla="*/ 127 h 300"/>
                              <a:gd name="T2" fmla="*/ 95 w 953"/>
                              <a:gd name="T3" fmla="*/ 15 h 300"/>
                              <a:gd name="T4" fmla="*/ 166 w 953"/>
                              <a:gd name="T5" fmla="*/ 72 h 300"/>
                              <a:gd name="T6" fmla="*/ 108 w 953"/>
                              <a:gd name="T7" fmla="*/ 102 h 300"/>
                              <a:gd name="T8" fmla="*/ 112 w 953"/>
                              <a:gd name="T9" fmla="*/ 64 h 300"/>
                              <a:gd name="T10" fmla="*/ 904 w 953"/>
                              <a:gd name="T11" fmla="*/ 128 h 300"/>
                              <a:gd name="T12" fmla="*/ 873 w 953"/>
                              <a:gd name="T13" fmla="*/ 155 h 300"/>
                              <a:gd name="T14" fmla="*/ 823 w 953"/>
                              <a:gd name="T15" fmla="*/ 79 h 300"/>
                              <a:gd name="T16" fmla="*/ 842 w 953"/>
                              <a:gd name="T17" fmla="*/ 48 h 300"/>
                              <a:gd name="T18" fmla="*/ 846 w 953"/>
                              <a:gd name="T19" fmla="*/ 15 h 300"/>
                              <a:gd name="T20" fmla="*/ 873 w 953"/>
                              <a:gd name="T21" fmla="*/ 6 h 300"/>
                              <a:gd name="T22" fmla="*/ 951 w 953"/>
                              <a:gd name="T23" fmla="*/ 100 h 300"/>
                              <a:gd name="T24" fmla="*/ 912 w 953"/>
                              <a:gd name="T25" fmla="*/ 106 h 300"/>
                              <a:gd name="T26" fmla="*/ 800 w 953"/>
                              <a:gd name="T27" fmla="*/ 100 h 300"/>
                              <a:gd name="T28" fmla="*/ 848 w 953"/>
                              <a:gd name="T29" fmla="*/ 170 h 300"/>
                              <a:gd name="T30" fmla="*/ 789 w 953"/>
                              <a:gd name="T31" fmla="*/ 124 h 300"/>
                              <a:gd name="T32" fmla="*/ 801 w 953"/>
                              <a:gd name="T33" fmla="*/ 195 h 300"/>
                              <a:gd name="T34" fmla="*/ 709 w 953"/>
                              <a:gd name="T35" fmla="*/ 98 h 300"/>
                              <a:gd name="T36" fmla="*/ 749 w 953"/>
                              <a:gd name="T37" fmla="*/ 89 h 300"/>
                              <a:gd name="T38" fmla="*/ 761 w 953"/>
                              <a:gd name="T39" fmla="*/ 72 h 300"/>
                              <a:gd name="T40" fmla="*/ 797 w 953"/>
                              <a:gd name="T41" fmla="*/ 61 h 300"/>
                              <a:gd name="T42" fmla="*/ 789 w 953"/>
                              <a:gd name="T43" fmla="*/ 99 h 300"/>
                              <a:gd name="T44" fmla="*/ 629 w 953"/>
                              <a:gd name="T45" fmla="*/ 127 h 300"/>
                              <a:gd name="T46" fmla="*/ 698 w 953"/>
                              <a:gd name="T47" fmla="*/ 208 h 300"/>
                              <a:gd name="T48" fmla="*/ 701 w 953"/>
                              <a:gd name="T49" fmla="*/ 110 h 300"/>
                              <a:gd name="T50" fmla="*/ 614 w 953"/>
                              <a:gd name="T51" fmla="*/ 258 h 300"/>
                              <a:gd name="T52" fmla="*/ 586 w 953"/>
                              <a:gd name="T53" fmla="*/ 138 h 300"/>
                              <a:gd name="T54" fmla="*/ 642 w 953"/>
                              <a:gd name="T55" fmla="*/ 224 h 300"/>
                              <a:gd name="T56" fmla="*/ 522 w 953"/>
                              <a:gd name="T57" fmla="*/ 144 h 300"/>
                              <a:gd name="T58" fmla="*/ 580 w 953"/>
                              <a:gd name="T59" fmla="*/ 260 h 300"/>
                              <a:gd name="T60" fmla="*/ 549 w 953"/>
                              <a:gd name="T61" fmla="*/ 263 h 300"/>
                              <a:gd name="T62" fmla="*/ 508 w 953"/>
                              <a:gd name="T63" fmla="*/ 269 h 300"/>
                              <a:gd name="T64" fmla="*/ 463 w 953"/>
                              <a:gd name="T65" fmla="*/ 150 h 300"/>
                              <a:gd name="T66" fmla="*/ 502 w 953"/>
                              <a:gd name="T67" fmla="*/ 175 h 300"/>
                              <a:gd name="T68" fmla="*/ 346 w 953"/>
                              <a:gd name="T69" fmla="*/ 166 h 300"/>
                              <a:gd name="T70" fmla="*/ 382 w 953"/>
                              <a:gd name="T71" fmla="*/ 157 h 300"/>
                              <a:gd name="T72" fmla="*/ 439 w 953"/>
                              <a:gd name="T73" fmla="*/ 140 h 300"/>
                              <a:gd name="T74" fmla="*/ 447 w 953"/>
                              <a:gd name="T75" fmla="*/ 251 h 300"/>
                              <a:gd name="T76" fmla="*/ 431 w 953"/>
                              <a:gd name="T77" fmla="*/ 272 h 300"/>
                              <a:gd name="T78" fmla="*/ 388 w 953"/>
                              <a:gd name="T79" fmla="*/ 299 h 300"/>
                              <a:gd name="T80" fmla="*/ 319 w 953"/>
                              <a:gd name="T81" fmla="*/ 283 h 300"/>
                              <a:gd name="T82" fmla="*/ 331 w 953"/>
                              <a:gd name="T83" fmla="*/ 238 h 300"/>
                              <a:gd name="T84" fmla="*/ 232 w 953"/>
                              <a:gd name="T85" fmla="*/ 217 h 300"/>
                              <a:gd name="T86" fmla="*/ 187 w 953"/>
                              <a:gd name="T87" fmla="*/ 220 h 300"/>
                              <a:gd name="T88" fmla="*/ 226 w 953"/>
                              <a:gd name="T89" fmla="*/ 144 h 300"/>
                              <a:gd name="T90" fmla="*/ 270 w 953"/>
                              <a:gd name="T91" fmla="*/ 141 h 300"/>
                              <a:gd name="T92" fmla="*/ 331 w 953"/>
                              <a:gd name="T93" fmla="*/ 130 h 300"/>
                              <a:gd name="T94" fmla="*/ 282 w 953"/>
                              <a:gd name="T95" fmla="*/ 241 h 300"/>
                              <a:gd name="T96" fmla="*/ 240 w 953"/>
                              <a:gd name="T97" fmla="*/ 235 h 300"/>
                              <a:gd name="T98" fmla="*/ 159 w 953"/>
                              <a:gd name="T99" fmla="*/ 148 h 300"/>
                              <a:gd name="T100" fmla="*/ 96 w 953"/>
                              <a:gd name="T101" fmla="*/ 171 h 300"/>
                              <a:gd name="T102" fmla="*/ 172 w 953"/>
                              <a:gd name="T103" fmla="*/ 81 h 300"/>
                              <a:gd name="T104" fmla="*/ 247 w 953"/>
                              <a:gd name="T105" fmla="*/ 99 h 300"/>
                              <a:gd name="T106" fmla="*/ 159 w 953"/>
                              <a:gd name="T107" fmla="*/ 148 h 300"/>
                              <a:gd name="T108" fmla="*/ 861 w 953"/>
                              <a:gd name="T109" fmla="*/ 69 h 300"/>
                              <a:gd name="T110" fmla="*/ 883 w 953"/>
                              <a:gd name="T111" fmla="*/ 73 h 300"/>
                              <a:gd name="T112" fmla="*/ 399 w 953"/>
                              <a:gd name="T113" fmla="*/ 175 h 300"/>
                              <a:gd name="T114" fmla="*/ 265 w 953"/>
                              <a:gd name="T115" fmla="*/ 180 h 300"/>
                              <a:gd name="T116" fmla="*/ 252 w 953"/>
                              <a:gd name="T117" fmla="*/ 178 h 300"/>
                              <a:gd name="T118" fmla="*/ 192 w 953"/>
                              <a:gd name="T119" fmla="*/ 115 h 300"/>
                              <a:gd name="T120" fmla="*/ 196 w 953"/>
                              <a:gd name="T121" fmla="*/ 100 h 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953" h="300">
                                <a:moveTo>
                                  <a:pt x="112" y="64"/>
                                </a:moveTo>
                                <a:lnTo>
                                  <a:pt x="104" y="58"/>
                                </a:lnTo>
                                <a:lnTo>
                                  <a:pt x="29" y="127"/>
                                </a:lnTo>
                                <a:lnTo>
                                  <a:pt x="28" y="128"/>
                                </a:lnTo>
                                <a:lnTo>
                                  <a:pt x="28" y="127"/>
                                </a:lnTo>
                                <a:lnTo>
                                  <a:pt x="1" y="107"/>
                                </a:lnTo>
                                <a:lnTo>
                                  <a:pt x="0" y="107"/>
                                </a:lnTo>
                                <a:lnTo>
                                  <a:pt x="1" y="106"/>
                                </a:lnTo>
                                <a:lnTo>
                                  <a:pt x="94" y="16"/>
                                </a:lnTo>
                                <a:lnTo>
                                  <a:pt x="95" y="15"/>
                                </a:lnTo>
                                <a:lnTo>
                                  <a:pt x="95" y="16"/>
                                </a:lnTo>
                                <a:lnTo>
                                  <a:pt x="100" y="20"/>
                                </a:lnTo>
                                <a:cubicBezTo>
                                  <a:pt x="109" y="28"/>
                                  <a:pt x="119" y="36"/>
                                  <a:pt x="129" y="44"/>
                                </a:cubicBezTo>
                                <a:cubicBezTo>
                                  <a:pt x="138" y="52"/>
                                  <a:pt x="148" y="59"/>
                                  <a:pt x="158" y="66"/>
                                </a:cubicBezTo>
                                <a:lnTo>
                                  <a:pt x="166" y="72"/>
                                </a:lnTo>
                                <a:lnTo>
                                  <a:pt x="167" y="73"/>
                                </a:lnTo>
                                <a:lnTo>
                                  <a:pt x="166" y="73"/>
                                </a:lnTo>
                                <a:lnTo>
                                  <a:pt x="109" y="102"/>
                                </a:lnTo>
                                <a:lnTo>
                                  <a:pt x="108" y="102"/>
                                </a:lnTo>
                                <a:lnTo>
                                  <a:pt x="89" y="82"/>
                                </a:lnTo>
                                <a:lnTo>
                                  <a:pt x="88" y="82"/>
                                </a:lnTo>
                                <a:lnTo>
                                  <a:pt x="89" y="81"/>
                                </a:lnTo>
                                <a:lnTo>
                                  <a:pt x="112" y="64"/>
                                </a:lnTo>
                                <a:close/>
                                <a:moveTo>
                                  <a:pt x="112" y="64"/>
                                </a:moveTo>
                                <a:lnTo>
                                  <a:pt x="112" y="64"/>
                                </a:lnTo>
                                <a:close/>
                                <a:moveTo>
                                  <a:pt x="901" y="95"/>
                                </a:moveTo>
                                <a:lnTo>
                                  <a:pt x="892" y="106"/>
                                </a:lnTo>
                                <a:cubicBezTo>
                                  <a:pt x="895" y="110"/>
                                  <a:pt x="897" y="113"/>
                                  <a:pt x="899" y="117"/>
                                </a:cubicBezTo>
                                <a:cubicBezTo>
                                  <a:pt x="901" y="120"/>
                                  <a:pt x="903" y="124"/>
                                  <a:pt x="904" y="128"/>
                                </a:cubicBezTo>
                                <a:lnTo>
                                  <a:pt x="905" y="132"/>
                                </a:lnTo>
                                <a:lnTo>
                                  <a:pt x="905" y="133"/>
                                </a:lnTo>
                                <a:lnTo>
                                  <a:pt x="901" y="136"/>
                                </a:lnTo>
                                <a:lnTo>
                                  <a:pt x="880" y="150"/>
                                </a:lnTo>
                                <a:lnTo>
                                  <a:pt x="873" y="155"/>
                                </a:lnTo>
                                <a:lnTo>
                                  <a:pt x="872" y="155"/>
                                </a:lnTo>
                                <a:lnTo>
                                  <a:pt x="872" y="154"/>
                                </a:lnTo>
                                <a:lnTo>
                                  <a:pt x="869" y="146"/>
                                </a:lnTo>
                                <a:cubicBezTo>
                                  <a:pt x="865" y="133"/>
                                  <a:pt x="858" y="121"/>
                                  <a:pt x="850" y="110"/>
                                </a:cubicBezTo>
                                <a:cubicBezTo>
                                  <a:pt x="842" y="99"/>
                                  <a:pt x="833" y="89"/>
                                  <a:pt x="823" y="79"/>
                                </a:cubicBezTo>
                                <a:lnTo>
                                  <a:pt x="818" y="74"/>
                                </a:lnTo>
                                <a:lnTo>
                                  <a:pt x="817" y="73"/>
                                </a:lnTo>
                                <a:lnTo>
                                  <a:pt x="818" y="73"/>
                                </a:lnTo>
                                <a:lnTo>
                                  <a:pt x="824" y="69"/>
                                </a:lnTo>
                                <a:cubicBezTo>
                                  <a:pt x="833" y="63"/>
                                  <a:pt x="839" y="56"/>
                                  <a:pt x="842" y="48"/>
                                </a:cubicBezTo>
                                <a:cubicBezTo>
                                  <a:pt x="846" y="40"/>
                                  <a:pt x="846" y="32"/>
                                  <a:pt x="844" y="22"/>
                                </a:cubicBezTo>
                                <a:lnTo>
                                  <a:pt x="843" y="18"/>
                                </a:lnTo>
                                <a:lnTo>
                                  <a:pt x="844" y="17"/>
                                </a:lnTo>
                                <a:lnTo>
                                  <a:pt x="846" y="15"/>
                                </a:lnTo>
                                <a:lnTo>
                                  <a:pt x="862" y="4"/>
                                </a:lnTo>
                                <a:lnTo>
                                  <a:pt x="868" y="0"/>
                                </a:lnTo>
                                <a:lnTo>
                                  <a:pt x="869" y="0"/>
                                </a:lnTo>
                                <a:lnTo>
                                  <a:pt x="870" y="0"/>
                                </a:lnTo>
                                <a:lnTo>
                                  <a:pt x="873" y="6"/>
                                </a:lnTo>
                                <a:cubicBezTo>
                                  <a:pt x="884" y="21"/>
                                  <a:pt x="896" y="37"/>
                                  <a:pt x="908" y="52"/>
                                </a:cubicBezTo>
                                <a:cubicBezTo>
                                  <a:pt x="921" y="67"/>
                                  <a:pt x="934" y="82"/>
                                  <a:pt x="947" y="95"/>
                                </a:cubicBezTo>
                                <a:lnTo>
                                  <a:pt x="951" y="99"/>
                                </a:lnTo>
                                <a:lnTo>
                                  <a:pt x="952" y="99"/>
                                </a:lnTo>
                                <a:lnTo>
                                  <a:pt x="951" y="100"/>
                                </a:lnTo>
                                <a:lnTo>
                                  <a:pt x="929" y="122"/>
                                </a:lnTo>
                                <a:lnTo>
                                  <a:pt x="928" y="123"/>
                                </a:lnTo>
                                <a:lnTo>
                                  <a:pt x="927" y="122"/>
                                </a:lnTo>
                                <a:lnTo>
                                  <a:pt x="922" y="118"/>
                                </a:lnTo>
                                <a:cubicBezTo>
                                  <a:pt x="919" y="114"/>
                                  <a:pt x="915" y="110"/>
                                  <a:pt x="912" y="106"/>
                                </a:cubicBezTo>
                                <a:cubicBezTo>
                                  <a:pt x="908" y="102"/>
                                  <a:pt x="905" y="98"/>
                                  <a:pt x="901" y="95"/>
                                </a:cubicBezTo>
                                <a:close/>
                                <a:moveTo>
                                  <a:pt x="901" y="95"/>
                                </a:moveTo>
                                <a:lnTo>
                                  <a:pt x="901" y="95"/>
                                </a:lnTo>
                                <a:close/>
                                <a:moveTo>
                                  <a:pt x="789" y="99"/>
                                </a:moveTo>
                                <a:cubicBezTo>
                                  <a:pt x="793" y="99"/>
                                  <a:pt x="797" y="100"/>
                                  <a:pt x="800" y="100"/>
                                </a:cubicBezTo>
                                <a:cubicBezTo>
                                  <a:pt x="804" y="102"/>
                                  <a:pt x="807" y="103"/>
                                  <a:pt x="810" y="104"/>
                                </a:cubicBezTo>
                                <a:cubicBezTo>
                                  <a:pt x="811" y="105"/>
                                  <a:pt x="812" y="107"/>
                                  <a:pt x="814" y="108"/>
                                </a:cubicBezTo>
                                <a:cubicBezTo>
                                  <a:pt x="815" y="109"/>
                                  <a:pt x="816" y="111"/>
                                  <a:pt x="817" y="112"/>
                                </a:cubicBezTo>
                                <a:lnTo>
                                  <a:pt x="847" y="169"/>
                                </a:lnTo>
                                <a:lnTo>
                                  <a:pt x="848" y="170"/>
                                </a:lnTo>
                                <a:lnTo>
                                  <a:pt x="846" y="170"/>
                                </a:lnTo>
                                <a:lnTo>
                                  <a:pt x="821" y="185"/>
                                </a:lnTo>
                                <a:lnTo>
                                  <a:pt x="820" y="186"/>
                                </a:lnTo>
                                <a:lnTo>
                                  <a:pt x="820" y="184"/>
                                </a:lnTo>
                                <a:lnTo>
                                  <a:pt x="789" y="124"/>
                                </a:lnTo>
                                <a:cubicBezTo>
                                  <a:pt x="788" y="123"/>
                                  <a:pt x="784" y="121"/>
                                  <a:pt x="780" y="121"/>
                                </a:cubicBezTo>
                                <a:cubicBezTo>
                                  <a:pt x="776" y="120"/>
                                  <a:pt x="772" y="120"/>
                                  <a:pt x="768" y="119"/>
                                </a:cubicBezTo>
                                <a:lnTo>
                                  <a:pt x="765" y="121"/>
                                </a:lnTo>
                                <a:lnTo>
                                  <a:pt x="801" y="195"/>
                                </a:lnTo>
                                <a:lnTo>
                                  <a:pt x="772" y="209"/>
                                </a:lnTo>
                                <a:lnTo>
                                  <a:pt x="772" y="210"/>
                                </a:lnTo>
                                <a:lnTo>
                                  <a:pt x="771" y="209"/>
                                </a:lnTo>
                                <a:lnTo>
                                  <a:pt x="709" y="98"/>
                                </a:lnTo>
                                <a:lnTo>
                                  <a:pt x="710" y="98"/>
                                </a:lnTo>
                                <a:lnTo>
                                  <a:pt x="748" y="89"/>
                                </a:lnTo>
                                <a:lnTo>
                                  <a:pt x="749" y="89"/>
                                </a:lnTo>
                                <a:lnTo>
                                  <a:pt x="755" y="100"/>
                                </a:lnTo>
                                <a:lnTo>
                                  <a:pt x="758" y="100"/>
                                </a:lnTo>
                                <a:cubicBezTo>
                                  <a:pt x="760" y="98"/>
                                  <a:pt x="761" y="94"/>
                                  <a:pt x="761" y="89"/>
                                </a:cubicBezTo>
                                <a:cubicBezTo>
                                  <a:pt x="762" y="84"/>
                                  <a:pt x="761" y="79"/>
                                  <a:pt x="761" y="76"/>
                                </a:cubicBezTo>
                                <a:lnTo>
                                  <a:pt x="761" y="72"/>
                                </a:lnTo>
                                <a:lnTo>
                                  <a:pt x="761" y="71"/>
                                </a:lnTo>
                                <a:lnTo>
                                  <a:pt x="795" y="60"/>
                                </a:lnTo>
                                <a:lnTo>
                                  <a:pt x="797" y="60"/>
                                </a:lnTo>
                                <a:lnTo>
                                  <a:pt x="797" y="61"/>
                                </a:lnTo>
                                <a:lnTo>
                                  <a:pt x="797" y="69"/>
                                </a:lnTo>
                                <a:cubicBezTo>
                                  <a:pt x="797" y="75"/>
                                  <a:pt x="796" y="80"/>
                                  <a:pt x="795" y="85"/>
                                </a:cubicBezTo>
                                <a:cubicBezTo>
                                  <a:pt x="794" y="90"/>
                                  <a:pt x="792" y="95"/>
                                  <a:pt x="789" y="99"/>
                                </a:cubicBezTo>
                                <a:close/>
                                <a:moveTo>
                                  <a:pt x="789" y="99"/>
                                </a:moveTo>
                                <a:lnTo>
                                  <a:pt x="789" y="99"/>
                                </a:lnTo>
                                <a:close/>
                                <a:moveTo>
                                  <a:pt x="642" y="224"/>
                                </a:moveTo>
                                <a:lnTo>
                                  <a:pt x="657" y="220"/>
                                </a:lnTo>
                                <a:lnTo>
                                  <a:pt x="628" y="128"/>
                                </a:lnTo>
                                <a:lnTo>
                                  <a:pt x="628" y="127"/>
                                </a:lnTo>
                                <a:lnTo>
                                  <a:pt x="629" y="127"/>
                                </a:lnTo>
                                <a:lnTo>
                                  <a:pt x="660" y="119"/>
                                </a:lnTo>
                                <a:lnTo>
                                  <a:pt x="661" y="119"/>
                                </a:lnTo>
                                <a:lnTo>
                                  <a:pt x="661" y="120"/>
                                </a:lnTo>
                                <a:lnTo>
                                  <a:pt x="693" y="209"/>
                                </a:lnTo>
                                <a:lnTo>
                                  <a:pt x="698" y="208"/>
                                </a:lnTo>
                                <a:lnTo>
                                  <a:pt x="670" y="118"/>
                                </a:lnTo>
                                <a:lnTo>
                                  <a:pt x="669" y="118"/>
                                </a:lnTo>
                                <a:lnTo>
                                  <a:pt x="670" y="118"/>
                                </a:lnTo>
                                <a:lnTo>
                                  <a:pt x="700" y="110"/>
                                </a:lnTo>
                                <a:lnTo>
                                  <a:pt x="701" y="110"/>
                                </a:lnTo>
                                <a:lnTo>
                                  <a:pt x="701" y="111"/>
                                </a:lnTo>
                                <a:lnTo>
                                  <a:pt x="739" y="220"/>
                                </a:lnTo>
                                <a:lnTo>
                                  <a:pt x="738" y="221"/>
                                </a:lnTo>
                                <a:lnTo>
                                  <a:pt x="614" y="258"/>
                                </a:lnTo>
                                <a:lnTo>
                                  <a:pt x="613" y="258"/>
                                </a:lnTo>
                                <a:lnTo>
                                  <a:pt x="613" y="256"/>
                                </a:lnTo>
                                <a:lnTo>
                                  <a:pt x="585" y="138"/>
                                </a:lnTo>
                                <a:lnTo>
                                  <a:pt x="586" y="138"/>
                                </a:lnTo>
                                <a:lnTo>
                                  <a:pt x="615" y="131"/>
                                </a:lnTo>
                                <a:lnTo>
                                  <a:pt x="616" y="131"/>
                                </a:lnTo>
                                <a:lnTo>
                                  <a:pt x="642" y="224"/>
                                </a:lnTo>
                                <a:close/>
                                <a:moveTo>
                                  <a:pt x="642" y="224"/>
                                </a:moveTo>
                                <a:lnTo>
                                  <a:pt x="642" y="224"/>
                                </a:lnTo>
                                <a:close/>
                                <a:moveTo>
                                  <a:pt x="502" y="175"/>
                                </a:moveTo>
                                <a:lnTo>
                                  <a:pt x="524" y="159"/>
                                </a:lnTo>
                                <a:lnTo>
                                  <a:pt x="522" y="145"/>
                                </a:lnTo>
                                <a:lnTo>
                                  <a:pt x="522" y="144"/>
                                </a:lnTo>
                                <a:lnTo>
                                  <a:pt x="555" y="134"/>
                                </a:lnTo>
                                <a:lnTo>
                                  <a:pt x="556" y="133"/>
                                </a:lnTo>
                                <a:lnTo>
                                  <a:pt x="556" y="135"/>
                                </a:lnTo>
                                <a:lnTo>
                                  <a:pt x="580" y="260"/>
                                </a:lnTo>
                                <a:lnTo>
                                  <a:pt x="581" y="261"/>
                                </a:lnTo>
                                <a:lnTo>
                                  <a:pt x="579" y="261"/>
                                </a:lnTo>
                                <a:lnTo>
                                  <a:pt x="550" y="263"/>
                                </a:lnTo>
                                <a:lnTo>
                                  <a:pt x="549" y="263"/>
                                </a:lnTo>
                                <a:lnTo>
                                  <a:pt x="531" y="187"/>
                                </a:lnTo>
                                <a:lnTo>
                                  <a:pt x="507" y="203"/>
                                </a:lnTo>
                                <a:lnTo>
                                  <a:pt x="509" y="268"/>
                                </a:lnTo>
                                <a:lnTo>
                                  <a:pt x="509" y="269"/>
                                </a:lnTo>
                                <a:lnTo>
                                  <a:pt x="508" y="269"/>
                                </a:lnTo>
                                <a:lnTo>
                                  <a:pt x="472" y="271"/>
                                </a:lnTo>
                                <a:lnTo>
                                  <a:pt x="471" y="271"/>
                                </a:lnTo>
                                <a:lnTo>
                                  <a:pt x="463" y="151"/>
                                </a:lnTo>
                                <a:lnTo>
                                  <a:pt x="463" y="150"/>
                                </a:lnTo>
                                <a:lnTo>
                                  <a:pt x="464" y="150"/>
                                </a:lnTo>
                                <a:lnTo>
                                  <a:pt x="495" y="150"/>
                                </a:lnTo>
                                <a:lnTo>
                                  <a:pt x="496" y="150"/>
                                </a:lnTo>
                                <a:lnTo>
                                  <a:pt x="502" y="175"/>
                                </a:lnTo>
                                <a:close/>
                                <a:moveTo>
                                  <a:pt x="502" y="175"/>
                                </a:moveTo>
                                <a:lnTo>
                                  <a:pt x="502" y="175"/>
                                </a:lnTo>
                                <a:close/>
                                <a:moveTo>
                                  <a:pt x="331" y="238"/>
                                </a:moveTo>
                                <a:cubicBezTo>
                                  <a:pt x="334" y="226"/>
                                  <a:pt x="337" y="214"/>
                                  <a:pt x="340" y="203"/>
                                </a:cubicBezTo>
                                <a:cubicBezTo>
                                  <a:pt x="342" y="191"/>
                                  <a:pt x="344" y="178"/>
                                  <a:pt x="346" y="166"/>
                                </a:cubicBezTo>
                                <a:lnTo>
                                  <a:pt x="347" y="161"/>
                                </a:lnTo>
                                <a:lnTo>
                                  <a:pt x="347" y="160"/>
                                </a:lnTo>
                                <a:lnTo>
                                  <a:pt x="348" y="160"/>
                                </a:lnTo>
                                <a:lnTo>
                                  <a:pt x="354" y="160"/>
                                </a:lnTo>
                                <a:cubicBezTo>
                                  <a:pt x="363" y="161"/>
                                  <a:pt x="374" y="160"/>
                                  <a:pt x="382" y="157"/>
                                </a:cubicBezTo>
                                <a:cubicBezTo>
                                  <a:pt x="391" y="154"/>
                                  <a:pt x="397" y="149"/>
                                  <a:pt x="402" y="141"/>
                                </a:cubicBezTo>
                                <a:lnTo>
                                  <a:pt x="404" y="136"/>
                                </a:lnTo>
                                <a:lnTo>
                                  <a:pt x="405" y="136"/>
                                </a:lnTo>
                                <a:lnTo>
                                  <a:pt x="439" y="140"/>
                                </a:lnTo>
                                <a:lnTo>
                                  <a:pt x="440" y="140"/>
                                </a:lnTo>
                                <a:lnTo>
                                  <a:pt x="439" y="141"/>
                                </a:lnTo>
                                <a:lnTo>
                                  <a:pt x="433" y="249"/>
                                </a:lnTo>
                                <a:lnTo>
                                  <a:pt x="447" y="251"/>
                                </a:lnTo>
                                <a:lnTo>
                                  <a:pt x="447" y="252"/>
                                </a:lnTo>
                                <a:lnTo>
                                  <a:pt x="447" y="272"/>
                                </a:lnTo>
                                <a:lnTo>
                                  <a:pt x="446" y="272"/>
                                </a:lnTo>
                                <a:lnTo>
                                  <a:pt x="431" y="272"/>
                                </a:lnTo>
                                <a:lnTo>
                                  <a:pt x="430" y="284"/>
                                </a:lnTo>
                                <a:lnTo>
                                  <a:pt x="430" y="285"/>
                                </a:lnTo>
                                <a:lnTo>
                                  <a:pt x="389" y="298"/>
                                </a:lnTo>
                                <a:lnTo>
                                  <a:pt x="388" y="299"/>
                                </a:lnTo>
                                <a:lnTo>
                                  <a:pt x="388" y="298"/>
                                </a:lnTo>
                                <a:lnTo>
                                  <a:pt x="391" y="267"/>
                                </a:lnTo>
                                <a:lnTo>
                                  <a:pt x="341" y="262"/>
                                </a:lnTo>
                                <a:lnTo>
                                  <a:pt x="320" y="282"/>
                                </a:lnTo>
                                <a:lnTo>
                                  <a:pt x="319" y="283"/>
                                </a:lnTo>
                                <a:lnTo>
                                  <a:pt x="318" y="282"/>
                                </a:lnTo>
                                <a:lnTo>
                                  <a:pt x="302" y="237"/>
                                </a:lnTo>
                                <a:lnTo>
                                  <a:pt x="302" y="235"/>
                                </a:lnTo>
                                <a:lnTo>
                                  <a:pt x="303" y="236"/>
                                </a:lnTo>
                                <a:lnTo>
                                  <a:pt x="331" y="238"/>
                                </a:lnTo>
                                <a:close/>
                                <a:moveTo>
                                  <a:pt x="331" y="238"/>
                                </a:moveTo>
                                <a:lnTo>
                                  <a:pt x="331" y="238"/>
                                </a:lnTo>
                                <a:close/>
                                <a:moveTo>
                                  <a:pt x="252" y="208"/>
                                </a:moveTo>
                                <a:lnTo>
                                  <a:pt x="239" y="207"/>
                                </a:lnTo>
                                <a:cubicBezTo>
                                  <a:pt x="236" y="210"/>
                                  <a:pt x="234" y="214"/>
                                  <a:pt x="232" y="217"/>
                                </a:cubicBezTo>
                                <a:cubicBezTo>
                                  <a:pt x="231" y="221"/>
                                  <a:pt x="229" y="224"/>
                                  <a:pt x="227" y="227"/>
                                </a:cubicBezTo>
                                <a:lnTo>
                                  <a:pt x="225" y="232"/>
                                </a:lnTo>
                                <a:lnTo>
                                  <a:pt x="225" y="233"/>
                                </a:lnTo>
                                <a:lnTo>
                                  <a:pt x="223" y="232"/>
                                </a:lnTo>
                                <a:lnTo>
                                  <a:pt x="187" y="220"/>
                                </a:lnTo>
                                <a:lnTo>
                                  <a:pt x="187" y="218"/>
                                </a:lnTo>
                                <a:lnTo>
                                  <a:pt x="190" y="213"/>
                                </a:lnTo>
                                <a:cubicBezTo>
                                  <a:pt x="197" y="202"/>
                                  <a:pt x="204" y="191"/>
                                  <a:pt x="210" y="179"/>
                                </a:cubicBezTo>
                                <a:cubicBezTo>
                                  <a:pt x="217" y="168"/>
                                  <a:pt x="222" y="156"/>
                                  <a:pt x="226" y="144"/>
                                </a:cubicBezTo>
                                <a:lnTo>
                                  <a:pt x="228" y="139"/>
                                </a:lnTo>
                                <a:lnTo>
                                  <a:pt x="228" y="138"/>
                                </a:lnTo>
                                <a:lnTo>
                                  <a:pt x="229" y="138"/>
                                </a:lnTo>
                                <a:lnTo>
                                  <a:pt x="235" y="140"/>
                                </a:lnTo>
                                <a:cubicBezTo>
                                  <a:pt x="249" y="142"/>
                                  <a:pt x="260" y="144"/>
                                  <a:pt x="270" y="141"/>
                                </a:cubicBezTo>
                                <a:cubicBezTo>
                                  <a:pt x="279" y="139"/>
                                  <a:pt x="287" y="133"/>
                                  <a:pt x="295" y="122"/>
                                </a:cubicBezTo>
                                <a:lnTo>
                                  <a:pt x="298" y="118"/>
                                </a:lnTo>
                                <a:lnTo>
                                  <a:pt x="299" y="116"/>
                                </a:lnTo>
                                <a:lnTo>
                                  <a:pt x="299" y="117"/>
                                </a:lnTo>
                                <a:lnTo>
                                  <a:pt x="331" y="130"/>
                                </a:lnTo>
                                <a:lnTo>
                                  <a:pt x="331" y="131"/>
                                </a:lnTo>
                                <a:lnTo>
                                  <a:pt x="328" y="136"/>
                                </a:lnTo>
                                <a:cubicBezTo>
                                  <a:pt x="308" y="169"/>
                                  <a:pt x="295" y="204"/>
                                  <a:pt x="283" y="239"/>
                                </a:cubicBezTo>
                                <a:lnTo>
                                  <a:pt x="282" y="241"/>
                                </a:lnTo>
                                <a:lnTo>
                                  <a:pt x="280" y="247"/>
                                </a:lnTo>
                                <a:lnTo>
                                  <a:pt x="280" y="248"/>
                                </a:lnTo>
                                <a:lnTo>
                                  <a:pt x="279" y="247"/>
                                </a:lnTo>
                                <a:lnTo>
                                  <a:pt x="240" y="236"/>
                                </a:lnTo>
                                <a:lnTo>
                                  <a:pt x="240" y="235"/>
                                </a:lnTo>
                                <a:lnTo>
                                  <a:pt x="252" y="208"/>
                                </a:lnTo>
                                <a:close/>
                                <a:moveTo>
                                  <a:pt x="252" y="208"/>
                                </a:moveTo>
                                <a:lnTo>
                                  <a:pt x="252" y="208"/>
                                </a:lnTo>
                                <a:close/>
                                <a:moveTo>
                                  <a:pt x="159" y="148"/>
                                </a:moveTo>
                                <a:lnTo>
                                  <a:pt x="129" y="187"/>
                                </a:lnTo>
                                <a:lnTo>
                                  <a:pt x="128" y="187"/>
                                </a:lnTo>
                                <a:lnTo>
                                  <a:pt x="97" y="171"/>
                                </a:lnTo>
                                <a:lnTo>
                                  <a:pt x="96" y="171"/>
                                </a:lnTo>
                                <a:lnTo>
                                  <a:pt x="96" y="170"/>
                                </a:lnTo>
                                <a:lnTo>
                                  <a:pt x="160" y="85"/>
                                </a:lnTo>
                                <a:lnTo>
                                  <a:pt x="162" y="84"/>
                                </a:lnTo>
                                <a:cubicBezTo>
                                  <a:pt x="165" y="83"/>
                                  <a:pt x="168" y="82"/>
                                  <a:pt x="172" y="81"/>
                                </a:cubicBezTo>
                                <a:cubicBezTo>
                                  <a:pt x="183" y="78"/>
                                  <a:pt x="198" y="74"/>
                                  <a:pt x="213" y="74"/>
                                </a:cubicBezTo>
                                <a:cubicBezTo>
                                  <a:pt x="227" y="74"/>
                                  <a:pt x="240" y="77"/>
                                  <a:pt x="245" y="86"/>
                                </a:cubicBezTo>
                                <a:cubicBezTo>
                                  <a:pt x="245" y="86"/>
                                  <a:pt x="245" y="87"/>
                                  <a:pt x="246" y="88"/>
                                </a:cubicBezTo>
                                <a:cubicBezTo>
                                  <a:pt x="247" y="90"/>
                                  <a:pt x="247" y="91"/>
                                  <a:pt x="247" y="93"/>
                                </a:cubicBezTo>
                                <a:cubicBezTo>
                                  <a:pt x="247" y="95"/>
                                  <a:pt x="248" y="97"/>
                                  <a:pt x="247" y="99"/>
                                </a:cubicBezTo>
                                <a:cubicBezTo>
                                  <a:pt x="247" y="99"/>
                                  <a:pt x="247" y="100"/>
                                  <a:pt x="247" y="100"/>
                                </a:cubicBezTo>
                                <a:cubicBezTo>
                                  <a:pt x="245" y="115"/>
                                  <a:pt x="232" y="127"/>
                                  <a:pt x="215" y="136"/>
                                </a:cubicBezTo>
                                <a:cubicBezTo>
                                  <a:pt x="198" y="144"/>
                                  <a:pt x="178" y="149"/>
                                  <a:pt x="162" y="148"/>
                                </a:cubicBezTo>
                                <a:cubicBezTo>
                                  <a:pt x="161" y="148"/>
                                  <a:pt x="160" y="148"/>
                                  <a:pt x="159" y="148"/>
                                </a:cubicBezTo>
                                <a:close/>
                                <a:moveTo>
                                  <a:pt x="159" y="148"/>
                                </a:moveTo>
                                <a:lnTo>
                                  <a:pt x="159" y="148"/>
                                </a:lnTo>
                                <a:close/>
                                <a:moveTo>
                                  <a:pt x="883" y="73"/>
                                </a:moveTo>
                                <a:cubicBezTo>
                                  <a:pt x="880" y="70"/>
                                  <a:pt x="878" y="68"/>
                                  <a:pt x="876" y="65"/>
                                </a:cubicBezTo>
                                <a:cubicBezTo>
                                  <a:pt x="874" y="62"/>
                                  <a:pt x="872" y="59"/>
                                  <a:pt x="870" y="57"/>
                                </a:cubicBezTo>
                                <a:lnTo>
                                  <a:pt x="861" y="69"/>
                                </a:lnTo>
                                <a:cubicBezTo>
                                  <a:pt x="863" y="72"/>
                                  <a:pt x="866" y="73"/>
                                  <a:pt x="868" y="76"/>
                                </a:cubicBezTo>
                                <a:cubicBezTo>
                                  <a:pt x="870" y="78"/>
                                  <a:pt x="872" y="80"/>
                                  <a:pt x="874" y="82"/>
                                </a:cubicBezTo>
                                <a:lnTo>
                                  <a:pt x="883" y="73"/>
                                </a:lnTo>
                                <a:close/>
                                <a:moveTo>
                                  <a:pt x="883" y="73"/>
                                </a:moveTo>
                                <a:lnTo>
                                  <a:pt x="883" y="73"/>
                                </a:lnTo>
                                <a:close/>
                                <a:moveTo>
                                  <a:pt x="379" y="180"/>
                                </a:moveTo>
                                <a:cubicBezTo>
                                  <a:pt x="378" y="190"/>
                                  <a:pt x="376" y="201"/>
                                  <a:pt x="375" y="211"/>
                                </a:cubicBezTo>
                                <a:cubicBezTo>
                                  <a:pt x="373" y="221"/>
                                  <a:pt x="371" y="232"/>
                                  <a:pt x="369" y="242"/>
                                </a:cubicBezTo>
                                <a:lnTo>
                                  <a:pt x="392" y="244"/>
                                </a:lnTo>
                                <a:lnTo>
                                  <a:pt x="399" y="175"/>
                                </a:lnTo>
                                <a:lnTo>
                                  <a:pt x="379" y="180"/>
                                </a:lnTo>
                                <a:close/>
                                <a:moveTo>
                                  <a:pt x="379" y="180"/>
                                </a:moveTo>
                                <a:lnTo>
                                  <a:pt x="379" y="180"/>
                                </a:lnTo>
                                <a:close/>
                                <a:moveTo>
                                  <a:pt x="252" y="178"/>
                                </a:moveTo>
                                <a:lnTo>
                                  <a:pt x="265" y="180"/>
                                </a:lnTo>
                                <a:lnTo>
                                  <a:pt x="272" y="165"/>
                                </a:lnTo>
                                <a:lnTo>
                                  <a:pt x="256" y="167"/>
                                </a:lnTo>
                                <a:cubicBezTo>
                                  <a:pt x="256" y="169"/>
                                  <a:pt x="255" y="171"/>
                                  <a:pt x="254" y="172"/>
                                </a:cubicBezTo>
                                <a:cubicBezTo>
                                  <a:pt x="253" y="174"/>
                                  <a:pt x="253" y="176"/>
                                  <a:pt x="252" y="178"/>
                                </a:cubicBezTo>
                                <a:close/>
                                <a:moveTo>
                                  <a:pt x="252" y="178"/>
                                </a:moveTo>
                                <a:lnTo>
                                  <a:pt x="252" y="178"/>
                                </a:lnTo>
                                <a:close/>
                                <a:moveTo>
                                  <a:pt x="181" y="119"/>
                                </a:moveTo>
                                <a:cubicBezTo>
                                  <a:pt x="181" y="119"/>
                                  <a:pt x="181" y="119"/>
                                  <a:pt x="182" y="119"/>
                                </a:cubicBezTo>
                                <a:cubicBezTo>
                                  <a:pt x="183" y="119"/>
                                  <a:pt x="184" y="119"/>
                                  <a:pt x="184" y="119"/>
                                </a:cubicBezTo>
                                <a:cubicBezTo>
                                  <a:pt x="187" y="118"/>
                                  <a:pt x="190" y="117"/>
                                  <a:pt x="192" y="115"/>
                                </a:cubicBezTo>
                                <a:cubicBezTo>
                                  <a:pt x="194" y="114"/>
                                  <a:pt x="196" y="112"/>
                                  <a:pt x="198" y="110"/>
                                </a:cubicBezTo>
                                <a:cubicBezTo>
                                  <a:pt x="198" y="109"/>
                                  <a:pt x="200" y="106"/>
                                  <a:pt x="201" y="103"/>
                                </a:cubicBezTo>
                                <a:cubicBezTo>
                                  <a:pt x="201" y="102"/>
                                  <a:pt x="201" y="101"/>
                                  <a:pt x="201" y="100"/>
                                </a:cubicBezTo>
                                <a:cubicBezTo>
                                  <a:pt x="201" y="100"/>
                                  <a:pt x="200" y="100"/>
                                  <a:pt x="200" y="100"/>
                                </a:cubicBezTo>
                                <a:cubicBezTo>
                                  <a:pt x="198" y="100"/>
                                  <a:pt x="197" y="100"/>
                                  <a:pt x="196" y="100"/>
                                </a:cubicBezTo>
                                <a:lnTo>
                                  <a:pt x="181" y="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8" name="Group 21"/>
                      <wpg:cNvGrpSpPr>
                        <a:grpSpLocks/>
                      </wpg:cNvGrpSpPr>
                      <wpg:grpSpPr bwMode="auto">
                        <a:xfrm>
                          <a:off x="4241" y="881"/>
                          <a:ext cx="1264" cy="670"/>
                          <a:chOff x="4241" y="881"/>
                          <a:chExt cx="1264" cy="670"/>
                        </a:xfrm>
                      </wpg:grpSpPr>
                      <wps:wsp>
                        <wps:cNvPr id="9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4406" y="1289"/>
                            <a:ext cx="913" cy="262"/>
                          </a:xfrm>
                          <a:custGeom>
                            <a:avLst/>
                            <a:gdLst>
                              <a:gd name="T0" fmla="*/ 84 w 932"/>
                              <a:gd name="T1" fmla="*/ 0 h 287"/>
                              <a:gd name="T2" fmla="*/ 88 w 932"/>
                              <a:gd name="T3" fmla="*/ 57 h 287"/>
                              <a:gd name="T4" fmla="*/ 17 w 932"/>
                              <a:gd name="T5" fmla="*/ 93 h 287"/>
                              <a:gd name="T6" fmla="*/ 817 w 932"/>
                              <a:gd name="T7" fmla="*/ 71 h 287"/>
                              <a:gd name="T8" fmla="*/ 931 w 932"/>
                              <a:gd name="T9" fmla="*/ 97 h 287"/>
                              <a:gd name="T10" fmla="*/ 872 w 932"/>
                              <a:gd name="T11" fmla="*/ 103 h 287"/>
                              <a:gd name="T12" fmla="*/ 817 w 932"/>
                              <a:gd name="T13" fmla="*/ 71 h 287"/>
                              <a:gd name="T14" fmla="*/ 881 w 932"/>
                              <a:gd name="T15" fmla="*/ 71 h 287"/>
                              <a:gd name="T16" fmla="*/ 862 w 932"/>
                              <a:gd name="T17" fmla="*/ 90 h 287"/>
                              <a:gd name="T18" fmla="*/ 881 w 932"/>
                              <a:gd name="T19" fmla="*/ 71 h 287"/>
                              <a:gd name="T20" fmla="*/ 733 w 932"/>
                              <a:gd name="T21" fmla="*/ 94 h 287"/>
                              <a:gd name="T22" fmla="*/ 758 w 932"/>
                              <a:gd name="T23" fmla="*/ 73 h 287"/>
                              <a:gd name="T24" fmla="*/ 799 w 932"/>
                              <a:gd name="T25" fmla="*/ 113 h 287"/>
                              <a:gd name="T26" fmla="*/ 784 w 932"/>
                              <a:gd name="T27" fmla="*/ 118 h 287"/>
                              <a:gd name="T28" fmla="*/ 780 w 932"/>
                              <a:gd name="T29" fmla="*/ 189 h 287"/>
                              <a:gd name="T30" fmla="*/ 763 w 932"/>
                              <a:gd name="T31" fmla="*/ 198 h 287"/>
                              <a:gd name="T32" fmla="*/ 600 w 932"/>
                              <a:gd name="T33" fmla="*/ 136 h 287"/>
                              <a:gd name="T34" fmla="*/ 626 w 932"/>
                              <a:gd name="T35" fmla="*/ 130 h 287"/>
                              <a:gd name="T36" fmla="*/ 697 w 932"/>
                              <a:gd name="T37" fmla="*/ 209 h 287"/>
                              <a:gd name="T38" fmla="*/ 719 w 932"/>
                              <a:gd name="T39" fmla="*/ 213 h 287"/>
                              <a:gd name="T40" fmla="*/ 608 w 932"/>
                              <a:gd name="T41" fmla="*/ 247 h 287"/>
                              <a:gd name="T42" fmla="*/ 479 w 932"/>
                              <a:gd name="T43" fmla="*/ 154 h 287"/>
                              <a:gd name="T44" fmla="*/ 519 w 932"/>
                              <a:gd name="T45" fmla="*/ 146 h 287"/>
                              <a:gd name="T46" fmla="*/ 544 w 932"/>
                              <a:gd name="T47" fmla="*/ 253 h 287"/>
                              <a:gd name="T48" fmla="*/ 490 w 932"/>
                              <a:gd name="T49" fmla="*/ 260 h 287"/>
                              <a:gd name="T50" fmla="*/ 467 w 932"/>
                              <a:gd name="T51" fmla="*/ 262 h 287"/>
                              <a:gd name="T52" fmla="*/ 397 w 932"/>
                              <a:gd name="T53" fmla="*/ 141 h 287"/>
                              <a:gd name="T54" fmla="*/ 429 w 932"/>
                              <a:gd name="T55" fmla="*/ 255 h 287"/>
                              <a:gd name="T56" fmla="*/ 412 w 932"/>
                              <a:gd name="T57" fmla="*/ 277 h 287"/>
                              <a:gd name="T58" fmla="*/ 327 w 932"/>
                              <a:gd name="T59" fmla="*/ 253 h 287"/>
                              <a:gd name="T60" fmla="*/ 325 w 932"/>
                              <a:gd name="T61" fmla="*/ 243 h 287"/>
                              <a:gd name="T62" fmla="*/ 360 w 932"/>
                              <a:gd name="T63" fmla="*/ 172 h 287"/>
                              <a:gd name="T64" fmla="*/ 348 w 932"/>
                              <a:gd name="T65" fmla="*/ 245 h 287"/>
                              <a:gd name="T66" fmla="*/ 360 w 932"/>
                              <a:gd name="T67" fmla="*/ 172 h 287"/>
                              <a:gd name="T68" fmla="*/ 186 w 932"/>
                              <a:gd name="T69" fmla="*/ 214 h 287"/>
                              <a:gd name="T70" fmla="*/ 251 w 932"/>
                              <a:gd name="T71" fmla="*/ 199 h 287"/>
                              <a:gd name="T72" fmla="*/ 310 w 932"/>
                              <a:gd name="T73" fmla="*/ 131 h 287"/>
                              <a:gd name="T74" fmla="*/ 290 w 932"/>
                              <a:gd name="T75" fmla="*/ 123 h 287"/>
                              <a:gd name="T76" fmla="*/ 273 w 932"/>
                              <a:gd name="T77" fmla="*/ 154 h 287"/>
                              <a:gd name="T78" fmla="*/ 231 w 932"/>
                              <a:gd name="T79" fmla="*/ 180 h 287"/>
                              <a:gd name="T80" fmla="*/ 96 w 932"/>
                              <a:gd name="T81" fmla="*/ 166 h 287"/>
                              <a:gd name="T82" fmla="*/ 228 w 932"/>
                              <a:gd name="T83" fmla="*/ 88 h 287"/>
                              <a:gd name="T84" fmla="*/ 155 w 932"/>
                              <a:gd name="T85" fmla="*/ 87 h 287"/>
                              <a:gd name="T86" fmla="*/ 193 w 932"/>
                              <a:gd name="T87" fmla="*/ 111 h 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932" h="287">
                                <a:moveTo>
                                  <a:pt x="17" y="93"/>
                                </a:moveTo>
                                <a:lnTo>
                                  <a:pt x="0" y="81"/>
                                </a:lnTo>
                                <a:lnTo>
                                  <a:pt x="84" y="0"/>
                                </a:lnTo>
                                <a:cubicBezTo>
                                  <a:pt x="104" y="16"/>
                                  <a:pt x="122" y="31"/>
                                  <a:pt x="143" y="46"/>
                                </a:cubicBezTo>
                                <a:lnTo>
                                  <a:pt x="100" y="68"/>
                                </a:lnTo>
                                <a:lnTo>
                                  <a:pt x="88" y="57"/>
                                </a:lnTo>
                                <a:lnTo>
                                  <a:pt x="113" y="39"/>
                                </a:lnTo>
                                <a:lnTo>
                                  <a:pt x="92" y="23"/>
                                </a:lnTo>
                                <a:lnTo>
                                  <a:pt x="17" y="93"/>
                                </a:lnTo>
                                <a:close/>
                                <a:moveTo>
                                  <a:pt x="17" y="116"/>
                                </a:moveTo>
                                <a:lnTo>
                                  <a:pt x="17" y="116"/>
                                </a:lnTo>
                                <a:close/>
                                <a:moveTo>
                                  <a:pt x="817" y="71"/>
                                </a:moveTo>
                                <a:cubicBezTo>
                                  <a:pt x="834" y="60"/>
                                  <a:pt x="846" y="44"/>
                                  <a:pt x="840" y="18"/>
                                </a:cubicBezTo>
                                <a:cubicBezTo>
                                  <a:pt x="845" y="14"/>
                                  <a:pt x="851" y="10"/>
                                  <a:pt x="856" y="7"/>
                                </a:cubicBezTo>
                                <a:cubicBezTo>
                                  <a:pt x="884" y="47"/>
                                  <a:pt x="910" y="77"/>
                                  <a:pt x="931" y="97"/>
                                </a:cubicBezTo>
                                <a:lnTo>
                                  <a:pt x="917" y="111"/>
                                </a:lnTo>
                                <a:cubicBezTo>
                                  <a:pt x="907" y="101"/>
                                  <a:pt x="898" y="91"/>
                                  <a:pt x="889" y="81"/>
                                </a:cubicBezTo>
                                <a:lnTo>
                                  <a:pt x="872" y="103"/>
                                </a:lnTo>
                                <a:cubicBezTo>
                                  <a:pt x="878" y="112"/>
                                  <a:pt x="882" y="120"/>
                                  <a:pt x="886" y="128"/>
                                </a:cubicBezTo>
                                <a:cubicBezTo>
                                  <a:pt x="879" y="133"/>
                                  <a:pt x="872" y="137"/>
                                  <a:pt x="865" y="142"/>
                                </a:cubicBezTo>
                                <a:cubicBezTo>
                                  <a:pt x="856" y="117"/>
                                  <a:pt x="841" y="93"/>
                                  <a:pt x="817" y="71"/>
                                </a:cubicBezTo>
                                <a:close/>
                                <a:moveTo>
                                  <a:pt x="817" y="71"/>
                                </a:moveTo>
                                <a:lnTo>
                                  <a:pt x="817" y="71"/>
                                </a:lnTo>
                                <a:close/>
                                <a:moveTo>
                                  <a:pt x="881" y="71"/>
                                </a:moveTo>
                                <a:cubicBezTo>
                                  <a:pt x="873" y="62"/>
                                  <a:pt x="866" y="52"/>
                                  <a:pt x="859" y="42"/>
                                </a:cubicBezTo>
                                <a:lnTo>
                                  <a:pt x="841" y="67"/>
                                </a:lnTo>
                                <a:cubicBezTo>
                                  <a:pt x="849" y="75"/>
                                  <a:pt x="856" y="82"/>
                                  <a:pt x="862" y="90"/>
                                </a:cubicBezTo>
                                <a:lnTo>
                                  <a:pt x="881" y="71"/>
                                </a:lnTo>
                                <a:close/>
                                <a:moveTo>
                                  <a:pt x="881" y="71"/>
                                </a:moveTo>
                                <a:lnTo>
                                  <a:pt x="881" y="71"/>
                                </a:lnTo>
                                <a:close/>
                                <a:moveTo>
                                  <a:pt x="763" y="198"/>
                                </a:moveTo>
                                <a:lnTo>
                                  <a:pt x="708" y="100"/>
                                </a:lnTo>
                                <a:lnTo>
                                  <a:pt x="733" y="94"/>
                                </a:lnTo>
                                <a:lnTo>
                                  <a:pt x="740" y="105"/>
                                </a:lnTo>
                                <a:lnTo>
                                  <a:pt x="750" y="105"/>
                                </a:lnTo>
                                <a:cubicBezTo>
                                  <a:pt x="755" y="101"/>
                                  <a:pt x="759" y="92"/>
                                  <a:pt x="758" y="73"/>
                                </a:cubicBezTo>
                                <a:lnTo>
                                  <a:pt x="778" y="67"/>
                                </a:lnTo>
                                <a:cubicBezTo>
                                  <a:pt x="778" y="80"/>
                                  <a:pt x="775" y="92"/>
                                  <a:pt x="765" y="102"/>
                                </a:cubicBezTo>
                                <a:cubicBezTo>
                                  <a:pt x="789" y="104"/>
                                  <a:pt x="794" y="104"/>
                                  <a:pt x="799" y="113"/>
                                </a:cubicBezTo>
                                <a:lnTo>
                                  <a:pt x="826" y="165"/>
                                </a:lnTo>
                                <a:lnTo>
                                  <a:pt x="812" y="173"/>
                                </a:lnTo>
                                <a:lnTo>
                                  <a:pt x="784" y="118"/>
                                </a:lnTo>
                                <a:cubicBezTo>
                                  <a:pt x="781" y="113"/>
                                  <a:pt x="771" y="112"/>
                                  <a:pt x="756" y="110"/>
                                </a:cubicBezTo>
                                <a:lnTo>
                                  <a:pt x="744" y="115"/>
                                </a:lnTo>
                                <a:lnTo>
                                  <a:pt x="780" y="189"/>
                                </a:lnTo>
                                <a:lnTo>
                                  <a:pt x="763" y="198"/>
                                </a:lnTo>
                                <a:close/>
                                <a:moveTo>
                                  <a:pt x="763" y="198"/>
                                </a:moveTo>
                                <a:lnTo>
                                  <a:pt x="763" y="198"/>
                                </a:lnTo>
                                <a:close/>
                                <a:moveTo>
                                  <a:pt x="608" y="247"/>
                                </a:moveTo>
                                <a:lnTo>
                                  <a:pt x="583" y="140"/>
                                </a:lnTo>
                                <a:lnTo>
                                  <a:pt x="600" y="136"/>
                                </a:lnTo>
                                <a:lnTo>
                                  <a:pt x="626" y="229"/>
                                </a:lnTo>
                                <a:lnTo>
                                  <a:pt x="655" y="222"/>
                                </a:lnTo>
                                <a:lnTo>
                                  <a:pt x="626" y="130"/>
                                </a:lnTo>
                                <a:lnTo>
                                  <a:pt x="645" y="125"/>
                                </a:lnTo>
                                <a:lnTo>
                                  <a:pt x="677" y="215"/>
                                </a:lnTo>
                                <a:lnTo>
                                  <a:pt x="697" y="209"/>
                                </a:lnTo>
                                <a:lnTo>
                                  <a:pt x="668" y="120"/>
                                </a:lnTo>
                                <a:lnTo>
                                  <a:pt x="685" y="116"/>
                                </a:lnTo>
                                <a:lnTo>
                                  <a:pt x="719" y="213"/>
                                </a:lnTo>
                                <a:lnTo>
                                  <a:pt x="608" y="247"/>
                                </a:lnTo>
                                <a:close/>
                                <a:moveTo>
                                  <a:pt x="608" y="247"/>
                                </a:moveTo>
                                <a:lnTo>
                                  <a:pt x="608" y="247"/>
                                </a:lnTo>
                                <a:close/>
                                <a:moveTo>
                                  <a:pt x="467" y="262"/>
                                </a:moveTo>
                                <a:lnTo>
                                  <a:pt x="460" y="154"/>
                                </a:lnTo>
                                <a:lnTo>
                                  <a:pt x="479" y="154"/>
                                </a:lnTo>
                                <a:lnTo>
                                  <a:pt x="487" y="184"/>
                                </a:lnTo>
                                <a:lnTo>
                                  <a:pt x="521" y="160"/>
                                </a:lnTo>
                                <a:lnTo>
                                  <a:pt x="519" y="146"/>
                                </a:lnTo>
                                <a:lnTo>
                                  <a:pt x="539" y="140"/>
                                </a:lnTo>
                                <a:lnTo>
                                  <a:pt x="560" y="252"/>
                                </a:lnTo>
                                <a:lnTo>
                                  <a:pt x="544" y="253"/>
                                </a:lnTo>
                                <a:lnTo>
                                  <a:pt x="525" y="172"/>
                                </a:lnTo>
                                <a:lnTo>
                                  <a:pt x="489" y="197"/>
                                </a:lnTo>
                                <a:lnTo>
                                  <a:pt x="490" y="260"/>
                                </a:lnTo>
                                <a:lnTo>
                                  <a:pt x="467" y="262"/>
                                </a:lnTo>
                                <a:close/>
                                <a:moveTo>
                                  <a:pt x="467" y="262"/>
                                </a:moveTo>
                                <a:lnTo>
                                  <a:pt x="467" y="262"/>
                                </a:lnTo>
                                <a:close/>
                                <a:moveTo>
                                  <a:pt x="325" y="243"/>
                                </a:moveTo>
                                <a:cubicBezTo>
                                  <a:pt x="333" y="217"/>
                                  <a:pt x="339" y="190"/>
                                  <a:pt x="342" y="164"/>
                                </a:cubicBezTo>
                                <a:cubicBezTo>
                                  <a:pt x="369" y="165"/>
                                  <a:pt x="388" y="159"/>
                                  <a:pt x="397" y="141"/>
                                </a:cubicBezTo>
                                <a:lnTo>
                                  <a:pt x="420" y="143"/>
                                </a:lnTo>
                                <a:lnTo>
                                  <a:pt x="414" y="252"/>
                                </a:lnTo>
                                <a:lnTo>
                                  <a:pt x="429" y="255"/>
                                </a:lnTo>
                                <a:lnTo>
                                  <a:pt x="428" y="263"/>
                                </a:lnTo>
                                <a:lnTo>
                                  <a:pt x="413" y="262"/>
                                </a:lnTo>
                                <a:lnTo>
                                  <a:pt x="412" y="277"/>
                                </a:lnTo>
                                <a:lnTo>
                                  <a:pt x="385" y="286"/>
                                </a:lnTo>
                                <a:lnTo>
                                  <a:pt x="388" y="259"/>
                                </a:lnTo>
                                <a:lnTo>
                                  <a:pt x="327" y="253"/>
                                </a:lnTo>
                                <a:lnTo>
                                  <a:pt x="311" y="268"/>
                                </a:lnTo>
                                <a:lnTo>
                                  <a:pt x="301" y="241"/>
                                </a:lnTo>
                                <a:lnTo>
                                  <a:pt x="325" y="243"/>
                                </a:lnTo>
                                <a:close/>
                                <a:moveTo>
                                  <a:pt x="325" y="243"/>
                                </a:moveTo>
                                <a:lnTo>
                                  <a:pt x="325" y="243"/>
                                </a:lnTo>
                                <a:close/>
                                <a:moveTo>
                                  <a:pt x="360" y="172"/>
                                </a:moveTo>
                                <a:lnTo>
                                  <a:pt x="395" y="164"/>
                                </a:lnTo>
                                <a:lnTo>
                                  <a:pt x="388" y="249"/>
                                </a:lnTo>
                                <a:lnTo>
                                  <a:pt x="348" y="245"/>
                                </a:lnTo>
                                <a:cubicBezTo>
                                  <a:pt x="354" y="221"/>
                                  <a:pt x="358" y="197"/>
                                  <a:pt x="360" y="172"/>
                                </a:cubicBezTo>
                                <a:close/>
                                <a:moveTo>
                                  <a:pt x="360" y="172"/>
                                </a:moveTo>
                                <a:lnTo>
                                  <a:pt x="360" y="172"/>
                                </a:lnTo>
                                <a:close/>
                                <a:moveTo>
                                  <a:pt x="290" y="123"/>
                                </a:moveTo>
                                <a:cubicBezTo>
                                  <a:pt x="273" y="149"/>
                                  <a:pt x="253" y="150"/>
                                  <a:pt x="222" y="143"/>
                                </a:cubicBezTo>
                                <a:cubicBezTo>
                                  <a:pt x="214" y="168"/>
                                  <a:pt x="199" y="193"/>
                                  <a:pt x="186" y="214"/>
                                </a:cubicBezTo>
                                <a:lnTo>
                                  <a:pt x="210" y="222"/>
                                </a:lnTo>
                                <a:cubicBezTo>
                                  <a:pt x="214" y="213"/>
                                  <a:pt x="219" y="205"/>
                                  <a:pt x="223" y="197"/>
                                </a:cubicBezTo>
                                <a:lnTo>
                                  <a:pt x="251" y="199"/>
                                </a:lnTo>
                                <a:lnTo>
                                  <a:pt x="238" y="229"/>
                                </a:lnTo>
                                <a:lnTo>
                                  <a:pt x="264" y="237"/>
                                </a:lnTo>
                                <a:cubicBezTo>
                                  <a:pt x="277" y="201"/>
                                  <a:pt x="290" y="164"/>
                                  <a:pt x="310" y="131"/>
                                </a:cubicBezTo>
                                <a:lnTo>
                                  <a:pt x="290" y="123"/>
                                </a:lnTo>
                                <a:close/>
                                <a:moveTo>
                                  <a:pt x="290" y="123"/>
                                </a:moveTo>
                                <a:lnTo>
                                  <a:pt x="290" y="123"/>
                                </a:lnTo>
                                <a:close/>
                                <a:moveTo>
                                  <a:pt x="231" y="180"/>
                                </a:moveTo>
                                <a:cubicBezTo>
                                  <a:pt x="234" y="173"/>
                                  <a:pt x="237" y="166"/>
                                  <a:pt x="240" y="159"/>
                                </a:cubicBezTo>
                                <a:lnTo>
                                  <a:pt x="273" y="154"/>
                                </a:lnTo>
                                <a:lnTo>
                                  <a:pt x="258" y="184"/>
                                </a:lnTo>
                                <a:lnTo>
                                  <a:pt x="231" y="180"/>
                                </a:lnTo>
                                <a:close/>
                                <a:moveTo>
                                  <a:pt x="231" y="180"/>
                                </a:moveTo>
                                <a:lnTo>
                                  <a:pt x="231" y="180"/>
                                </a:lnTo>
                                <a:close/>
                                <a:moveTo>
                                  <a:pt x="155" y="87"/>
                                </a:moveTo>
                                <a:lnTo>
                                  <a:pt x="96" y="166"/>
                                </a:lnTo>
                                <a:lnTo>
                                  <a:pt x="115" y="176"/>
                                </a:lnTo>
                                <a:lnTo>
                                  <a:pt x="145" y="138"/>
                                </a:lnTo>
                                <a:cubicBezTo>
                                  <a:pt x="178" y="145"/>
                                  <a:pt x="238" y="116"/>
                                  <a:pt x="228" y="88"/>
                                </a:cubicBezTo>
                                <a:cubicBezTo>
                                  <a:pt x="221" y="71"/>
                                  <a:pt x="169" y="81"/>
                                  <a:pt x="155" y="87"/>
                                </a:cubicBezTo>
                                <a:close/>
                                <a:moveTo>
                                  <a:pt x="155" y="87"/>
                                </a:moveTo>
                                <a:lnTo>
                                  <a:pt x="155" y="87"/>
                                </a:lnTo>
                                <a:close/>
                                <a:moveTo>
                                  <a:pt x="159" y="120"/>
                                </a:moveTo>
                                <a:lnTo>
                                  <a:pt x="180" y="92"/>
                                </a:lnTo>
                                <a:cubicBezTo>
                                  <a:pt x="196" y="88"/>
                                  <a:pt x="203" y="96"/>
                                  <a:pt x="193" y="111"/>
                                </a:cubicBezTo>
                                <a:cubicBezTo>
                                  <a:pt x="185" y="123"/>
                                  <a:pt x="166" y="127"/>
                                  <a:pt x="159" y="1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Freeform 23"/>
                        <wps:cNvSpPr>
                          <a:spLocks noChangeArrowheads="1"/>
                        </wps:cNvSpPr>
                        <wps:spPr bwMode="auto">
                          <a:xfrm>
                            <a:off x="5424" y="911"/>
                            <a:ext cx="0" cy="22"/>
                          </a:xfrm>
                          <a:custGeom>
                            <a:avLst/>
                            <a:gdLst>
                              <a:gd name="T0" fmla="*/ 17 w 21"/>
                              <a:gd name="T1" fmla="*/ 18 h 40"/>
                              <a:gd name="T2" fmla="*/ 3 w 21"/>
                              <a:gd name="T3" fmla="*/ 0 h 40"/>
                              <a:gd name="T4" fmla="*/ 3 w 21"/>
                              <a:gd name="T5" fmla="*/ 22 h 40"/>
                              <a:gd name="T6" fmla="*/ 17 w 21"/>
                              <a:gd name="T7" fmla="*/ 39 h 40"/>
                              <a:gd name="T8" fmla="*/ 17 w 21"/>
                              <a:gd name="T9" fmla="*/ 18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" h="40">
                                <a:moveTo>
                                  <a:pt x="17" y="18"/>
                                </a:moveTo>
                                <a:cubicBezTo>
                                  <a:pt x="14" y="10"/>
                                  <a:pt x="9" y="2"/>
                                  <a:pt x="3" y="0"/>
                                </a:cubicBezTo>
                                <a:cubicBezTo>
                                  <a:pt x="0" y="5"/>
                                  <a:pt x="1" y="16"/>
                                  <a:pt x="3" y="22"/>
                                </a:cubicBezTo>
                                <a:cubicBezTo>
                                  <a:pt x="5" y="27"/>
                                  <a:pt x="8" y="33"/>
                                  <a:pt x="17" y="39"/>
                                </a:cubicBezTo>
                                <a:cubicBezTo>
                                  <a:pt x="20" y="34"/>
                                  <a:pt x="20" y="25"/>
                                  <a:pt x="17" y="18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Freeform 24"/>
                        <wps:cNvSpPr>
                          <a:spLocks noChangeArrowheads="1"/>
                        </wps:cNvSpPr>
                        <wps:spPr bwMode="auto">
                          <a:xfrm>
                            <a:off x="5452" y="912"/>
                            <a:ext cx="10" cy="24"/>
                          </a:xfrm>
                          <a:custGeom>
                            <a:avLst/>
                            <a:gdLst>
                              <a:gd name="T0" fmla="*/ 8 w 30"/>
                              <a:gd name="T1" fmla="*/ 16 h 42"/>
                              <a:gd name="T2" fmla="*/ 0 w 30"/>
                              <a:gd name="T3" fmla="*/ 41 h 42"/>
                              <a:gd name="T4" fmla="*/ 22 w 30"/>
                              <a:gd name="T5" fmla="*/ 24 h 42"/>
                              <a:gd name="T6" fmla="*/ 28 w 30"/>
                              <a:gd name="T7" fmla="*/ 0 h 42"/>
                              <a:gd name="T8" fmla="*/ 8 w 30"/>
                              <a:gd name="T9" fmla="*/ 16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" h="42">
                                <a:moveTo>
                                  <a:pt x="8" y="16"/>
                                </a:moveTo>
                                <a:cubicBezTo>
                                  <a:pt x="3" y="24"/>
                                  <a:pt x="0" y="34"/>
                                  <a:pt x="0" y="41"/>
                                </a:cubicBezTo>
                                <a:cubicBezTo>
                                  <a:pt x="9" y="38"/>
                                  <a:pt x="16" y="32"/>
                                  <a:pt x="22" y="24"/>
                                </a:cubicBezTo>
                                <a:cubicBezTo>
                                  <a:pt x="28" y="16"/>
                                  <a:pt x="29" y="5"/>
                                  <a:pt x="28" y="0"/>
                                </a:cubicBezTo>
                                <a:cubicBezTo>
                                  <a:pt x="22" y="0"/>
                                  <a:pt x="13" y="8"/>
                                  <a:pt x="8" y="1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Freeform 25"/>
                        <wps:cNvSpPr>
                          <a:spLocks noChangeArrowheads="1"/>
                        </wps:cNvSpPr>
                        <wps:spPr bwMode="auto">
                          <a:xfrm>
                            <a:off x="5451" y="951"/>
                            <a:ext cx="11" cy="17"/>
                          </a:xfrm>
                          <a:custGeom>
                            <a:avLst/>
                            <a:gdLst>
                              <a:gd name="T0" fmla="*/ 30 w 32"/>
                              <a:gd name="T1" fmla="*/ 0 h 35"/>
                              <a:gd name="T2" fmla="*/ 9 w 32"/>
                              <a:gd name="T3" fmla="*/ 14 h 35"/>
                              <a:gd name="T4" fmla="*/ 1 w 32"/>
                              <a:gd name="T5" fmla="*/ 34 h 35"/>
                              <a:gd name="T6" fmla="*/ 21 w 32"/>
                              <a:gd name="T7" fmla="*/ 23 h 35"/>
                              <a:gd name="T8" fmla="*/ 30 w 32"/>
                              <a:gd name="T9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35">
                                <a:moveTo>
                                  <a:pt x="30" y="0"/>
                                </a:moveTo>
                                <a:cubicBezTo>
                                  <a:pt x="22" y="0"/>
                                  <a:pt x="14" y="7"/>
                                  <a:pt x="9" y="14"/>
                                </a:cubicBezTo>
                                <a:cubicBezTo>
                                  <a:pt x="3" y="20"/>
                                  <a:pt x="0" y="28"/>
                                  <a:pt x="1" y="34"/>
                                </a:cubicBezTo>
                                <a:cubicBezTo>
                                  <a:pt x="7" y="33"/>
                                  <a:pt x="15" y="29"/>
                                  <a:pt x="21" y="23"/>
                                </a:cubicBezTo>
                                <a:cubicBezTo>
                                  <a:pt x="26" y="16"/>
                                  <a:pt x="31" y="7"/>
                                  <a:pt x="30" y="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5418" y="951"/>
                            <a:ext cx="2" cy="23"/>
                          </a:xfrm>
                          <a:custGeom>
                            <a:avLst/>
                            <a:gdLst>
                              <a:gd name="T0" fmla="*/ 17 w 22"/>
                              <a:gd name="T1" fmla="*/ 16 h 41"/>
                              <a:gd name="T2" fmla="*/ 2 w 22"/>
                              <a:gd name="T3" fmla="*/ 0 h 41"/>
                              <a:gd name="T4" fmla="*/ 4 w 22"/>
                              <a:gd name="T5" fmla="*/ 23 h 41"/>
                              <a:gd name="T6" fmla="*/ 20 w 22"/>
                              <a:gd name="T7" fmla="*/ 40 h 41"/>
                              <a:gd name="T8" fmla="*/ 17 w 22"/>
                              <a:gd name="T9" fmla="*/ 16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" h="41">
                                <a:moveTo>
                                  <a:pt x="17" y="16"/>
                                </a:moveTo>
                                <a:cubicBezTo>
                                  <a:pt x="13" y="9"/>
                                  <a:pt x="8" y="3"/>
                                  <a:pt x="2" y="0"/>
                                </a:cubicBezTo>
                                <a:cubicBezTo>
                                  <a:pt x="0" y="9"/>
                                  <a:pt x="2" y="16"/>
                                  <a:pt x="4" y="23"/>
                                </a:cubicBezTo>
                                <a:cubicBezTo>
                                  <a:pt x="7" y="28"/>
                                  <a:pt x="15" y="37"/>
                                  <a:pt x="20" y="40"/>
                                </a:cubicBezTo>
                                <a:cubicBezTo>
                                  <a:pt x="21" y="32"/>
                                  <a:pt x="21" y="23"/>
                                  <a:pt x="17" y="1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Freeform 27"/>
                        <wps:cNvSpPr>
                          <a:spLocks noChangeArrowheads="1"/>
                        </wps:cNvSpPr>
                        <wps:spPr bwMode="auto">
                          <a:xfrm>
                            <a:off x="5406" y="984"/>
                            <a:ext cx="4" cy="28"/>
                          </a:xfrm>
                          <a:custGeom>
                            <a:avLst/>
                            <a:gdLst>
                              <a:gd name="T0" fmla="*/ 20 w 25"/>
                              <a:gd name="T1" fmla="*/ 20 h 46"/>
                              <a:gd name="T2" fmla="*/ 3 w 25"/>
                              <a:gd name="T3" fmla="*/ 0 h 46"/>
                              <a:gd name="T4" fmla="*/ 5 w 25"/>
                              <a:gd name="T5" fmla="*/ 24 h 46"/>
                              <a:gd name="T6" fmla="*/ 21 w 25"/>
                              <a:gd name="T7" fmla="*/ 45 h 46"/>
                              <a:gd name="T8" fmla="*/ 20 w 25"/>
                              <a:gd name="T9" fmla="*/ 20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" h="46">
                                <a:moveTo>
                                  <a:pt x="20" y="20"/>
                                </a:moveTo>
                                <a:cubicBezTo>
                                  <a:pt x="16" y="11"/>
                                  <a:pt x="11" y="4"/>
                                  <a:pt x="3" y="0"/>
                                </a:cubicBezTo>
                                <a:cubicBezTo>
                                  <a:pt x="0" y="8"/>
                                  <a:pt x="3" y="18"/>
                                  <a:pt x="5" y="24"/>
                                </a:cubicBezTo>
                                <a:cubicBezTo>
                                  <a:pt x="7" y="30"/>
                                  <a:pt x="12" y="39"/>
                                  <a:pt x="21" y="45"/>
                                </a:cubicBezTo>
                                <a:cubicBezTo>
                                  <a:pt x="23" y="39"/>
                                  <a:pt x="24" y="28"/>
                                  <a:pt x="20" y="2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Freeform 28"/>
                        <wps:cNvSpPr>
                          <a:spLocks noChangeArrowheads="1"/>
                        </wps:cNvSpPr>
                        <wps:spPr bwMode="auto">
                          <a:xfrm>
                            <a:off x="5438" y="989"/>
                            <a:ext cx="16" cy="30"/>
                          </a:xfrm>
                          <a:custGeom>
                            <a:avLst/>
                            <a:gdLst>
                              <a:gd name="T0" fmla="*/ 13 w 37"/>
                              <a:gd name="T1" fmla="*/ 18 h 48"/>
                              <a:gd name="T2" fmla="*/ 1 w 37"/>
                              <a:gd name="T3" fmla="*/ 47 h 48"/>
                              <a:gd name="T4" fmla="*/ 25 w 37"/>
                              <a:gd name="T5" fmla="*/ 28 h 48"/>
                              <a:gd name="T6" fmla="*/ 35 w 37"/>
                              <a:gd name="T7" fmla="*/ 0 h 48"/>
                              <a:gd name="T8" fmla="*/ 13 w 37"/>
                              <a:gd name="T9" fmla="*/ 18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" h="48">
                                <a:moveTo>
                                  <a:pt x="13" y="18"/>
                                </a:moveTo>
                                <a:cubicBezTo>
                                  <a:pt x="6" y="26"/>
                                  <a:pt x="0" y="40"/>
                                  <a:pt x="1" y="47"/>
                                </a:cubicBezTo>
                                <a:cubicBezTo>
                                  <a:pt x="8" y="45"/>
                                  <a:pt x="15" y="41"/>
                                  <a:pt x="25" y="28"/>
                                </a:cubicBezTo>
                                <a:cubicBezTo>
                                  <a:pt x="34" y="15"/>
                                  <a:pt x="36" y="4"/>
                                  <a:pt x="35" y="0"/>
                                </a:cubicBezTo>
                                <a:cubicBezTo>
                                  <a:pt x="30" y="1"/>
                                  <a:pt x="19" y="10"/>
                                  <a:pt x="13" y="18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Freeform 29"/>
                        <wps:cNvSpPr>
                          <a:spLocks noChangeArrowheads="1"/>
                        </wps:cNvSpPr>
                        <wps:spPr bwMode="auto">
                          <a:xfrm>
                            <a:off x="5419" y="1041"/>
                            <a:ext cx="27" cy="19"/>
                          </a:xfrm>
                          <a:custGeom>
                            <a:avLst/>
                            <a:gdLst>
                              <a:gd name="T0" fmla="*/ 45 w 46"/>
                              <a:gd name="T1" fmla="*/ 0 h 38"/>
                              <a:gd name="T2" fmla="*/ 15 w 46"/>
                              <a:gd name="T3" fmla="*/ 12 h 38"/>
                              <a:gd name="T4" fmla="*/ 0 w 46"/>
                              <a:gd name="T5" fmla="*/ 36 h 38"/>
                              <a:gd name="T6" fmla="*/ 32 w 46"/>
                              <a:gd name="T7" fmla="*/ 26 h 38"/>
                              <a:gd name="T8" fmla="*/ 45 w 46"/>
                              <a:gd name="T9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" h="38">
                                <a:moveTo>
                                  <a:pt x="45" y="0"/>
                                </a:moveTo>
                                <a:cubicBezTo>
                                  <a:pt x="36" y="0"/>
                                  <a:pt x="24" y="5"/>
                                  <a:pt x="15" y="12"/>
                                </a:cubicBezTo>
                                <a:cubicBezTo>
                                  <a:pt x="7" y="19"/>
                                  <a:pt x="3" y="26"/>
                                  <a:pt x="0" y="36"/>
                                </a:cubicBezTo>
                                <a:cubicBezTo>
                                  <a:pt x="7" y="37"/>
                                  <a:pt x="22" y="34"/>
                                  <a:pt x="32" y="26"/>
                                </a:cubicBezTo>
                                <a:cubicBezTo>
                                  <a:pt x="41" y="17"/>
                                  <a:pt x="45" y="5"/>
                                  <a:pt x="45" y="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Freeform 30"/>
                        <wps:cNvSpPr>
                          <a:spLocks noChangeArrowheads="1"/>
                        </wps:cNvSpPr>
                        <wps:spPr bwMode="auto">
                          <a:xfrm>
                            <a:off x="5387" y="1010"/>
                            <a:ext cx="8" cy="46"/>
                          </a:xfrm>
                          <a:custGeom>
                            <a:avLst/>
                            <a:gdLst>
                              <a:gd name="T0" fmla="*/ 22 w 33"/>
                              <a:gd name="T1" fmla="*/ 63 h 64"/>
                              <a:gd name="T2" fmla="*/ 28 w 33"/>
                              <a:gd name="T3" fmla="*/ 27 h 64"/>
                              <a:gd name="T4" fmla="*/ 7 w 33"/>
                              <a:gd name="T5" fmla="*/ 0 h 64"/>
                              <a:gd name="T6" fmla="*/ 4 w 33"/>
                              <a:gd name="T7" fmla="*/ 34 h 64"/>
                              <a:gd name="T8" fmla="*/ 22 w 33"/>
                              <a:gd name="T9" fmla="*/ 63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64">
                                <a:moveTo>
                                  <a:pt x="22" y="63"/>
                                </a:moveTo>
                                <a:cubicBezTo>
                                  <a:pt x="26" y="59"/>
                                  <a:pt x="32" y="41"/>
                                  <a:pt x="28" y="27"/>
                                </a:cubicBezTo>
                                <a:cubicBezTo>
                                  <a:pt x="24" y="13"/>
                                  <a:pt x="13" y="3"/>
                                  <a:pt x="7" y="0"/>
                                </a:cubicBezTo>
                                <a:cubicBezTo>
                                  <a:pt x="4" y="6"/>
                                  <a:pt x="0" y="21"/>
                                  <a:pt x="4" y="34"/>
                                </a:cubicBezTo>
                                <a:cubicBezTo>
                                  <a:pt x="8" y="48"/>
                                  <a:pt x="14" y="58"/>
                                  <a:pt x="22" y="63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Freeform 31"/>
                        <wps:cNvSpPr>
                          <a:spLocks noChangeArrowheads="1"/>
                        </wps:cNvSpPr>
                        <wps:spPr bwMode="auto">
                          <a:xfrm>
                            <a:off x="4306" y="899"/>
                            <a:ext cx="0" cy="11"/>
                          </a:xfrm>
                          <a:custGeom>
                            <a:avLst/>
                            <a:gdLst>
                              <a:gd name="T0" fmla="*/ 3 w 17"/>
                              <a:gd name="T1" fmla="*/ 17 h 29"/>
                              <a:gd name="T2" fmla="*/ 15 w 17"/>
                              <a:gd name="T3" fmla="*/ 28 h 29"/>
                              <a:gd name="T4" fmla="*/ 15 w 17"/>
                              <a:gd name="T5" fmla="*/ 13 h 29"/>
                              <a:gd name="T6" fmla="*/ 3 w 17"/>
                              <a:gd name="T7" fmla="*/ 0 h 29"/>
                              <a:gd name="T8" fmla="*/ 3 w 17"/>
                              <a:gd name="T9" fmla="*/ 17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29">
                                <a:moveTo>
                                  <a:pt x="3" y="17"/>
                                </a:moveTo>
                                <a:cubicBezTo>
                                  <a:pt x="4" y="21"/>
                                  <a:pt x="7" y="25"/>
                                  <a:pt x="15" y="28"/>
                                </a:cubicBezTo>
                                <a:cubicBezTo>
                                  <a:pt x="16" y="23"/>
                                  <a:pt x="16" y="18"/>
                                  <a:pt x="15" y="13"/>
                                </a:cubicBezTo>
                                <a:cubicBezTo>
                                  <a:pt x="13" y="7"/>
                                  <a:pt x="8" y="1"/>
                                  <a:pt x="3" y="0"/>
                                </a:cubicBezTo>
                                <a:cubicBezTo>
                                  <a:pt x="0" y="5"/>
                                  <a:pt x="1" y="13"/>
                                  <a:pt x="3" y="17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Freeform 32"/>
                        <wps:cNvSpPr>
                          <a:spLocks noChangeArrowheads="1"/>
                        </wps:cNvSpPr>
                        <wps:spPr bwMode="auto">
                          <a:xfrm>
                            <a:off x="4332" y="910"/>
                            <a:ext cx="0" cy="25"/>
                          </a:xfrm>
                          <a:custGeom>
                            <a:avLst/>
                            <a:gdLst>
                              <a:gd name="T0" fmla="*/ 13 w 19"/>
                              <a:gd name="T1" fmla="*/ 0 h 43"/>
                              <a:gd name="T2" fmla="*/ 7 w 19"/>
                              <a:gd name="T3" fmla="*/ 42 h 43"/>
                              <a:gd name="T4" fmla="*/ 18 w 19"/>
                              <a:gd name="T5" fmla="*/ 22 h 43"/>
                              <a:gd name="T6" fmla="*/ 13 w 19"/>
                              <a:gd name="T7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" h="43">
                                <a:moveTo>
                                  <a:pt x="13" y="0"/>
                                </a:moveTo>
                                <a:cubicBezTo>
                                  <a:pt x="2" y="5"/>
                                  <a:pt x="0" y="32"/>
                                  <a:pt x="7" y="42"/>
                                </a:cubicBezTo>
                                <a:cubicBezTo>
                                  <a:pt x="16" y="36"/>
                                  <a:pt x="17" y="27"/>
                                  <a:pt x="18" y="22"/>
                                </a:cubicBezTo>
                                <a:cubicBezTo>
                                  <a:pt x="18" y="15"/>
                                  <a:pt x="17" y="2"/>
                                  <a:pt x="13" y="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Freeform 33"/>
                        <wps:cNvSpPr>
                          <a:spLocks noChangeArrowheads="1"/>
                        </wps:cNvSpPr>
                        <wps:spPr bwMode="auto">
                          <a:xfrm>
                            <a:off x="4294" y="933"/>
                            <a:ext cx="9" cy="10"/>
                          </a:xfrm>
                          <a:custGeom>
                            <a:avLst/>
                            <a:gdLst>
                              <a:gd name="T0" fmla="*/ 27 w 28"/>
                              <a:gd name="T1" fmla="*/ 27 h 28"/>
                              <a:gd name="T2" fmla="*/ 19 w 28"/>
                              <a:gd name="T3" fmla="*/ 10 h 28"/>
                              <a:gd name="T4" fmla="*/ 0 w 28"/>
                              <a:gd name="T5" fmla="*/ 0 h 28"/>
                              <a:gd name="T6" fmla="*/ 9 w 28"/>
                              <a:gd name="T7" fmla="*/ 17 h 28"/>
                              <a:gd name="T8" fmla="*/ 27 w 28"/>
                              <a:gd name="T9" fmla="*/ 27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28">
                                <a:moveTo>
                                  <a:pt x="27" y="27"/>
                                </a:moveTo>
                                <a:cubicBezTo>
                                  <a:pt x="26" y="21"/>
                                  <a:pt x="25" y="17"/>
                                  <a:pt x="19" y="10"/>
                                </a:cubicBezTo>
                                <a:cubicBezTo>
                                  <a:pt x="12" y="3"/>
                                  <a:pt x="6" y="0"/>
                                  <a:pt x="0" y="0"/>
                                </a:cubicBezTo>
                                <a:cubicBezTo>
                                  <a:pt x="0" y="5"/>
                                  <a:pt x="5" y="13"/>
                                  <a:pt x="9" y="17"/>
                                </a:cubicBezTo>
                                <a:cubicBezTo>
                                  <a:pt x="13" y="20"/>
                                  <a:pt x="18" y="25"/>
                                  <a:pt x="27" y="27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Freeform 34"/>
                        <wps:cNvSpPr>
                          <a:spLocks noChangeArrowheads="1"/>
                        </wps:cNvSpPr>
                        <wps:spPr bwMode="auto">
                          <a:xfrm>
                            <a:off x="4304" y="966"/>
                            <a:ext cx="12" cy="16"/>
                          </a:xfrm>
                          <a:custGeom>
                            <a:avLst/>
                            <a:gdLst>
                              <a:gd name="T0" fmla="*/ 21 w 31"/>
                              <a:gd name="T1" fmla="*/ 13 h 34"/>
                              <a:gd name="T2" fmla="*/ 0 w 31"/>
                              <a:gd name="T3" fmla="*/ 0 h 34"/>
                              <a:gd name="T4" fmla="*/ 10 w 31"/>
                              <a:gd name="T5" fmla="*/ 21 h 34"/>
                              <a:gd name="T6" fmla="*/ 30 w 31"/>
                              <a:gd name="T7" fmla="*/ 33 h 34"/>
                              <a:gd name="T8" fmla="*/ 21 w 31"/>
                              <a:gd name="T9" fmla="*/ 13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1" h="34">
                                <a:moveTo>
                                  <a:pt x="21" y="13"/>
                                </a:moveTo>
                                <a:cubicBezTo>
                                  <a:pt x="16" y="6"/>
                                  <a:pt x="8" y="0"/>
                                  <a:pt x="0" y="0"/>
                                </a:cubicBezTo>
                                <a:cubicBezTo>
                                  <a:pt x="0" y="7"/>
                                  <a:pt x="4" y="16"/>
                                  <a:pt x="10" y="21"/>
                                </a:cubicBezTo>
                                <a:cubicBezTo>
                                  <a:pt x="16" y="27"/>
                                  <a:pt x="23" y="32"/>
                                  <a:pt x="30" y="33"/>
                                </a:cubicBezTo>
                                <a:cubicBezTo>
                                  <a:pt x="30" y="27"/>
                                  <a:pt x="28" y="19"/>
                                  <a:pt x="21" y="13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Freeform 35"/>
                        <wps:cNvSpPr>
                          <a:spLocks noChangeArrowheads="1"/>
                        </wps:cNvSpPr>
                        <wps:spPr bwMode="auto">
                          <a:xfrm>
                            <a:off x="4341" y="947"/>
                            <a:ext cx="1" cy="28"/>
                          </a:xfrm>
                          <a:custGeom>
                            <a:avLst/>
                            <a:gdLst>
                              <a:gd name="T0" fmla="*/ 2 w 22"/>
                              <a:gd name="T1" fmla="*/ 19 h 46"/>
                              <a:gd name="T2" fmla="*/ 6 w 22"/>
                              <a:gd name="T3" fmla="*/ 45 h 46"/>
                              <a:gd name="T4" fmla="*/ 19 w 22"/>
                              <a:gd name="T5" fmla="*/ 24 h 46"/>
                              <a:gd name="T6" fmla="*/ 16 w 22"/>
                              <a:gd name="T7" fmla="*/ 0 h 46"/>
                              <a:gd name="T8" fmla="*/ 2 w 22"/>
                              <a:gd name="T9" fmla="*/ 19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" h="46">
                                <a:moveTo>
                                  <a:pt x="2" y="19"/>
                                </a:moveTo>
                                <a:cubicBezTo>
                                  <a:pt x="0" y="28"/>
                                  <a:pt x="2" y="38"/>
                                  <a:pt x="6" y="45"/>
                                </a:cubicBezTo>
                                <a:cubicBezTo>
                                  <a:pt x="13" y="41"/>
                                  <a:pt x="17" y="31"/>
                                  <a:pt x="19" y="24"/>
                                </a:cubicBezTo>
                                <a:cubicBezTo>
                                  <a:pt x="21" y="16"/>
                                  <a:pt x="20" y="6"/>
                                  <a:pt x="16" y="0"/>
                                </a:cubicBezTo>
                                <a:cubicBezTo>
                                  <a:pt x="11" y="3"/>
                                  <a:pt x="4" y="10"/>
                                  <a:pt x="2" y="19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Freeform 36"/>
                        <wps:cNvSpPr>
                          <a:spLocks noChangeArrowheads="1"/>
                        </wps:cNvSpPr>
                        <wps:spPr bwMode="auto">
                          <a:xfrm>
                            <a:off x="4353" y="990"/>
                            <a:ext cx="2" cy="24"/>
                          </a:xfrm>
                          <a:custGeom>
                            <a:avLst/>
                            <a:gdLst>
                              <a:gd name="T0" fmla="*/ 18 w 24"/>
                              <a:gd name="T1" fmla="*/ 0 h 42"/>
                              <a:gd name="T2" fmla="*/ 4 w 24"/>
                              <a:gd name="T3" fmla="*/ 17 h 42"/>
                              <a:gd name="T4" fmla="*/ 6 w 24"/>
                              <a:gd name="T5" fmla="*/ 41 h 42"/>
                              <a:gd name="T6" fmla="*/ 20 w 24"/>
                              <a:gd name="T7" fmla="*/ 24 h 42"/>
                              <a:gd name="T8" fmla="*/ 18 w 24"/>
                              <a:gd name="T9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42">
                                <a:moveTo>
                                  <a:pt x="18" y="0"/>
                                </a:moveTo>
                                <a:cubicBezTo>
                                  <a:pt x="13" y="2"/>
                                  <a:pt x="8" y="7"/>
                                  <a:pt x="4" y="17"/>
                                </a:cubicBezTo>
                                <a:cubicBezTo>
                                  <a:pt x="0" y="26"/>
                                  <a:pt x="3" y="36"/>
                                  <a:pt x="6" y="41"/>
                                </a:cubicBezTo>
                                <a:cubicBezTo>
                                  <a:pt x="13" y="36"/>
                                  <a:pt x="16" y="33"/>
                                  <a:pt x="20" y="24"/>
                                </a:cubicBezTo>
                                <a:cubicBezTo>
                                  <a:pt x="23" y="15"/>
                                  <a:pt x="22" y="6"/>
                                  <a:pt x="18" y="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Freeform 37"/>
                        <wps:cNvSpPr>
                          <a:spLocks noChangeArrowheads="1"/>
                        </wps:cNvSpPr>
                        <wps:spPr bwMode="auto">
                          <a:xfrm>
                            <a:off x="4308" y="1001"/>
                            <a:ext cx="20" cy="27"/>
                          </a:xfrm>
                          <a:custGeom>
                            <a:avLst/>
                            <a:gdLst>
                              <a:gd name="T0" fmla="*/ 39 w 41"/>
                              <a:gd name="T1" fmla="*/ 44 h 45"/>
                              <a:gd name="T2" fmla="*/ 26 w 41"/>
                              <a:gd name="T3" fmla="*/ 16 h 45"/>
                              <a:gd name="T4" fmla="*/ 1 w 41"/>
                              <a:gd name="T5" fmla="*/ 0 h 45"/>
                              <a:gd name="T6" fmla="*/ 12 w 41"/>
                              <a:gd name="T7" fmla="*/ 27 h 45"/>
                              <a:gd name="T8" fmla="*/ 39 w 41"/>
                              <a:gd name="T9" fmla="*/ 44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" h="45">
                                <a:moveTo>
                                  <a:pt x="39" y="44"/>
                                </a:moveTo>
                                <a:cubicBezTo>
                                  <a:pt x="40" y="37"/>
                                  <a:pt x="37" y="29"/>
                                  <a:pt x="26" y="16"/>
                                </a:cubicBezTo>
                                <a:cubicBezTo>
                                  <a:pt x="16" y="4"/>
                                  <a:pt x="6" y="0"/>
                                  <a:pt x="1" y="0"/>
                                </a:cubicBezTo>
                                <a:cubicBezTo>
                                  <a:pt x="0" y="4"/>
                                  <a:pt x="2" y="15"/>
                                  <a:pt x="12" y="27"/>
                                </a:cubicBezTo>
                                <a:cubicBezTo>
                                  <a:pt x="23" y="39"/>
                                  <a:pt x="33" y="43"/>
                                  <a:pt x="39" y="4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Freeform 38"/>
                        <wps:cNvSpPr>
                          <a:spLocks noChangeArrowheads="1"/>
                        </wps:cNvSpPr>
                        <wps:spPr bwMode="auto">
                          <a:xfrm>
                            <a:off x="4318" y="1051"/>
                            <a:ext cx="20" cy="18"/>
                          </a:xfrm>
                          <a:custGeom>
                            <a:avLst/>
                            <a:gdLst>
                              <a:gd name="T0" fmla="*/ 27 w 39"/>
                              <a:gd name="T1" fmla="*/ 10 h 36"/>
                              <a:gd name="T2" fmla="*/ 1 w 39"/>
                              <a:gd name="T3" fmla="*/ 0 h 36"/>
                              <a:gd name="T4" fmla="*/ 14 w 39"/>
                              <a:gd name="T5" fmla="*/ 24 h 36"/>
                              <a:gd name="T6" fmla="*/ 38 w 39"/>
                              <a:gd name="T7" fmla="*/ 35 h 36"/>
                              <a:gd name="T8" fmla="*/ 27 w 39"/>
                              <a:gd name="T9" fmla="*/ 1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" h="36">
                                <a:moveTo>
                                  <a:pt x="27" y="10"/>
                                </a:moveTo>
                                <a:cubicBezTo>
                                  <a:pt x="18" y="1"/>
                                  <a:pt x="8" y="0"/>
                                  <a:pt x="1" y="0"/>
                                </a:cubicBezTo>
                                <a:cubicBezTo>
                                  <a:pt x="0" y="5"/>
                                  <a:pt x="6" y="17"/>
                                  <a:pt x="14" y="24"/>
                                </a:cubicBezTo>
                                <a:cubicBezTo>
                                  <a:pt x="22" y="30"/>
                                  <a:pt x="31" y="35"/>
                                  <a:pt x="38" y="35"/>
                                </a:cubicBezTo>
                                <a:cubicBezTo>
                                  <a:pt x="37" y="26"/>
                                  <a:pt x="36" y="19"/>
                                  <a:pt x="27" y="1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Freeform 39"/>
                        <wps:cNvSpPr>
                          <a:spLocks noChangeArrowheads="1"/>
                        </wps:cNvSpPr>
                        <wps:spPr bwMode="auto">
                          <a:xfrm>
                            <a:off x="4364" y="1027"/>
                            <a:ext cx="5" cy="35"/>
                          </a:xfrm>
                          <a:custGeom>
                            <a:avLst/>
                            <a:gdLst>
                              <a:gd name="T0" fmla="*/ 2 w 27"/>
                              <a:gd name="T1" fmla="*/ 25 h 53"/>
                              <a:gd name="T2" fmla="*/ 6 w 27"/>
                              <a:gd name="T3" fmla="*/ 52 h 53"/>
                              <a:gd name="T4" fmla="*/ 23 w 27"/>
                              <a:gd name="T5" fmla="*/ 26 h 53"/>
                              <a:gd name="T6" fmla="*/ 19 w 27"/>
                              <a:gd name="T7" fmla="*/ 0 h 53"/>
                              <a:gd name="T8" fmla="*/ 2 w 27"/>
                              <a:gd name="T9" fmla="*/ 25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" h="53">
                                <a:moveTo>
                                  <a:pt x="2" y="25"/>
                                </a:moveTo>
                                <a:cubicBezTo>
                                  <a:pt x="0" y="39"/>
                                  <a:pt x="3" y="49"/>
                                  <a:pt x="6" y="52"/>
                                </a:cubicBezTo>
                                <a:cubicBezTo>
                                  <a:pt x="12" y="50"/>
                                  <a:pt x="21" y="40"/>
                                  <a:pt x="23" y="26"/>
                                </a:cubicBezTo>
                                <a:cubicBezTo>
                                  <a:pt x="26" y="12"/>
                                  <a:pt x="23" y="6"/>
                                  <a:pt x="19" y="0"/>
                                </a:cubicBezTo>
                                <a:cubicBezTo>
                                  <a:pt x="13" y="3"/>
                                  <a:pt x="5" y="11"/>
                                  <a:pt x="2" y="25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Freeform 40"/>
                        <wps:cNvSpPr>
                          <a:spLocks noChangeArrowheads="1"/>
                        </wps:cNvSpPr>
                        <wps:spPr bwMode="auto">
                          <a:xfrm>
                            <a:off x="5442" y="881"/>
                            <a:ext cx="1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18 h 37"/>
                              <a:gd name="T2" fmla="*/ 12 w 20"/>
                              <a:gd name="T3" fmla="*/ 36 h 37"/>
                              <a:gd name="T4" fmla="*/ 19 w 20"/>
                              <a:gd name="T5" fmla="*/ 17 h 37"/>
                              <a:gd name="T6" fmla="*/ 8 w 20"/>
                              <a:gd name="T7" fmla="*/ 0 h 37"/>
                              <a:gd name="T8" fmla="*/ 0 w 20"/>
                              <a:gd name="T9" fmla="*/ 18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37">
                                <a:moveTo>
                                  <a:pt x="0" y="18"/>
                                </a:moveTo>
                                <a:cubicBezTo>
                                  <a:pt x="1" y="24"/>
                                  <a:pt x="3" y="32"/>
                                  <a:pt x="12" y="36"/>
                                </a:cubicBezTo>
                                <a:cubicBezTo>
                                  <a:pt x="15" y="31"/>
                                  <a:pt x="19" y="25"/>
                                  <a:pt x="19" y="17"/>
                                </a:cubicBezTo>
                                <a:cubicBezTo>
                                  <a:pt x="18" y="10"/>
                                  <a:pt x="13" y="3"/>
                                  <a:pt x="8" y="0"/>
                                </a:cubicBezTo>
                                <a:cubicBezTo>
                                  <a:pt x="2" y="3"/>
                                  <a:pt x="0" y="11"/>
                                  <a:pt x="0" y="18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Freeform 41"/>
                        <wps:cNvSpPr>
                          <a:spLocks noChangeArrowheads="1"/>
                        </wps:cNvSpPr>
                        <wps:spPr bwMode="auto">
                          <a:xfrm>
                            <a:off x="4241" y="1088"/>
                            <a:ext cx="99" cy="58"/>
                          </a:xfrm>
                          <a:custGeom>
                            <a:avLst/>
                            <a:gdLst>
                              <a:gd name="T0" fmla="*/ 89 w 120"/>
                              <a:gd name="T1" fmla="*/ 46 h 79"/>
                              <a:gd name="T2" fmla="*/ 88 w 120"/>
                              <a:gd name="T3" fmla="*/ 31 h 79"/>
                              <a:gd name="T4" fmla="*/ 77 w 120"/>
                              <a:gd name="T5" fmla="*/ 21 h 79"/>
                              <a:gd name="T6" fmla="*/ 49 w 120"/>
                              <a:gd name="T7" fmla="*/ 13 h 79"/>
                              <a:gd name="T8" fmla="*/ 44 w 120"/>
                              <a:gd name="T9" fmla="*/ 11 h 79"/>
                              <a:gd name="T10" fmla="*/ 18 w 120"/>
                              <a:gd name="T11" fmla="*/ 9 h 79"/>
                              <a:gd name="T12" fmla="*/ 3 w 120"/>
                              <a:gd name="T13" fmla="*/ 8 h 79"/>
                              <a:gd name="T14" fmla="*/ 99 w 120"/>
                              <a:gd name="T15" fmla="*/ 78 h 79"/>
                              <a:gd name="T16" fmla="*/ 119 w 120"/>
                              <a:gd name="T17" fmla="*/ 60 h 79"/>
                              <a:gd name="T18" fmla="*/ 89 w 120"/>
                              <a:gd name="T19" fmla="*/ 46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0" h="79">
                                <a:moveTo>
                                  <a:pt x="89" y="46"/>
                                </a:moveTo>
                                <a:cubicBezTo>
                                  <a:pt x="85" y="44"/>
                                  <a:pt x="83" y="35"/>
                                  <a:pt x="88" y="31"/>
                                </a:cubicBezTo>
                                <a:cubicBezTo>
                                  <a:pt x="94" y="25"/>
                                  <a:pt x="91" y="14"/>
                                  <a:pt x="77" y="21"/>
                                </a:cubicBezTo>
                                <a:cubicBezTo>
                                  <a:pt x="63" y="31"/>
                                  <a:pt x="47" y="32"/>
                                  <a:pt x="49" y="13"/>
                                </a:cubicBezTo>
                                <a:cubicBezTo>
                                  <a:pt x="50" y="6"/>
                                  <a:pt x="47" y="6"/>
                                  <a:pt x="44" y="11"/>
                                </a:cubicBezTo>
                                <a:cubicBezTo>
                                  <a:pt x="37" y="21"/>
                                  <a:pt x="30" y="25"/>
                                  <a:pt x="18" y="9"/>
                                </a:cubicBezTo>
                                <a:cubicBezTo>
                                  <a:pt x="12" y="1"/>
                                  <a:pt x="0" y="0"/>
                                  <a:pt x="3" y="8"/>
                                </a:cubicBezTo>
                                <a:cubicBezTo>
                                  <a:pt x="34" y="31"/>
                                  <a:pt x="67" y="55"/>
                                  <a:pt x="99" y="78"/>
                                </a:cubicBezTo>
                                <a:cubicBezTo>
                                  <a:pt x="110" y="72"/>
                                  <a:pt x="119" y="72"/>
                                  <a:pt x="119" y="60"/>
                                </a:cubicBezTo>
                                <a:cubicBezTo>
                                  <a:pt x="118" y="26"/>
                                  <a:pt x="106" y="57"/>
                                  <a:pt x="89" y="4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Freeform 42"/>
                        <wps:cNvSpPr>
                          <a:spLocks noChangeArrowheads="1"/>
                        </wps:cNvSpPr>
                        <wps:spPr bwMode="auto">
                          <a:xfrm>
                            <a:off x="4455" y="1070"/>
                            <a:ext cx="32" cy="114"/>
                          </a:xfrm>
                          <a:custGeom>
                            <a:avLst/>
                            <a:gdLst>
                              <a:gd name="T0" fmla="*/ 15 w 55"/>
                              <a:gd name="T1" fmla="*/ 1 h 133"/>
                              <a:gd name="T2" fmla="*/ 0 w 55"/>
                              <a:gd name="T3" fmla="*/ 128 h 133"/>
                              <a:gd name="T4" fmla="*/ 17 w 55"/>
                              <a:gd name="T5" fmla="*/ 132 h 133"/>
                              <a:gd name="T6" fmla="*/ 34 w 55"/>
                              <a:gd name="T7" fmla="*/ 98 h 133"/>
                              <a:gd name="T8" fmla="*/ 38 w 55"/>
                              <a:gd name="T9" fmla="*/ 84 h 133"/>
                              <a:gd name="T10" fmla="*/ 39 w 55"/>
                              <a:gd name="T11" fmla="*/ 54 h 133"/>
                              <a:gd name="T12" fmla="*/ 45 w 55"/>
                              <a:gd name="T13" fmla="*/ 47 h 133"/>
                              <a:gd name="T14" fmla="*/ 36 w 55"/>
                              <a:gd name="T15" fmla="*/ 22 h 133"/>
                              <a:gd name="T16" fmla="*/ 34 w 55"/>
                              <a:gd name="T17" fmla="*/ 16 h 133"/>
                              <a:gd name="T18" fmla="*/ 19 w 55"/>
                              <a:gd name="T19" fmla="*/ 4 h 133"/>
                              <a:gd name="T20" fmla="*/ 15 w 55"/>
                              <a:gd name="T21" fmla="*/ 1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5" h="133">
                                <a:moveTo>
                                  <a:pt x="15" y="1"/>
                                </a:moveTo>
                                <a:cubicBezTo>
                                  <a:pt x="15" y="12"/>
                                  <a:pt x="3" y="123"/>
                                  <a:pt x="0" y="128"/>
                                </a:cubicBezTo>
                                <a:cubicBezTo>
                                  <a:pt x="2" y="131"/>
                                  <a:pt x="13" y="132"/>
                                  <a:pt x="17" y="132"/>
                                </a:cubicBezTo>
                                <a:cubicBezTo>
                                  <a:pt x="37" y="131"/>
                                  <a:pt x="13" y="104"/>
                                  <a:pt x="34" y="98"/>
                                </a:cubicBezTo>
                                <a:cubicBezTo>
                                  <a:pt x="45" y="95"/>
                                  <a:pt x="51" y="83"/>
                                  <a:pt x="38" y="84"/>
                                </a:cubicBezTo>
                                <a:cubicBezTo>
                                  <a:pt x="18" y="85"/>
                                  <a:pt x="12" y="52"/>
                                  <a:pt x="39" y="54"/>
                                </a:cubicBezTo>
                                <a:cubicBezTo>
                                  <a:pt x="54" y="56"/>
                                  <a:pt x="52" y="47"/>
                                  <a:pt x="45" y="47"/>
                                </a:cubicBezTo>
                                <a:cubicBezTo>
                                  <a:pt x="24" y="49"/>
                                  <a:pt x="24" y="32"/>
                                  <a:pt x="36" y="22"/>
                                </a:cubicBezTo>
                                <a:cubicBezTo>
                                  <a:pt x="44" y="16"/>
                                  <a:pt x="38" y="17"/>
                                  <a:pt x="34" y="16"/>
                                </a:cubicBezTo>
                                <a:cubicBezTo>
                                  <a:pt x="26" y="15"/>
                                  <a:pt x="20" y="11"/>
                                  <a:pt x="19" y="4"/>
                                </a:cubicBezTo>
                                <a:cubicBezTo>
                                  <a:pt x="19" y="1"/>
                                  <a:pt x="17" y="0"/>
                                  <a:pt x="15" y="1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Freeform 43"/>
                        <wps:cNvSpPr>
                          <a:spLocks noChangeArrowheads="1"/>
                        </wps:cNvSpPr>
                        <wps:spPr bwMode="auto">
                          <a:xfrm>
                            <a:off x="4353" y="1144"/>
                            <a:ext cx="55" cy="99"/>
                          </a:xfrm>
                          <a:custGeom>
                            <a:avLst/>
                            <a:gdLst>
                              <a:gd name="T0" fmla="*/ 60 w 97"/>
                              <a:gd name="T1" fmla="*/ 67 h 119"/>
                              <a:gd name="T2" fmla="*/ 30 w 97"/>
                              <a:gd name="T3" fmla="*/ 37 h 119"/>
                              <a:gd name="T4" fmla="*/ 38 w 97"/>
                              <a:gd name="T5" fmla="*/ 29 h 119"/>
                              <a:gd name="T6" fmla="*/ 39 w 97"/>
                              <a:gd name="T7" fmla="*/ 24 h 119"/>
                              <a:gd name="T8" fmla="*/ 26 w 97"/>
                              <a:gd name="T9" fmla="*/ 0 h 119"/>
                              <a:gd name="T10" fmla="*/ 8 w 97"/>
                              <a:gd name="T11" fmla="*/ 30 h 119"/>
                              <a:gd name="T12" fmla="*/ 18 w 97"/>
                              <a:gd name="T13" fmla="*/ 53 h 119"/>
                              <a:gd name="T14" fmla="*/ 34 w 97"/>
                              <a:gd name="T15" fmla="*/ 77 h 119"/>
                              <a:gd name="T16" fmla="*/ 32 w 97"/>
                              <a:gd name="T17" fmla="*/ 91 h 119"/>
                              <a:gd name="T18" fmla="*/ 54 w 97"/>
                              <a:gd name="T19" fmla="*/ 106 h 119"/>
                              <a:gd name="T20" fmla="*/ 72 w 97"/>
                              <a:gd name="T21" fmla="*/ 114 h 119"/>
                              <a:gd name="T22" fmla="*/ 50 w 97"/>
                              <a:gd name="T23" fmla="*/ 84 h 119"/>
                              <a:gd name="T24" fmla="*/ 56 w 97"/>
                              <a:gd name="T25" fmla="*/ 74 h 119"/>
                              <a:gd name="T26" fmla="*/ 60 w 97"/>
                              <a:gd name="T27" fmla="*/ 67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7" h="119">
                                <a:moveTo>
                                  <a:pt x="60" y="67"/>
                                </a:moveTo>
                                <a:cubicBezTo>
                                  <a:pt x="54" y="56"/>
                                  <a:pt x="41" y="48"/>
                                  <a:pt x="30" y="37"/>
                                </a:cubicBezTo>
                                <a:cubicBezTo>
                                  <a:pt x="26" y="33"/>
                                  <a:pt x="28" y="25"/>
                                  <a:pt x="38" y="29"/>
                                </a:cubicBezTo>
                                <a:cubicBezTo>
                                  <a:pt x="41" y="31"/>
                                  <a:pt x="42" y="30"/>
                                  <a:pt x="39" y="24"/>
                                </a:cubicBezTo>
                                <a:cubicBezTo>
                                  <a:pt x="36" y="15"/>
                                  <a:pt x="31" y="6"/>
                                  <a:pt x="26" y="0"/>
                                </a:cubicBezTo>
                                <a:cubicBezTo>
                                  <a:pt x="27" y="24"/>
                                  <a:pt x="1" y="17"/>
                                  <a:pt x="8" y="30"/>
                                </a:cubicBezTo>
                                <a:cubicBezTo>
                                  <a:pt x="13" y="40"/>
                                  <a:pt x="0" y="52"/>
                                  <a:pt x="18" y="53"/>
                                </a:cubicBezTo>
                                <a:cubicBezTo>
                                  <a:pt x="34" y="53"/>
                                  <a:pt x="42" y="67"/>
                                  <a:pt x="34" y="77"/>
                                </a:cubicBezTo>
                                <a:cubicBezTo>
                                  <a:pt x="29" y="84"/>
                                  <a:pt x="20" y="91"/>
                                  <a:pt x="32" y="91"/>
                                </a:cubicBezTo>
                                <a:cubicBezTo>
                                  <a:pt x="43" y="91"/>
                                  <a:pt x="60" y="90"/>
                                  <a:pt x="54" y="106"/>
                                </a:cubicBezTo>
                                <a:cubicBezTo>
                                  <a:pt x="49" y="118"/>
                                  <a:pt x="62" y="116"/>
                                  <a:pt x="72" y="114"/>
                                </a:cubicBezTo>
                                <a:cubicBezTo>
                                  <a:pt x="96" y="109"/>
                                  <a:pt x="58" y="90"/>
                                  <a:pt x="50" y="84"/>
                                </a:cubicBezTo>
                                <a:cubicBezTo>
                                  <a:pt x="41" y="77"/>
                                  <a:pt x="48" y="71"/>
                                  <a:pt x="56" y="74"/>
                                </a:cubicBezTo>
                                <a:cubicBezTo>
                                  <a:pt x="68" y="81"/>
                                  <a:pt x="61" y="70"/>
                                  <a:pt x="60" y="67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Freeform 44"/>
                        <wps:cNvSpPr>
                          <a:spLocks noChangeArrowheads="1"/>
                        </wps:cNvSpPr>
                        <wps:spPr bwMode="auto">
                          <a:xfrm>
                            <a:off x="4388" y="1142"/>
                            <a:ext cx="53" cy="103"/>
                          </a:xfrm>
                          <a:custGeom>
                            <a:avLst/>
                            <a:gdLst>
                              <a:gd name="T0" fmla="*/ 39 w 78"/>
                              <a:gd name="T1" fmla="*/ 55 h 124"/>
                              <a:gd name="T2" fmla="*/ 36 w 78"/>
                              <a:gd name="T3" fmla="*/ 81 h 124"/>
                              <a:gd name="T4" fmla="*/ 56 w 78"/>
                              <a:gd name="T5" fmla="*/ 119 h 124"/>
                              <a:gd name="T6" fmla="*/ 64 w 78"/>
                              <a:gd name="T7" fmla="*/ 121 h 124"/>
                              <a:gd name="T8" fmla="*/ 66 w 78"/>
                              <a:gd name="T9" fmla="*/ 100 h 124"/>
                              <a:gd name="T10" fmla="*/ 61 w 78"/>
                              <a:gd name="T11" fmla="*/ 76 h 124"/>
                              <a:gd name="T12" fmla="*/ 48 w 78"/>
                              <a:gd name="T13" fmla="*/ 54 h 124"/>
                              <a:gd name="T14" fmla="*/ 36 w 78"/>
                              <a:gd name="T15" fmla="*/ 42 h 124"/>
                              <a:gd name="T16" fmla="*/ 24 w 78"/>
                              <a:gd name="T17" fmla="*/ 32 h 124"/>
                              <a:gd name="T18" fmla="*/ 14 w 78"/>
                              <a:gd name="T19" fmla="*/ 5 h 124"/>
                              <a:gd name="T20" fmla="*/ 2 w 78"/>
                              <a:gd name="T21" fmla="*/ 9 h 124"/>
                              <a:gd name="T22" fmla="*/ 23 w 78"/>
                              <a:gd name="T23" fmla="*/ 53 h 124"/>
                              <a:gd name="T24" fmla="*/ 27 w 78"/>
                              <a:gd name="T25" fmla="*/ 54 h 124"/>
                              <a:gd name="T26" fmla="*/ 39 w 78"/>
                              <a:gd name="T27" fmla="*/ 55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78" h="124">
                                <a:moveTo>
                                  <a:pt x="39" y="55"/>
                                </a:moveTo>
                                <a:cubicBezTo>
                                  <a:pt x="36" y="65"/>
                                  <a:pt x="35" y="74"/>
                                  <a:pt x="36" y="81"/>
                                </a:cubicBezTo>
                                <a:cubicBezTo>
                                  <a:pt x="44" y="92"/>
                                  <a:pt x="51" y="105"/>
                                  <a:pt x="56" y="119"/>
                                </a:cubicBezTo>
                                <a:cubicBezTo>
                                  <a:pt x="58" y="122"/>
                                  <a:pt x="60" y="123"/>
                                  <a:pt x="64" y="121"/>
                                </a:cubicBezTo>
                                <a:cubicBezTo>
                                  <a:pt x="71" y="114"/>
                                  <a:pt x="77" y="106"/>
                                  <a:pt x="66" y="100"/>
                                </a:cubicBezTo>
                                <a:cubicBezTo>
                                  <a:pt x="50" y="90"/>
                                  <a:pt x="75" y="71"/>
                                  <a:pt x="61" y="76"/>
                                </a:cubicBezTo>
                                <a:cubicBezTo>
                                  <a:pt x="44" y="82"/>
                                  <a:pt x="34" y="66"/>
                                  <a:pt x="48" y="54"/>
                                </a:cubicBezTo>
                                <a:cubicBezTo>
                                  <a:pt x="61" y="42"/>
                                  <a:pt x="41" y="55"/>
                                  <a:pt x="36" y="42"/>
                                </a:cubicBezTo>
                                <a:cubicBezTo>
                                  <a:pt x="32" y="31"/>
                                  <a:pt x="34" y="33"/>
                                  <a:pt x="24" y="32"/>
                                </a:cubicBezTo>
                                <a:cubicBezTo>
                                  <a:pt x="13" y="29"/>
                                  <a:pt x="13" y="16"/>
                                  <a:pt x="14" y="5"/>
                                </a:cubicBezTo>
                                <a:cubicBezTo>
                                  <a:pt x="4" y="0"/>
                                  <a:pt x="0" y="1"/>
                                  <a:pt x="2" y="9"/>
                                </a:cubicBezTo>
                                <a:lnTo>
                                  <a:pt x="23" y="53"/>
                                </a:lnTo>
                                <a:cubicBezTo>
                                  <a:pt x="24" y="54"/>
                                  <a:pt x="26" y="55"/>
                                  <a:pt x="27" y="54"/>
                                </a:cubicBezTo>
                                <a:cubicBezTo>
                                  <a:pt x="32" y="47"/>
                                  <a:pt x="36" y="47"/>
                                  <a:pt x="39" y="55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Freeform 45"/>
                        <wps:cNvSpPr>
                          <a:spLocks noChangeArrowheads="1"/>
                        </wps:cNvSpPr>
                        <wps:spPr bwMode="auto">
                          <a:xfrm>
                            <a:off x="4504" y="1230"/>
                            <a:ext cx="0" cy="0"/>
                          </a:xfrm>
                          <a:custGeom>
                            <a:avLst/>
                            <a:gdLst>
                              <a:gd name="T0" fmla="*/ 4 w 17"/>
                              <a:gd name="T1" fmla="*/ 1 h 13"/>
                              <a:gd name="T2" fmla="*/ 1 w 17"/>
                              <a:gd name="T3" fmla="*/ 10 h 13"/>
                              <a:gd name="T4" fmla="*/ 10 w 17"/>
                              <a:gd name="T5" fmla="*/ 8 h 13"/>
                              <a:gd name="T6" fmla="*/ 15 w 17"/>
                              <a:gd name="T7" fmla="*/ 2 h 13"/>
                              <a:gd name="T8" fmla="*/ 4 w 17"/>
                              <a:gd name="T9" fmla="*/ 1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13">
                                <a:moveTo>
                                  <a:pt x="4" y="1"/>
                                </a:moveTo>
                                <a:cubicBezTo>
                                  <a:pt x="2" y="3"/>
                                  <a:pt x="0" y="9"/>
                                  <a:pt x="1" y="10"/>
                                </a:cubicBezTo>
                                <a:cubicBezTo>
                                  <a:pt x="2" y="12"/>
                                  <a:pt x="7" y="9"/>
                                  <a:pt x="10" y="8"/>
                                </a:cubicBezTo>
                                <a:cubicBezTo>
                                  <a:pt x="12" y="5"/>
                                  <a:pt x="16" y="3"/>
                                  <a:pt x="15" y="2"/>
                                </a:cubicBezTo>
                                <a:cubicBezTo>
                                  <a:pt x="14" y="0"/>
                                  <a:pt x="7" y="0"/>
                                  <a:pt x="4" y="1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5426" y="1070"/>
                            <a:ext cx="78" cy="73"/>
                          </a:xfrm>
                          <a:custGeom>
                            <a:avLst/>
                            <a:gdLst>
                              <a:gd name="T0" fmla="*/ 36 w 101"/>
                              <a:gd name="T1" fmla="*/ 34 h 93"/>
                              <a:gd name="T2" fmla="*/ 18 w 101"/>
                              <a:gd name="T3" fmla="*/ 50 h 93"/>
                              <a:gd name="T4" fmla="*/ 11 w 101"/>
                              <a:gd name="T5" fmla="*/ 40 h 93"/>
                              <a:gd name="T6" fmla="*/ 6 w 101"/>
                              <a:gd name="T7" fmla="*/ 39 h 93"/>
                              <a:gd name="T8" fmla="*/ 5 w 101"/>
                              <a:gd name="T9" fmla="*/ 62 h 93"/>
                              <a:gd name="T10" fmla="*/ 6 w 101"/>
                              <a:gd name="T11" fmla="*/ 92 h 93"/>
                              <a:gd name="T12" fmla="*/ 100 w 101"/>
                              <a:gd name="T13" fmla="*/ 16 h 93"/>
                              <a:gd name="T14" fmla="*/ 83 w 101"/>
                              <a:gd name="T15" fmla="*/ 15 h 93"/>
                              <a:gd name="T16" fmla="*/ 80 w 101"/>
                              <a:gd name="T17" fmla="*/ 4 h 93"/>
                              <a:gd name="T18" fmla="*/ 72 w 101"/>
                              <a:gd name="T19" fmla="*/ 9 h 93"/>
                              <a:gd name="T20" fmla="*/ 47 w 101"/>
                              <a:gd name="T21" fmla="*/ 30 h 93"/>
                              <a:gd name="T22" fmla="*/ 36 w 101"/>
                              <a:gd name="T23" fmla="*/ 34 h 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01" h="93">
                                <a:moveTo>
                                  <a:pt x="36" y="34"/>
                                </a:moveTo>
                                <a:cubicBezTo>
                                  <a:pt x="38" y="44"/>
                                  <a:pt x="30" y="54"/>
                                  <a:pt x="18" y="50"/>
                                </a:cubicBezTo>
                                <a:cubicBezTo>
                                  <a:pt x="12" y="48"/>
                                  <a:pt x="12" y="43"/>
                                  <a:pt x="11" y="40"/>
                                </a:cubicBezTo>
                                <a:cubicBezTo>
                                  <a:pt x="10" y="35"/>
                                  <a:pt x="6" y="36"/>
                                  <a:pt x="6" y="39"/>
                                </a:cubicBezTo>
                                <a:cubicBezTo>
                                  <a:pt x="4" y="44"/>
                                  <a:pt x="11" y="51"/>
                                  <a:pt x="5" y="62"/>
                                </a:cubicBezTo>
                                <a:cubicBezTo>
                                  <a:pt x="9" y="74"/>
                                  <a:pt x="0" y="87"/>
                                  <a:pt x="6" y="92"/>
                                </a:cubicBezTo>
                                <a:cubicBezTo>
                                  <a:pt x="35" y="67"/>
                                  <a:pt x="70" y="41"/>
                                  <a:pt x="100" y="16"/>
                                </a:cubicBezTo>
                                <a:cubicBezTo>
                                  <a:pt x="92" y="10"/>
                                  <a:pt x="89" y="18"/>
                                  <a:pt x="83" y="15"/>
                                </a:cubicBezTo>
                                <a:cubicBezTo>
                                  <a:pt x="77" y="12"/>
                                  <a:pt x="82" y="8"/>
                                  <a:pt x="80" y="4"/>
                                </a:cubicBezTo>
                                <a:cubicBezTo>
                                  <a:pt x="77" y="0"/>
                                  <a:pt x="70" y="2"/>
                                  <a:pt x="72" y="9"/>
                                </a:cubicBezTo>
                                <a:cubicBezTo>
                                  <a:pt x="78" y="31"/>
                                  <a:pt x="58" y="47"/>
                                  <a:pt x="47" y="30"/>
                                </a:cubicBezTo>
                                <a:cubicBezTo>
                                  <a:pt x="41" y="21"/>
                                  <a:pt x="33" y="27"/>
                                  <a:pt x="36" y="3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Freeform 47"/>
                        <wps:cNvSpPr>
                          <a:spLocks noChangeArrowheads="1"/>
                        </wps:cNvSpPr>
                        <wps:spPr bwMode="auto">
                          <a:xfrm>
                            <a:off x="5360" y="1139"/>
                            <a:ext cx="46" cy="98"/>
                          </a:xfrm>
                          <a:custGeom>
                            <a:avLst/>
                            <a:gdLst>
                              <a:gd name="T0" fmla="*/ 63 w 73"/>
                              <a:gd name="T1" fmla="*/ 64 h 121"/>
                              <a:gd name="T2" fmla="*/ 62 w 73"/>
                              <a:gd name="T3" fmla="*/ 36 h 121"/>
                              <a:gd name="T4" fmla="*/ 63 w 73"/>
                              <a:gd name="T5" fmla="*/ 6 h 121"/>
                              <a:gd name="T6" fmla="*/ 53 w 73"/>
                              <a:gd name="T7" fmla="*/ 1 h 121"/>
                              <a:gd name="T8" fmla="*/ 47 w 73"/>
                              <a:gd name="T9" fmla="*/ 29 h 121"/>
                              <a:gd name="T10" fmla="*/ 53 w 73"/>
                              <a:gd name="T11" fmla="*/ 35 h 121"/>
                              <a:gd name="T12" fmla="*/ 7 w 73"/>
                              <a:gd name="T13" fmla="*/ 116 h 121"/>
                              <a:gd name="T14" fmla="*/ 24 w 73"/>
                              <a:gd name="T15" fmla="*/ 114 h 121"/>
                              <a:gd name="T16" fmla="*/ 41 w 73"/>
                              <a:gd name="T17" fmla="*/ 97 h 121"/>
                              <a:gd name="T18" fmla="*/ 54 w 73"/>
                              <a:gd name="T19" fmla="*/ 97 h 121"/>
                              <a:gd name="T20" fmla="*/ 55 w 73"/>
                              <a:gd name="T21" fmla="*/ 93 h 121"/>
                              <a:gd name="T22" fmla="*/ 64 w 73"/>
                              <a:gd name="T23" fmla="*/ 73 h 121"/>
                              <a:gd name="T24" fmla="*/ 63 w 73"/>
                              <a:gd name="T25" fmla="*/ 64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3" h="121">
                                <a:moveTo>
                                  <a:pt x="63" y="64"/>
                                </a:moveTo>
                                <a:cubicBezTo>
                                  <a:pt x="45" y="59"/>
                                  <a:pt x="71" y="42"/>
                                  <a:pt x="62" y="36"/>
                                </a:cubicBezTo>
                                <a:cubicBezTo>
                                  <a:pt x="54" y="31"/>
                                  <a:pt x="59" y="16"/>
                                  <a:pt x="63" y="6"/>
                                </a:cubicBezTo>
                                <a:cubicBezTo>
                                  <a:pt x="66" y="0"/>
                                  <a:pt x="54" y="1"/>
                                  <a:pt x="53" y="1"/>
                                </a:cubicBezTo>
                                <a:cubicBezTo>
                                  <a:pt x="50" y="8"/>
                                  <a:pt x="41" y="30"/>
                                  <a:pt x="47" y="29"/>
                                </a:cubicBezTo>
                                <a:cubicBezTo>
                                  <a:pt x="55" y="27"/>
                                  <a:pt x="57" y="34"/>
                                  <a:pt x="53" y="35"/>
                                </a:cubicBezTo>
                                <a:cubicBezTo>
                                  <a:pt x="34" y="41"/>
                                  <a:pt x="0" y="117"/>
                                  <a:pt x="7" y="116"/>
                                </a:cubicBezTo>
                                <a:cubicBezTo>
                                  <a:pt x="15" y="114"/>
                                  <a:pt x="21" y="113"/>
                                  <a:pt x="24" y="114"/>
                                </a:cubicBezTo>
                                <a:cubicBezTo>
                                  <a:pt x="47" y="120"/>
                                  <a:pt x="30" y="106"/>
                                  <a:pt x="41" y="97"/>
                                </a:cubicBezTo>
                                <a:cubicBezTo>
                                  <a:pt x="45" y="94"/>
                                  <a:pt x="50" y="97"/>
                                  <a:pt x="54" y="97"/>
                                </a:cubicBezTo>
                                <a:cubicBezTo>
                                  <a:pt x="57" y="97"/>
                                  <a:pt x="57" y="95"/>
                                  <a:pt x="55" y="93"/>
                                </a:cubicBezTo>
                                <a:cubicBezTo>
                                  <a:pt x="46" y="83"/>
                                  <a:pt x="55" y="73"/>
                                  <a:pt x="64" y="73"/>
                                </a:cubicBezTo>
                                <a:cubicBezTo>
                                  <a:pt x="71" y="72"/>
                                  <a:pt x="72" y="67"/>
                                  <a:pt x="63" y="6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Freeform 48"/>
                        <wps:cNvSpPr>
                          <a:spLocks noChangeArrowheads="1"/>
                        </wps:cNvSpPr>
                        <wps:spPr bwMode="auto">
                          <a:xfrm>
                            <a:off x="5336" y="1124"/>
                            <a:ext cx="44" cy="108"/>
                          </a:xfrm>
                          <a:custGeom>
                            <a:avLst/>
                            <a:gdLst>
                              <a:gd name="T0" fmla="*/ 41 w 72"/>
                              <a:gd name="T1" fmla="*/ 86 h 129"/>
                              <a:gd name="T2" fmla="*/ 67 w 72"/>
                              <a:gd name="T3" fmla="*/ 15 h 129"/>
                              <a:gd name="T4" fmla="*/ 62 w 72"/>
                              <a:gd name="T5" fmla="*/ 5 h 129"/>
                              <a:gd name="T6" fmla="*/ 51 w 72"/>
                              <a:gd name="T7" fmla="*/ 30 h 129"/>
                              <a:gd name="T8" fmla="*/ 42 w 72"/>
                              <a:gd name="T9" fmla="*/ 44 h 129"/>
                              <a:gd name="T10" fmla="*/ 25 w 72"/>
                              <a:gd name="T11" fmla="*/ 59 h 129"/>
                              <a:gd name="T12" fmla="*/ 12 w 72"/>
                              <a:gd name="T13" fmla="*/ 80 h 129"/>
                              <a:gd name="T14" fmla="*/ 11 w 72"/>
                              <a:gd name="T15" fmla="*/ 99 h 129"/>
                              <a:gd name="T16" fmla="*/ 14 w 72"/>
                              <a:gd name="T17" fmla="*/ 128 h 129"/>
                              <a:gd name="T18" fmla="*/ 25 w 72"/>
                              <a:gd name="T19" fmla="*/ 74 h 129"/>
                              <a:gd name="T20" fmla="*/ 36 w 72"/>
                              <a:gd name="T21" fmla="*/ 83 h 129"/>
                              <a:gd name="T22" fmla="*/ 41 w 72"/>
                              <a:gd name="T23" fmla="*/ 86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72" h="129">
                                <a:moveTo>
                                  <a:pt x="41" y="86"/>
                                </a:moveTo>
                                <a:cubicBezTo>
                                  <a:pt x="48" y="71"/>
                                  <a:pt x="61" y="36"/>
                                  <a:pt x="67" y="15"/>
                                </a:cubicBezTo>
                                <a:cubicBezTo>
                                  <a:pt x="68" y="7"/>
                                  <a:pt x="71" y="0"/>
                                  <a:pt x="62" y="5"/>
                                </a:cubicBezTo>
                                <a:cubicBezTo>
                                  <a:pt x="64" y="17"/>
                                  <a:pt x="62" y="27"/>
                                  <a:pt x="51" y="30"/>
                                </a:cubicBezTo>
                                <a:cubicBezTo>
                                  <a:pt x="42" y="33"/>
                                  <a:pt x="45" y="33"/>
                                  <a:pt x="42" y="44"/>
                                </a:cubicBezTo>
                                <a:cubicBezTo>
                                  <a:pt x="37" y="57"/>
                                  <a:pt x="21" y="42"/>
                                  <a:pt x="25" y="59"/>
                                </a:cubicBezTo>
                                <a:cubicBezTo>
                                  <a:pt x="26" y="65"/>
                                  <a:pt x="21" y="78"/>
                                  <a:pt x="12" y="80"/>
                                </a:cubicBezTo>
                                <a:cubicBezTo>
                                  <a:pt x="0" y="84"/>
                                  <a:pt x="7" y="84"/>
                                  <a:pt x="11" y="99"/>
                                </a:cubicBezTo>
                                <a:cubicBezTo>
                                  <a:pt x="13" y="105"/>
                                  <a:pt x="14" y="116"/>
                                  <a:pt x="14" y="128"/>
                                </a:cubicBezTo>
                                <a:cubicBezTo>
                                  <a:pt x="20" y="127"/>
                                  <a:pt x="30" y="103"/>
                                  <a:pt x="25" y="74"/>
                                </a:cubicBezTo>
                                <a:cubicBezTo>
                                  <a:pt x="26" y="67"/>
                                  <a:pt x="37" y="70"/>
                                  <a:pt x="36" y="83"/>
                                </a:cubicBezTo>
                                <a:cubicBezTo>
                                  <a:pt x="35" y="87"/>
                                  <a:pt x="37" y="90"/>
                                  <a:pt x="41" y="8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Freeform 49"/>
                        <wps:cNvSpPr>
                          <a:spLocks noChangeArrowheads="1"/>
                        </wps:cNvSpPr>
                        <wps:spPr bwMode="auto">
                          <a:xfrm>
                            <a:off x="5277" y="1051"/>
                            <a:ext cx="47" cy="126"/>
                          </a:xfrm>
                          <a:custGeom>
                            <a:avLst/>
                            <a:gdLst>
                              <a:gd name="T0" fmla="*/ 69 w 70"/>
                              <a:gd name="T1" fmla="*/ 136 h 147"/>
                              <a:gd name="T2" fmla="*/ 52 w 70"/>
                              <a:gd name="T3" fmla="*/ 0 h 147"/>
                              <a:gd name="T4" fmla="*/ 43 w 70"/>
                              <a:gd name="T5" fmla="*/ 7 h 147"/>
                              <a:gd name="T6" fmla="*/ 25 w 70"/>
                              <a:gd name="T7" fmla="*/ 25 h 147"/>
                              <a:gd name="T8" fmla="*/ 22 w 70"/>
                              <a:gd name="T9" fmla="*/ 39 h 147"/>
                              <a:gd name="T10" fmla="*/ 12 w 70"/>
                              <a:gd name="T11" fmla="*/ 57 h 147"/>
                              <a:gd name="T12" fmla="*/ 17 w 70"/>
                              <a:gd name="T13" fmla="*/ 69 h 147"/>
                              <a:gd name="T14" fmla="*/ 34 w 70"/>
                              <a:gd name="T15" fmla="*/ 86 h 147"/>
                              <a:gd name="T16" fmla="*/ 13 w 70"/>
                              <a:gd name="T17" fmla="*/ 100 h 147"/>
                              <a:gd name="T18" fmla="*/ 22 w 70"/>
                              <a:gd name="T19" fmla="*/ 111 h 147"/>
                              <a:gd name="T20" fmla="*/ 38 w 70"/>
                              <a:gd name="T21" fmla="*/ 132 h 147"/>
                              <a:gd name="T22" fmla="*/ 48 w 70"/>
                              <a:gd name="T23" fmla="*/ 142 h 147"/>
                              <a:gd name="T24" fmla="*/ 69 w 70"/>
                              <a:gd name="T25" fmla="*/ 136 h 1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0" h="147">
                                <a:moveTo>
                                  <a:pt x="69" y="136"/>
                                </a:moveTo>
                                <a:cubicBezTo>
                                  <a:pt x="69" y="116"/>
                                  <a:pt x="55" y="24"/>
                                  <a:pt x="52" y="0"/>
                                </a:cubicBezTo>
                                <a:cubicBezTo>
                                  <a:pt x="50" y="0"/>
                                  <a:pt x="44" y="1"/>
                                  <a:pt x="43" y="7"/>
                                </a:cubicBezTo>
                                <a:cubicBezTo>
                                  <a:pt x="41" y="21"/>
                                  <a:pt x="39" y="23"/>
                                  <a:pt x="25" y="25"/>
                                </a:cubicBezTo>
                                <a:cubicBezTo>
                                  <a:pt x="21" y="26"/>
                                  <a:pt x="14" y="33"/>
                                  <a:pt x="22" y="39"/>
                                </a:cubicBezTo>
                                <a:cubicBezTo>
                                  <a:pt x="35" y="49"/>
                                  <a:pt x="30" y="62"/>
                                  <a:pt x="12" y="57"/>
                                </a:cubicBezTo>
                                <a:cubicBezTo>
                                  <a:pt x="2" y="54"/>
                                  <a:pt x="3" y="71"/>
                                  <a:pt x="17" y="69"/>
                                </a:cubicBezTo>
                                <a:cubicBezTo>
                                  <a:pt x="28" y="67"/>
                                  <a:pt x="34" y="77"/>
                                  <a:pt x="34" y="86"/>
                                </a:cubicBezTo>
                                <a:cubicBezTo>
                                  <a:pt x="33" y="100"/>
                                  <a:pt x="23" y="103"/>
                                  <a:pt x="13" y="100"/>
                                </a:cubicBezTo>
                                <a:cubicBezTo>
                                  <a:pt x="0" y="96"/>
                                  <a:pt x="0" y="115"/>
                                  <a:pt x="22" y="111"/>
                                </a:cubicBezTo>
                                <a:cubicBezTo>
                                  <a:pt x="33" y="109"/>
                                  <a:pt x="42" y="121"/>
                                  <a:pt x="38" y="132"/>
                                </a:cubicBezTo>
                                <a:cubicBezTo>
                                  <a:pt x="35" y="140"/>
                                  <a:pt x="42" y="138"/>
                                  <a:pt x="48" y="142"/>
                                </a:cubicBezTo>
                                <a:cubicBezTo>
                                  <a:pt x="57" y="146"/>
                                  <a:pt x="66" y="139"/>
                                  <a:pt x="69" y="13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Freeform 50"/>
                        <wps:cNvSpPr>
                          <a:spLocks noChangeArrowheads="1"/>
                        </wps:cNvSpPr>
                        <wps:spPr bwMode="auto">
                          <a:xfrm>
                            <a:off x="5287" y="1228"/>
                            <a:ext cx="0" cy="0"/>
                          </a:xfrm>
                          <a:custGeom>
                            <a:avLst/>
                            <a:gdLst>
                              <a:gd name="T0" fmla="*/ 18 w 21"/>
                              <a:gd name="T1" fmla="*/ 4 h 19"/>
                              <a:gd name="T2" fmla="*/ 3 w 21"/>
                              <a:gd name="T3" fmla="*/ 3 h 19"/>
                              <a:gd name="T4" fmla="*/ 18 w 21"/>
                              <a:gd name="T5" fmla="*/ 16 h 19"/>
                              <a:gd name="T6" fmla="*/ 18 w 21"/>
                              <a:gd name="T7" fmla="*/ 4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" h="19">
                                <a:moveTo>
                                  <a:pt x="18" y="4"/>
                                </a:moveTo>
                                <a:cubicBezTo>
                                  <a:pt x="16" y="0"/>
                                  <a:pt x="5" y="2"/>
                                  <a:pt x="3" y="3"/>
                                </a:cubicBezTo>
                                <a:cubicBezTo>
                                  <a:pt x="0" y="4"/>
                                  <a:pt x="15" y="18"/>
                                  <a:pt x="18" y="16"/>
                                </a:cubicBezTo>
                                <a:cubicBezTo>
                                  <a:pt x="20" y="14"/>
                                  <a:pt x="20" y="7"/>
                                  <a:pt x="18" y="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545A89" id="Shape1" o:spid="_x0000_s1026" style="position:absolute;margin-left:-19.15pt;margin-top:-12.8pt;width:93.05pt;height:100.4pt;z-index:251658240;mso-wrap-distance-left:0;mso-wrap-distance-right:0" coordorigin="4036,20" coordsize="1656,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">
              <v:shape id="Freeform 17" o:spid="_x0000_s1027" style="position:absolute;left:4050;top:114;width:1613;height:1479;visibility:visible;mso-wrap-style:none;v-text-anchor:middle" coordsize="1631,1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HSnsMA&#10;AADaAAAADwAAAGRycy9kb3ducmV2LnhtbESPT4vCMBTE78J+h/CEvcia+gcpXaOIsOBlFWvx/Gie&#10;bbF5KU2q1U9vhIU9DjPzG2a57k0tbtS6yrKCyTgCQZxbXXGhIDv9fMUgnEfWWFsmBQ9ysF59DJaY&#10;aHvnI91SX4gAYZeggtL7JpHS5SUZdGPbEAfvYluDPsi2kLrFe4CbWk6jaCENVhwWSmxoW1J+TTuj&#10;oIsv52z2rEbZYvM4TDpNv9t4r9TnsN98g/DU+//wX3unFczhfSXc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HSnsMAAADaAAAADwAAAAAAAAAAAAAAAACYAgAAZHJzL2Rv&#10;d25yZXYueG1sUEsFBgAAAAAEAAQA9QAAAIgDAAAAAA==&#10;" path="m815,c365,,,335,,748v,413,365,748,815,748c1266,1496,1630,1161,1630,748,1630,335,1266,,815,e" fillcolor="#f69e00" stroked="f" strokecolor="#3465a4">
                <v:path o:connecttype="custom" o:connectlocs="806,0;0,739;806,1478;1612,739;806,0" o:connectangles="0,0,0,0,0"/>
              </v:shape>
              <v:group id="Group 18" o:spid="_x0000_s1028" style="position:absolute;left:4036;top:20;width:1656;height:1594" coordorigin="4036,20" coordsize="1656,1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AutoShape 19" o:spid="_x0000_s1029" style="position:absolute;left:4036;top:20;width:1655;height:1593;visibility:visible;mso-wrap-style:none;v-text-anchor:middle" coordsize="1673,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8IC8IA&#10;AADaAAAADwAAAGRycy9kb3ducmV2LnhtbESPQWvCQBSE74X+h+UVeqsbPYSSuooUBE+KUcHjM/ua&#10;Dc2+DdlnjP313ULB4zAz3zDz5ehbNVAfm8AGppMMFHEVbMO1geNh/fYOKgqyxTYwGbhThOXi+WmO&#10;hQ033tNQSq0ShGOBBpxIV2gdK0ce4yR0xMn7Cr1HSbKvte3xluC+1bMsy7XHhtOCw44+HVXf5dUb&#10;CLvLQYbVeSvHzcWdftbT/Fy2xry+jKsPUEKjPML/7Y01kMPflXQD9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XwgLwgAAANoAAAAPAAAAAAAAAAAAAAAAAJgCAABkcnMvZG93&#10;bnJldi54bWxQSwUGAAAAAAQABAD1AAAAhwMAAAAA&#10;" path="m835,281r,143c833,430,818,417,818,408r,-109c818,284,833,278,835,281xm835,281r,xm1494,837v,-2,2,-2,4,-2c1501,835,1503,835,1502,837v-5,64,-13,125,-44,184c1425,1084,1415,1074,1373,1094r-7,-1c1357,1071,1355,1068,1348,1058v-15,-23,-6,-64,-9,-94c1336,948,1332,900,1319,842v,-2,3,-3,5,-3c1327,839,1328,840,1329,841v2,20,16,76,21,154c1351,1000,1363,1000,1362,996v-4,-12,-9,-24,-6,-32c1354,928,1350,886,1345,839v,-2,3,-3,5,-3c1352,836,1354,837,1354,839v4,21,7,75,10,108c1364,951,1365,956,1365,959v,4,,7,1,10c1366,972,1374,973,1373,969v,-3,-3,-10,-3,-15c1370,951,1370,944,1370,940v,-35,-3,-83,-7,-103c1362,836,1365,835,1367,835v2,,4,,5,3l1378,897v1,6,8,5,8,1c1386,888,1383,844,1382,835v,-2,2,-2,4,-3c1388,832,1391,832,1391,835v,14,2,39,4,51c1400,881,1397,872,1412,867r,-28c1412,836,1415,836,1417,836v2,-1,4,,4,3l1421,868v12,5,15,16,18,22c1441,881,1442,851,1442,836v,-4,9,-3,9,l1447,896v,4,5,4,6,2c1456,884,1459,859,1459,836v,-1,1,-2,3,-3c1464,833,1467,834,1467,836v,36,-5,85,-13,110c1453,949,1458,951,1459,948v10,-21,16,-66,15,-112c1474,834,1476,833,1479,833v2,,4,,4,3c1483,884,1472,938,1457,979v-6,18,-13,32,-22,43c1430,1029,1442,1032,1444,1030v29,-44,49,-123,50,-193xm1494,837r,xm1391,910v-4,5,-2,16,,22c1393,937,1396,943,1405,949v3,-5,2,-13,-1,-21c1401,920,1396,912,1391,910xm1391,910r,xm1407,898v,-7,3,-15,8,-18c1420,883,1425,890,1426,897v,7,-4,14,-7,19c1410,912,1408,904,1407,898xm1407,898r,xm1417,951v,-6,3,-17,8,-25c1430,919,1439,911,1445,911v1,5,,15,-6,24c1433,943,1426,949,1417,951xm1417,951r,xm1401,990v2,-9,1,-17,-2,-24c1395,959,1390,953,1384,950v-2,9,-1,16,2,22c1388,978,1396,987,1401,990xm1401,990r,xm1416,984v-1,-7,2,-14,7,-21c1428,957,1437,950,1445,950v1,6,-4,16,-10,22c1430,979,1422,983,1416,984xm1416,984r,xm1375,1007v-2,-6,-5,-16,-2,-24c1380,987,1386,993,1390,1002v4,8,4,20,1,25c1382,1022,1377,1012,1375,1007xm1375,1007r,xm1414,1006v7,-8,18,-17,23,-18c1438,992,1437,1003,1427,1016v-10,12,-18,16,-24,19c1401,1027,1408,1014,1414,1006xm1414,1006r,xm1399,1052v9,-6,21,-13,30,-12c1429,1046,1425,1057,1415,1065v-10,8,-24,12,-31,11c1387,1065,1391,1059,1399,1052xm1399,1052r,xm1377,1036v4,14,-3,32,-6,36c1363,1066,1358,1057,1353,1043v-4,-13,,-28,3,-34c1362,1012,1373,1022,1377,1036xm1377,1036r,xm1518,1105v22,19,1,40,-19,36c1485,1137,1499,1153,1486,1164v-6,4,-15,8,-25,-3c1458,1157,1455,1159,1456,1163v3,17,-8,17,-27,15c1425,1177,1423,1178,1426,1184v8,12,-3,21,-13,19c1405,1216,1379,1218,1383,1223v13,20,-5,26,-12,24c1365,1245,1366,1247,1366,1250v-1,17,-18,14,-30,12c1328,1260,1318,1268,1308,1280v-7,9,-15,4,-14,-1c1295,1274,1297,1273,1298,1268v3,-27,-1,-44,-19,-43c1281,1230,1283,1257,1266,1257v-10,9,-27,12,-39,9c1221,1256,1219,1246,1229,1232v-3,-13,15,-23,52,-18c1287,1216,1290,1214,1288,1208v-1,-6,-2,-7,-8,-8c1269,1198,1260,1197,1263,1187v4,-15,,-17,-13,-17c1222,1170,1226,1131,1252,1139v12,4,12,-10,3,-10c1247,1129,1230,1128,1232,1111v2,-25,32,-4,15,-22c1240,1081,1245,1068,1259,1067v23,-2,,-21,35,-32c1315,1043,1320,1052,1323,1068v,6,9,13,18,12c1355,1078,1358,1090,1344,1107v-9,11,13,4,18,2c1378,1102,1373,1126,1379,1123v4,-3,3,-10,2,-16c1379,1094,1398,1083,1407,1100v2,4,5,2,5,-2c1407,1085,1431,1076,1438,1086v9,12,12,3,10,-6c1444,1059,1463,1048,1477,1061v3,4,2,9,4,5c1490,1051,1502,1047,1516,1056v5,11,2,21,-3,31c1509,1095,1511,1099,1518,1105xm1518,1105r,xm1486,1083v-29,25,-65,51,-94,75c1387,1153,1396,1141,1392,1129v6,-11,,-18,,-23c1393,1102,1397,1102,1398,1107v1,3,1,7,7,9c1417,1120,1425,1110,1422,1101v-2,-7,6,-13,11,-4c1444,1113,1465,1098,1459,1076v-2,-8,5,-10,7,-6c1468,1074,1464,1079,1469,1082v7,3,10,-5,17,1xm1486,1083r,xm1371,1138v2,,14,-2,11,4c1377,1153,1373,1168,1380,1173v10,6,-16,22,2,28c1391,1203,1390,1209,1383,1209v-9,1,-19,11,-9,21c1375,1232,1375,1233,1373,1233v-4,1,-10,-2,-14,1c1348,1242,1366,1257,1342,1251v-2,-1,-8,,-17,1c1319,1254,1353,1178,1371,1172v5,-1,3,-8,-6,-6c1359,1166,1369,1145,1371,1138xm1371,1138r,xm1290,1051v3,23,17,115,17,135c1304,1189,1295,1195,1286,1191v-6,-4,-13,,-10,-9c1280,1171,1271,1159,1260,1161v-22,4,-22,-15,-8,-11c1261,1153,1271,1150,1272,1136v,-9,-6,-19,-17,-17c1240,1121,1240,1104,1251,1107v17,5,22,-8,9,-18c1252,1083,1259,1076,1263,1075v14,-2,15,-4,18,-18c1282,1051,1288,1049,1290,1051xm1290,1051r,xm1362,1135v-6,20,-19,56,-26,71c1332,1209,1331,1207,1331,1203v1,-13,-9,-16,-11,-10c1325,1222,1316,1247,1310,1247v,-11,-2,-22,-3,-29c1302,1204,1295,1204,1307,1200v9,-3,14,-15,13,-21c1316,1162,1332,1176,1337,1163v3,-10,,-10,10,-13c1357,1147,1359,1137,1357,1125v9,-6,6,2,5,10xm1362,1135r,xm1252,1227v2,-1,13,-2,15,2c1269,1232,1269,1239,1267,1240v-3,3,-17,-10,-15,-13xm1252,1227r,xm666,422r-23,18c637,445,633,447,640,453v8,7,13,12,21,19l788,476r29,-29c810,438,801,429,786,421r-90,-3c728,406,755,387,777,363v2,-2,3,2,1,4c769,379,755,392,738,404v-2,1,-4,5,,7c739,412,742,412,745,412r54,-1c801,394,801,378,800,357v,-5,1,-9,-2,-10c796,347,793,347,791,346v6,-9,11,-18,15,-28l804,416r35,27l869,409,867,286,841,259r-32,25c803,262,781,253,757,253v-28,1,-46,12,-66,28c662,304,638,330,630,358v-10,35,7,58,36,64xm666,422r,xm786,372v-5,4,-9,8,-13,15c770,391,772,394,777,394r8,1c788,395,791,393,791,390v-1,-2,-1,-16,-1,-16c790,371,789,370,786,372xm786,372r,xm685,298v-23,22,-48,50,-46,82c641,395,647,404,660,409v12,4,28,,41,-4c705,404,711,400,708,396v-10,-10,-15,-22,-4,-30c716,357,737,364,734,384v13,-2,21,-21,23,-32c760,335,759,317,739,307v-10,-5,-19,-5,-27,4c719,316,723,329,719,334v-10,12,-39,4,-30,-19c699,291,737,288,756,308v13,13,16,30,12,46c780,344,789,331,794,312v4,-14,2,-26,-3,-36c782,263,765,261,749,263v-26,2,-46,19,-64,35xm685,298r,xm655,452v46,,91,,136,3c800,459,784,466,783,466v-39,-2,-77,-2,-115,-2c662,463,650,452,655,452xm655,452r,xm928,401c905,374,874,343,872,308v-1,-20,7,-41,32,-45c962,255,1020,320,1027,367v7,48,-27,83,-84,46c938,409,952,425,937,426r-48,-2c882,422,879,418,878,413r,-52c878,354,883,355,886,360v12,17,25,31,39,43c928,404,930,403,928,401xm928,401r,xm887,380r,16c888,400,890,402,894,401v6,-2,9,-7,5,-13l889,380v-1,-2,-2,-1,-2,xm887,380r,xm924,381c910,367,895,348,886,326v-16,-44,14,-68,59,-47c988,299,1035,356,1015,401v-10,21,-31,23,-53,9c971,403,986,388,976,369v-7,-13,-19,-8,-24,2c948,380,952,387,962,394v-3,5,-9,6,-15,3c921,382,930,328,956,327v-1,18,32,27,30,-1c986,316,979,310,969,310v-44,4,-51,46,-45,71xm924,381r,xm879,481v-9,-8,-14,-17,-23,-25c849,450,857,446,866,438v8,-8,10,-13,27,-11c926,429,963,432,997,432v9,,27,17,39,25c1041,460,1041,463,1037,466v-3,4,-18,14,-20,17c1068,506,1036,568,1006,603v-46,54,-127,62,-143,-1c852,613,848,618,838,629v-7,8,-11,5,-17,-2c815,617,808,610,803,604v-10,35,-42,50,-73,40c650,619,613,532,659,489v22,-19,56,-7,79,11c769,524,796,551,801,581v1,-1,2,-3,2,-7l800,505v-2,-4,-3,-4,-5,-2c795,512,795,521,795,530v,13,-5,14,-12,3c773,514,755,502,736,489v-9,-6,-1,-12,8,-11c759,479,772,480,783,479v20,,6,11,15,13c798,482,799,480,803,477v9,-7,15,-14,24,-21c833,451,833,452,836,456v3,4,24,29,24,30c861,500,862,570,863,590v,2,1,2,2,2c874,560,927,509,981,487v-30,,-71,-4,-102,-6xm879,481r,xm670,582v19,33,54,57,90,49c777,626,790,615,790,591v,-23,-17,-44,-29,-56c771,583,741,606,717,604v-26,-1,-34,-32,-19,-39c708,561,723,572,722,591v1,1,7,-1,9,-3c764,566,748,501,722,521v14,41,-35,41,-25,7c701,516,713,506,725,504v-22,-15,-47,-20,-63,2c647,527,654,557,670,582xm670,582r,xm779,495v4,-1,7,,7,8c786,506,786,519,780,510v-2,-3,-7,-5,-8,-8c769,498,776,496,779,495xm779,495r,xm839,476v-2,,-3,1,-4,4l838,602v,6,1,6,5,1c846,601,849,598,850,593l849,489v-2,-6,-5,-10,-10,-13xm839,476r,xm876,449r135,5c1013,452,1013,451,1011,450v-3,-3,-9,-8,-13,-8l882,438v-4,,-8,4,-9,8c872,447,873,448,876,449xm876,449r,xm869,497v,7,,28,,42c869,551,871,560,885,545v16,-18,32,-34,51,-48c940,492,939,490,932,489v-18,,-33,-1,-49,-3c873,485,868,487,869,497xm869,497r,xm907,509v3,-3,7,-7,8,-7c916,501,914,499,913,498v-7,,-12,,-17,c892,498,889,501,890,502v1,2,7,5,11,8c904,511,905,510,907,509xm907,509r,xm903,556v-18,20,-27,31,-21,52c888,637,928,636,951,627v43,-19,100,-90,73,-124c1009,485,976,501,960,512v21,4,17,32,-1,39c939,557,937,538,946,526v-18,6,-31,23,-32,48c914,605,937,611,947,603v-2,-8,-4,-17,9,-29c971,560,982,570,977,587v-6,20,-35,37,-56,27c912,609,908,601,905,595v-6,-14,-6,-25,-2,-39xm903,556r,xm1165,316r41,-26c1402,398,1531,557,1576,778r-54,-20c1489,559,1345,401,1165,316xm1165,316r,xm1127,341r27,-17c1333,408,1469,555,1513,755r-32,-13c1439,573,1305,414,1127,341xm1127,341r,xm1089,365r22,-14c1269,413,1412,543,1461,735r-24,-9c1392,577,1270,425,1089,365xm1089,365r,xm494,325l451,300c253,416,131,587,99,798r52,-22c176,587,294,426,494,325xm494,325r,xm531,347l506,332c341,406,201,562,162,772r31,-13c226,593,348,429,531,347xm531,347r,xm573,371l549,357c400,415,258,559,213,750r23,-10c278,581,394,432,573,371xm573,371r,xm380,828c503,737,604,701,708,742v94,38,156,53,257,-3c1089,671,1238,684,1315,812v25,41,14,-9,8,-24c1284,688,1218,654,1133,650v-48,-2,-93,15,-143,45c936,727,896,761,843,763v-60,1,-88,-16,-146,-53c566,628,490,719,370,822v-5,5,-1,13,10,6xm380,828r,xm204,853v,-1,-3,-2,-6,-2c196,851,193,852,193,855v13,63,30,121,62,180c283,1087,316,1093,331,1108r6,-1c344,1082,353,1075,359,1063v12,-24,2,-52,2,-89c359,926,361,875,363,849v1,-2,-1,-2,-3,-2c358,847,356,848,355,849v-2,20,-7,80,-2,158c353,1012,346,1014,347,1010v1,-15,1,-29,-2,-37c344,937,345,899,346,852v,-2,-2,-2,-4,-2c340,850,338,851,338,853v-2,26,-1,51,-2,75c336,931,329,932,329,928v,-25,,-49,1,-73c331,853,328,852,326,852v-2,1,-5,1,-5,4l320,897v,3,-3,1,-4,-3c313,886,314,865,314,855v,-2,-3,-2,-4,-2c307,853,305,853,305,856v1,14,,27,1,39c302,898,298,899,296,901v-4,-7,-10,-14,-17,-20l278,854v,-2,-4,-4,-6,-4c269,850,268,851,268,854r1,30c265,892,261,895,260,884v-1,-8,-3,-15,-3,-30c257,852,255,852,252,852v-3,,-6,1,-5,3l255,909v1,4,-4,6,-4,3c245,899,242,877,242,856v-1,-2,-3,-3,-5,-3c235,852,231,853,232,856v3,31,11,61,19,92c252,951,247,953,246,949v-9,-27,-16,-52,-21,-94c225,853,222,852,220,852v-2,,-4,1,-4,3c225,917,245,975,274,1030v10,19,-5,10,-8,5c232,975,215,917,204,853xm204,853r,xm307,908v4,3,5,16,5,22c311,936,310,945,301,951v-7,-10,-5,-38,6,-43xm307,908r,xm273,915v-2,-4,-3,-11,-1,-17c277,899,283,904,285,911v1,5,1,10,,15c277,923,274,919,273,915xm273,915r,xm286,959v-1,-6,-2,-11,-8,-18c271,935,265,932,259,932v,5,5,13,9,17c272,952,277,956,286,959xm286,959r,xm311,991v-4,-7,-6,-17,-4,-27c309,955,316,949,320,946v4,5,5,16,4,23c322,977,317,987,311,991xm311,991r,xm298,998v1,-6,-2,-14,-8,-20c285,972,277,965,269,966v-1,6,4,14,10,21c285,992,292,997,298,998xm298,998r,xm336,1012v3,-8,2,-18,-2,-23c329,991,323,996,320,1006v-4,9,-1,19,2,23c329,1025,332,1021,336,1012xm336,1012r,xm298,1016v-11,-12,-20,-16,-25,-16c272,1004,274,1014,284,1026v11,13,20,17,27,18c312,1036,309,1028,298,1016xm298,1016r,xm310,1060v-10,-9,-19,-11,-27,-10c283,1055,288,1066,297,1073v8,7,17,12,23,12c320,1076,319,1069,310,1060xm310,1060r,xm330,1051v-3,14,1,23,4,27c340,1075,348,1066,351,1052v3,-14,,-21,-4,-26c341,1030,333,1036,330,1051xm330,1051r,xm197,1122v-33,31,-5,42,17,36c227,1154,225,1164,227,1173v1,10,11,20,31,4c261,1174,263,1175,262,1179v-1,22,19,29,33,10c300,1183,306,1185,306,1195v1,8,11,13,19,13c333,1207,333,1210,332,1214v-15,24,-12,34,14,32c351,1245,351,1246,350,1250v-6,22,15,22,32,20c389,1269,394,1273,400,1286v6,11,14,6,16,c419,1268,437,1264,440,1247v1,-9,10,-12,13,-12c452,1241,448,1264,468,1261v10,8,20,10,30,6c507,1259,509,1251,502,1237v6,-14,-21,-36,-61,-11c436,1230,431,1231,429,1226v-4,-7,7,-13,13,-15c453,1208,461,1200,460,1190v-1,-12,-4,-11,7,-15c482,1168,486,1150,478,1141v-5,-5,-17,-3,-7,-7c479,1131,487,1119,482,1110v-6,-15,-28,-2,-10,-18c480,1085,478,1070,461,1070v-28,1,14,-28,-38,-42c409,1035,421,1046,408,1043v-12,-4,-22,5,-8,32c403,1079,402,1087,393,1084v-24,-9,-34,1,-18,20c379,1109,375,1110,370,1111v-7,1,-12,6,-14,12c348,1116,341,1114,332,1118v-11,-6,-17,-5,-24,-1c304,1119,303,1115,304,1112v4,-13,,-25,-20,-18c271,1099,264,1102,266,1093v4,-21,-14,-23,-27,-8c235,1088,234,1087,232,1085v-12,-14,-27,-13,-40,-3c189,1097,192,1108,197,1122xm197,1122r,xm206,1092v31,23,64,47,96,70c313,1155,323,1156,323,1144v-2,-34,-14,-3,-31,-13c288,1128,286,1119,291,1115v6,-6,2,-16,-11,-9c266,1115,251,1116,252,1097v1,-7,-2,-6,-5,-2c240,1104,234,1109,221,1093v-6,-8,-18,-10,-15,-1xm206,1092r,xm337,1142v1,25,-25,18,-18,31c325,1183,311,1195,329,1195v16,1,24,15,16,25c340,1226,331,1234,343,1234v11,,28,-1,22,15c360,1261,373,1259,383,1257v23,-6,-14,-24,-22,-31c352,1220,358,1213,367,1217v12,7,5,-4,3,-8c364,1199,351,1191,341,1179v-4,-3,-2,-11,8,-7c353,1174,353,1172,350,1167v-3,-9,-8,-18,-13,-25xm337,1142r,xm435,1069v,11,-12,122,-15,127c422,1199,432,1200,437,1200v19,-1,-4,-29,17,-34c464,1163,471,1151,458,1152v-20,1,-26,-32,1,-30c473,1123,471,1115,465,1115v-21,1,-21,-15,-9,-25c464,1083,458,1085,454,1084v-8,-1,-15,-5,-15,-12c438,1069,437,1068,435,1069xm435,1069r,xm354,1148v7,14,13,29,20,44c376,1193,377,1193,379,1193v5,-6,9,-6,11,1c387,1204,387,1213,388,1220v7,11,14,23,20,38c409,1262,412,1262,416,1259v6,-6,13,-15,2,-21c401,1230,426,1210,413,1216v-17,5,-27,-12,-13,-24c412,1182,393,1194,388,1181v-4,-11,-2,-9,-13,-11c365,1168,365,1155,365,1144v-9,-5,-14,-3,-11,4xm354,1148r,xm478,1237v3,-2,7,-4,6,-6c482,1230,475,1229,473,1231v-3,2,-5,7,-4,8c471,1241,476,1239,478,1237xm478,1237r,xm1238,1014v52,-8,90,-12,30,16c1224,1051,1164,1067,1106,1074v-29,32,-79,21,-150,32c963,1112,1043,1108,1088,1111v14,1,14,3,,8c1001,1149,726,1172,646,1131v-9,-5,-2,-8,7,-11c662,1116,674,1115,679,1108v-45,-10,-122,-28,-161,-55c504,1044,507,1038,528,1039v364,30,494,5,710,-25xm1238,1014r,xm705,1228v-35,-7,-89,-12,-119,-30c561,1183,540,1162,570,1167v113,21,224,22,342,12c1030,1169,1113,1151,1202,1133v17,-3,16,7,4,17c1180,1171,1141,1190,1037,1214v-1,11,-27,18,-62,23c979,1238,1009,1249,1030,1250v10,1,22,,19,8c1048,1261,1038,1265,1035,1266v-116,28,-346,13,-361,-5c666,1251,650,1254,668,1248v20,-7,35,-13,37,-20xm705,1228r,xm673,1294v142,16,261,4,381,-19c1070,1273,1074,1278,1068,1289v-18,13,-46,27,-73,35c1001,1331,1001,1337,999,1341v-11,31,-122,29,-210,21c756,1357,781,1342,781,1340v-36,-5,-64,-14,-72,-16c700,1322,675,1320,662,1301v-4,-7,-2,-8,11,-7xm673,1294r,xm648,1254v-61,14,-110,-2,-143,-35c500,1213,502,1210,513,1213v32,9,65,12,133,26c657,1242,660,1251,648,1254xm648,1254r,xm654,970r4,8c777,991,896,988,1019,975r5,-11c899,979,776,983,654,970xm654,970r,xm636,955r39,78c788,1042,897,1039,1007,1026r30,-72c881,974,739,976,636,955xm636,955r,xm662,986r4,7c781,1005,893,1002,1013,991r4,-10c896,996,781,998,662,986xm662,986r,xm669,1001r4,7c784,1019,893,1015,1007,1005r4,-8c895,1009,783,1010,669,1001xm669,1001r,xm677,1017r4,8c791,1035,897,1030,1002,1019r3,-7c897,1023,768,1027,677,1017xm677,1017r,xm233,1629c105,1629,,1510,,1394l,164c,6,164,,321,40v142,36,325,68,525,68c1056,108,1248,73,1392,34v117,-33,280,9,280,139l1672,1394v,116,-104,235,-233,235l233,1629xm233,1629r,xm783,154r59,-1c852,153,845,159,841,163v-21,16,-13,27,12,26l930,188v22,1,34,-9,7,-25c920,154,921,153,941,152r61,-5c1008,147,1009,149,1004,154v-25,28,-15,43,13,31c1025,182,1024,188,1022,192v-8,17,13,26,25,14c1053,201,1060,206,1056,214v-20,49,10,48,38,3c1154,227,1214,252,1275,287v2,32,15,40,42,30c1366,352,1409,387,1447,420v-16,21,-3,41,32,39c1518,506,1550,554,1571,605v-24,28,-22,45,13,52c1602,717,1615,777,1620,837v-25,9,-28,35,-4,44c1610,965,1600,1043,1582,1112v-36,18,-45,26,-31,62c1522,1218,1496,1251,1467,1283v-32,1,-48,13,-38,45c1425,1332,1421,1336,1417,1340v-3,2,,4,-3,8c1413,1351,1406,1357,1404,1358v-4,4,-8,2,-11,5c1338,1416,1280,1466,1215,1504v-28,-13,-51,-11,-54,20l1108,1540v-18,-14,-36,-11,-40,11c1010,1566,948,1581,887,1590v-12,-19,-36,-19,-46,1c751,1587,654,1569,569,1548v-9,-4,-2,-18,-6,-25c554,1512,539,1506,530,1529v-6,2,-12,,-19,-3c506,1513,499,1505,488,1508v-7,3,-12,7,-18,5c341,1446,227,1351,156,1223v9,-33,2,-40,-29,-42c112,1149,93,1114,83,1080v-5,-17,-6,-33,-9,-51l67,988c66,974,51,961,53,951v34,-34,9,-59,-3,-69c51,831,58,781,65,730v22,-9,34,-25,16,-46c118,591,158,507,213,435v35,5,47,-9,35,-34c262,379,272,377,277,380v18,12,37,-3,30,-17c299,349,301,343,318,345v14,,27,-6,30,-31c405,281,474,244,541,215v7,-2,12,-2,19,3c583,234,594,231,588,208v-2,-8,10,-12,19,-7c649,226,650,172,634,157v-8,-8,-1,-9,6,-8c659,149,680,149,700,149v5,,6,1,2,6c692,172,689,183,712,182r53,-2c778,179,790,173,779,162v-2,-4,-6,-8,4,-8xe" fillcolor="#003763" stroked="f" strokecolor="#3465a4">
                  <v:path o:connecttype="custom" o:connectlocs="1325,942;1355,919;1424,870;1428,1007;1392,878;1386,968;1360,984;1362,1012;1368,1195;1237,1143;1423,1061;1407,1076;1344,1206;1241,1094;1306,1152;633,443;797,311;769,385;731,300;661,453;918,392;952,401;986,422;786,492;870,470;663,569;830,465;926,486;893,543;893,543;1077,357;501,324;955,722;327,1083;326,836;257,864;263,1012;270,894;308,969;295,993;330,1054;342,1218;473,1115;281,1069;244,1070;337,1152;434,1048;371,1143;946,1081;1189,1107;984,1294;641,1226;655,964;674,1002;230,1592;1045,209;1399,1317;154,1195;535,210" o:connectangles="0,0,0,0,0,0,0,0,0,0,0,0,0,0,0,0,0,0,0,0,0,0,0,0,0,0,0,0,0,0,0,0,0,0,0,0,0,0,0,0,0,0,0,0,0,0,0,0,0,0,0,0,0,0,0,0,0,0,0"/>
                </v:shape>
                <v:shape id="AutoShape 20" o:spid="_x0000_s1030" style="position:absolute;left:4396;top:1279;width:935;height:282;visibility:visible;mso-wrap-style:none;v-text-anchor:middle" coordsize="95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PTe8QA&#10;AADaAAAADwAAAGRycy9kb3ducmV2LnhtbESPQWsCMRSE7wX/Q3hCb5rYQ61boxRLaasXtYX2+Ni8&#10;ZpduXpYkrqu/3hSEHoeZ+YaZL3vXiI5CrD1rmIwVCOLSm5qths+Pl9EDiJiQDTaeScOJIiwXg5s5&#10;FsYfeUfdPlmRIRwL1FCl1BZSxrIih3HsW+Ls/fjgMGUZrDQBjxnuGnmn1L10WHNeqLClVUXl7/7g&#10;NJT2tD58dcbOVP8d1Pl587593Wh9O+yfHkEk6tN/+Np+Mxqm8Hcl3wC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z03vEAAAA2gAAAA8AAAAAAAAAAAAAAAAAmAIAAGRycy9k&#10;b3ducmV2LnhtbFBLBQYAAAAABAAEAPUAAACJAwAAAAA=&#10;" path="m112,64r-8,-6l29,127r-1,1l28,127,1,107r-1,l1,106,94,16r1,-1l95,16r5,4c109,28,119,36,129,44v9,8,19,15,29,22l166,72r1,1l166,73r-57,29l108,102,89,82r-1,l89,81,112,64xm112,64r,xm901,95r-9,11c895,110,897,113,899,117v2,3,4,7,5,11l905,132r,1l901,136r-21,14l873,155r-1,l872,154r-3,-8c865,133,858,121,850,110,842,99,833,89,823,79r-5,-5l817,73r1,l824,69v9,-6,15,-13,18,-21c846,40,846,32,844,22r-1,-4l844,17r2,-2l862,4,868,r1,l870,r3,6c884,21,896,37,908,52v13,15,26,30,39,43l951,99r1,l951,100r-22,22l928,123r-1,-1l922,118v-3,-4,-7,-8,-10,-12c908,102,905,98,901,95xm901,95r,xm789,99v4,,8,1,11,1c804,102,807,103,810,104v1,1,2,3,4,4c815,109,816,111,817,112r30,57l848,170r-2,l821,185r-1,1l820,184,789,124v-1,-1,-5,-3,-9,-3c776,120,772,120,768,119r-3,2l801,195r-29,14l772,210r-1,-1l709,98r1,l748,89r1,l755,100r3,c760,98,761,94,761,89v1,-5,,-10,,-13l761,72r,-1l795,60r2,l797,61r,8c797,75,796,80,795,85v-1,5,-3,10,-6,14xm789,99r,xm642,224r15,-4l628,128r,-1l629,127r31,-8l661,119r,1l693,209r5,-1l670,118r-1,l670,118r30,-8l701,110r,1l739,220r-1,1l614,258r-1,l613,256,585,138r1,l615,131r1,l642,224xm642,224r,xm502,175r22,-16l522,145r,-1l555,134r1,-1l556,135r24,125l581,261r-2,l550,263r-1,l531,187r-24,16l509,268r,1l508,269r-36,2l471,271,463,151r,-1l464,150r31,l496,150r6,25xm502,175r,xm331,238v3,-12,6,-24,9,-35c342,191,344,178,346,166r1,-5l347,160r1,l354,160v9,1,20,,28,-3c391,154,397,149,402,141r2,-5l405,136r34,4l440,140r-1,1l433,249r14,2l447,252r,20l446,272r-15,l430,284r,1l389,298r-1,1l388,298r3,-31l341,262r-21,20l319,283r-1,-1l302,237r,-2l303,236r28,2xm331,238r,xm252,208r-13,-1c236,210,234,214,232,217v-1,4,-3,7,-5,10l225,232r,1l223,232,187,220r,-2l190,213v7,-11,14,-22,20,-34c217,168,222,156,226,144r2,-5l228,138r1,l235,140v14,2,25,4,35,1c279,139,287,133,295,122r3,-4l299,116r,1l331,130r,1l328,136v-20,33,-33,68,-45,103l282,241r-2,6l280,248r-1,-1l240,236r,-1l252,208xm252,208r,xm159,148r-30,39l128,187,97,171r-1,l96,170,160,85r2,-1c165,83,168,82,172,81v11,-3,26,-7,41,-7c227,74,240,77,245,86v,,,1,1,2c247,90,247,91,247,93v,2,1,4,,6c247,99,247,100,247,100v-2,15,-15,27,-32,36c198,144,178,149,162,148v-1,,-2,,-3,xm159,148r,xm883,73v-3,-3,-5,-5,-7,-8c874,62,872,59,870,57r-9,12c863,72,866,73,868,76v2,2,4,4,6,6l883,73xm883,73r,xm379,180v-1,10,-3,21,-4,31c373,221,371,232,369,242r23,2l399,175r-20,5xm379,180r,xm252,178r13,2l272,165r-16,2c256,169,255,171,254,172v-1,2,-1,4,-2,6xm252,178r,xm181,119v,,,,1,c183,119,184,119,184,119v3,-1,6,-2,8,-4c194,114,196,112,198,110v,-1,2,-4,3,-7c201,102,201,101,201,100v,,-1,,-1,c198,100,197,100,196,100r-15,19xe" fillcolor="#003763" stroked="f" strokecolor="#3465a4">
                  <v:path o:connecttype="custom" o:connectlocs="27,119;93,14;163,68;106,96;110,60;887,120;857,146;807,74;826,45;830,14;857,6;933,94;895,100;785,94;832,160;774,117;786,183;696,92;735,84;747,68;782,57;774,93;617,119;685,196;688,103;602,243;575,130;630,211;512,135;569,244;539,247;498,253;454,141;493,165;339,156;375,148;431,132;439,236;423,256;381,281;313,266;325,224;228,204;183,207;222,135;265,133;325,122;277,227;235,221;156,139;94,161;169,76;242,93;156,139;845,65;866,69;391,165;260,169;247,167;188,108;192,94" o:connectangles="0,0,0,0,0,0,0,0,0,0,0,0,0,0,0,0,0,0,0,0,0,0,0,0,0,0,0,0,0,0,0,0,0,0,0,0,0,0,0,0,0,0,0,0,0,0,0,0,0,0,0,0,0,0,0,0,0,0,0,0,0"/>
                </v:shape>
              </v:group>
              <v:group id="Group 21" o:spid="_x0000_s1031" style="position:absolute;left:4241;top:881;width:1264;height:670" coordorigin="4241,881" coordsize="1264,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AutoShape 22" o:spid="_x0000_s1032" style="position:absolute;left:4406;top:1289;width:913;height:262;visibility:visible;mso-wrap-style:none;v-text-anchor:middle" coordsize="932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IhF8UA&#10;AADaAAAADwAAAGRycy9kb3ducmV2LnhtbESPT2sCMRTE74LfITyhN038Q7GrUaQi7aHUVoXS22Pz&#10;3F26eVk2qZt+eyMIPQ4z8xtmuY62FhdqfeVYw3ikQBDnzlRcaDgdd8M5CB+QDdaOScMfeViv+r0l&#10;ZsZ1/EmXQyhEgrDPUEMZQpNJ6fOSLPqRa4iTd3atxZBkW0jTYpfgtpYTpR6lxYrTQokNPZeU/xx+&#10;rYbpRr1/vFRdVPv529c4bmdy/z3T+mEQNwsQgWL4D9/br0bDE9yupBs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iEXxQAAANoAAAAPAAAAAAAAAAAAAAAAAJgCAABkcnMv&#10;ZG93bnJldi54bWxQSwUGAAAAAAQABAD1AAAAigMAAAAA&#10;" path="m17,93l,81,84,v20,16,38,31,59,46l100,68,88,57,113,39,92,23,17,93xm17,116r,xm817,71c834,60,846,44,840,18v5,-4,11,-8,16,-11c884,47,910,77,931,97r-14,14c907,101,898,91,889,81r-17,22c878,112,882,120,886,128v-7,5,-14,9,-21,14c856,117,841,93,817,71xm817,71r,xm881,71c873,62,866,52,859,42l841,67v8,8,15,15,21,23l881,71xm881,71r,xm763,198l708,100r25,-6l740,105r10,c755,101,759,92,758,73r20,-6c778,80,775,92,765,102v24,2,29,2,34,11l826,165r-14,8l784,118v-3,-5,-13,-6,-28,-8l744,115r36,74l763,198xm763,198r,xm608,247l583,140r17,-4l626,229r29,-7l626,130r19,-5l677,215r20,-6l668,120r17,-4l719,213,608,247xm608,247r,xm467,262l460,154r19,l487,184r34,-24l519,146r20,-6l560,252r-16,1l525,172r-36,25l490,260r-23,2xm467,262r,xm325,243v8,-26,14,-53,17,-79c369,165,388,159,397,141r23,2l414,252r15,3l428,263r-15,-1l412,277r-27,9l388,259r-61,-6l311,268,301,241r24,2xm325,243r,xm360,172r35,-8l388,249r-40,-4c354,221,358,197,360,172xm360,172r,xm290,123v-17,26,-37,27,-68,20c214,168,199,193,186,214r24,8c214,213,219,205,223,197r28,2l238,229r26,8c277,201,290,164,310,131r-20,-8xm290,123r,xm231,180v3,-7,6,-14,9,-21l273,154r-15,30l231,180xm231,180r,xm155,87l96,166r19,10l145,138v33,7,93,-22,83,-50c221,71,169,81,155,87xm155,87r,xm159,120l180,92v16,-4,23,4,13,19c185,123,166,127,159,120xe" stroked="f" strokecolor="#3465a4">
                  <v:path o:connecttype="custom" o:connectlocs="82,0;86,52;17,85;800,65;912,89;854,94;800,65;863,65;844,82;863,65;718,86;743,67;783,103;768,108;764,173;747,181;588,124;613,119;683,191;704,194;596,225;469,141;508,133;533,231;480,237;457,239;389,129;420,233;404,253;320,231;318,222;353,157;341,224;353,157;182,195;246,182;304,120;284,112;267,141;226,164;94,152;223,80;152,79;189,101" o:connectangles="0,0,0,0,0,0,0,0,0,0,0,0,0,0,0,0,0,0,0,0,0,0,0,0,0,0,0,0,0,0,0,0,0,0,0,0,0,0,0,0,0,0,0,0"/>
                </v:shape>
                <v:shape id="Freeform 23" o:spid="_x0000_s1033" style="position:absolute;left:5424;top:911;width:0;height:22;visibility:visible;mso-wrap-style:none;v-text-anchor:middle" coordsize="21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I5q8QA&#10;AADbAAAADwAAAGRycy9kb3ducmV2LnhtbESPT2vDMAzF74N9B6PBLmN1ukIpad0SBqM7dIf+2V3E&#10;ahIWy8F20rSffjoUepN4T+/9tNqMrlUDhdh4NjCdZKCIS28brgycjl/vC1AxIVtsPZOBK0XYrJ+f&#10;Vphbf+E9DYdUKQnhmKOBOqUu1zqWNTmME98Ri3b2wWGSNVTaBrxIuGv1R5bNtcOGpaHGjj5rKv8O&#10;vTNQZMX0Oth+9/N7C7Ntv0U6vc2NeX0ZiyWoRGN6mO/X31bwhV5+kQH0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yOavEAAAA2wAAAA8AAAAAAAAAAAAAAAAAmAIAAGRycy9k&#10;b3ducmV2LnhtbFBLBQYAAAAABAAEAPUAAACJAwAAAAA=&#10;" path="m17,18c14,10,9,2,3,,,5,1,16,3,22v2,5,5,11,14,17c20,34,20,25,17,18e" stroked="f" strokecolor="#3465a4">
                  <v:path o:connecttype="custom" o:connectlocs="1,10;0,0;0,12;1,21;1,10" o:connectangles="0,0,0,0,0"/>
                </v:shape>
                <v:shape id="Freeform 24" o:spid="_x0000_s1034" style="position:absolute;left:5452;top:912;width:10;height:24;visibility:visible;mso-wrap-style:none;v-text-anchor:middle" coordsize="30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LJ0cIA&#10;AADbAAAADwAAAGRycy9kb3ducmV2LnhtbERPTWvCQBC9F/wPywi91U0spBKzCUUs9FLE1YO9TbNj&#10;EpqdDdmtxn/vFgq9zeN9TlFNthcXGn3nWEG6SEAQ18503Cg4Ht6eViB8QDbYOyYFN/JQlbOHAnPj&#10;rryniw6NiCHsc1TQhjDkUvq6JYt+4QbiyJ3daDFEODbSjHiN4baXyyTJpMWOY0OLA21aqr/1j1Ww&#10;v33sVsstZ891punU6xctP7+UepxPr2sQgabwL/5zv5s4P4XfX+IB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gsnRwgAAANsAAAAPAAAAAAAAAAAAAAAAAJgCAABkcnMvZG93&#10;bnJldi54bWxQSwUGAAAAAAQABAD1AAAAhwMAAAAA&#10;" path="m8,16c3,24,,34,,41,9,38,16,32,22,24,28,16,29,5,28,,22,,13,8,8,16e" stroked="f" strokecolor="#3465a4">
                  <v:path o:connecttype="custom" o:connectlocs="3,9;0,23;7,14;9,0;3,9" o:connectangles="0,0,0,0,0"/>
                </v:shape>
                <v:shape id="Freeform 25" o:spid="_x0000_s1035" style="position:absolute;left:5451;top:951;width:11;height:17;visibility:visible;mso-wrap-style:none;v-text-anchor:middle" coordsize="32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7XHMIA&#10;AADbAAAADwAAAGRycy9kb3ducmV2LnhtbERPS2sCMRC+C/6HMIIX0axSyrIaRXzQiqfaitfpZrq7&#10;uJmETdStv94Ihd7m43vObNGaWlyp8ZVlBeNRAoI4t7riQsHX53aYgvABWWNtmRT8kofFvNuZYabt&#10;jT/oegiFiCHsM1RQhuAyKX1ekkE/so44cj+2MRgibAqpG7zFcFPLSZK8SoMVx4YSHa1Kys+Hi1GQ&#10;rumt4v23PK72buM2u/vL4LRWqt9rl1MQgdrwL/5zv+s4fwLPX+I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DtccwgAAANsAAAAPAAAAAAAAAAAAAAAAAJgCAABkcnMvZG93&#10;bnJldi54bWxQSwUGAAAAAAQABAD1AAAAhwMAAAAA&#10;" path="m30,c22,,14,7,9,14,3,20,,28,1,34,7,33,15,29,21,23,26,16,31,7,30,e" stroked="f" strokecolor="#3465a4">
                  <v:path o:connecttype="custom" o:connectlocs="10,0;3,7;0,17;7,11;10,0" o:connectangles="0,0,0,0,0"/>
                </v:shape>
                <v:shape id="Freeform 26" o:spid="_x0000_s1036" style="position:absolute;left:5418;top:951;width:2;height:23;visibility:visible;mso-wrap-style:none;v-text-anchor:middle" coordsize="22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FaNcAA&#10;AADbAAAADwAAAGRycy9kb3ducmV2LnhtbERP24rCMBB9F/yHMIJvmnphcbtGEUF0QQQvHzA006bY&#10;TEoTtfr1G0HYtzmc68yXra3EnRpfOlYwGiYgiDOnSy4UXM6bwQyED8gaK8ek4EkelotuZ46pdg8+&#10;0v0UChFD2KeowIRQp1L6zJBFP3Q1ceRy11gMETaF1A0+Yrit5DhJvqTFkmODwZrWhrLr6WYVVPuX&#10;Sw7b8vlt6skvT1f57XXIler32tUPiEBt+Bd/3Dsd50/g/Us8QC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FaNcAAAADbAAAADwAAAAAAAAAAAAAAAACYAgAAZHJzL2Rvd25y&#10;ZXYueG1sUEsFBgAAAAAEAAQA9QAAAIUDAAAAAA==&#10;" path="m17,16c13,9,8,3,2,,,9,2,16,4,23v3,5,11,14,16,17c21,32,21,23,17,16e" stroked="f" strokecolor="#3465a4">
                  <v:path o:connecttype="custom" o:connectlocs="2,9;0,0;0,13;2,22;2,9" o:connectangles="0,0,0,0,0"/>
                </v:shape>
                <v:shape id="Freeform 27" o:spid="_x0000_s1037" style="position:absolute;left:5406;top:984;width:4;height:28;visibility:visible;mso-wrap-style:none;v-text-anchor:middle" coordsize="2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r3LsIA&#10;AADbAAAADwAAAGRycy9kb3ducmV2LnhtbERPTWvCQBC9C/0PyxR6000lSEldpUSkBU9JPHicZqfZ&#10;1OxszG41+uu7hYK3ebzPWa5H24kzDb51rOB5loAgrp1uuVGwr7bTFxA+IGvsHJOCK3lYrx4mS8y0&#10;u3BB5zI0Ioawz1CBCaHPpPS1IYt+5nriyH25wWKIcGikHvASw20n50mykBZbjg0Ge8oN1cfyxyo4&#10;nJqNO+7M93vhPgtMi9sh50qpp8fx7RVEoDHcxf/uDx3np/D3Szx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WvcuwgAAANsAAAAPAAAAAAAAAAAAAAAAAJgCAABkcnMvZG93&#10;bnJldi54bWxQSwUGAAAAAAQABAD1AAAAhwMAAAAA&#10;" path="m20,20c16,11,11,4,3,,,8,3,18,5,24v2,6,7,15,16,21c23,39,24,28,20,20e" stroked="f" strokecolor="#3465a4">
                  <v:path o:connecttype="custom" o:connectlocs="3,12;0,0;1,15;3,27;3,12" o:connectangles="0,0,0,0,0"/>
                </v:shape>
                <v:shape id="Freeform 28" o:spid="_x0000_s1038" style="position:absolute;left:5438;top:989;width:16;height:30;visibility:visible;mso-wrap-style:none;v-text-anchor:middle" coordsize="3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My5sMA&#10;AADbAAAADwAAAGRycy9kb3ducmV2LnhtbERPS2vCQBC+F/wPywi91Y2lrRJdg0SkPfRSn9chOyYx&#10;2dk0u03Sf+8Khd7m43vOMhlMLTpqXWlZwXQSgSDOrC45V3DYb5/mIJxH1lhbJgW/5CBZjR6WGGvb&#10;8xd1O5+LEMIuRgWF900spcsKMugmtiEO3MW2Bn2AbS51i30IN7V8jqI3abDk0FBgQ2lBWbX7MQqu&#10;59PLMKs2n/Kiv4/7Kj2c9Xuk1ON4WC9AeBr8v/jP/aHD/Fe4/xIO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My5sMAAADbAAAADwAAAAAAAAAAAAAAAACYAgAAZHJzL2Rv&#10;d25yZXYueG1sUEsFBgAAAAAEAAQA9QAAAIgDAAAAAA==&#10;" path="m13,18c6,26,,40,1,47,8,45,15,41,25,28,34,15,36,4,35,,30,1,19,10,13,18e" stroked="f" strokecolor="#3465a4">
                  <v:path o:connecttype="custom" o:connectlocs="6,11;0,29;11,18;15,0;6,11" o:connectangles="0,0,0,0,0"/>
                </v:shape>
                <v:shape id="Freeform 29" o:spid="_x0000_s1039" style="position:absolute;left:5419;top:1041;width:27;height:19;visibility:visible;mso-wrap-style:none;v-text-anchor:middle" coordsize="46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GbrcEA&#10;AADbAAAADwAAAGRycy9kb3ducmV2LnhtbERPS2sCMRC+F/wPYQRvNWsRu26NIgVB6WnVQ4/DZvbR&#10;biZLEnXXX98IQm/z8T1ntelNK67kfGNZwWyagCAurG64UnA+7V5TED4ga2wtk4KBPGzWo5cVZtre&#10;OKfrMVQihrDPUEEdQpdJ6YuaDPqp7YgjV1pnMEToKqkd3mK4aeVbkiykwYZjQ40dfdZU/B4vRkEe&#10;7L3Er/J7OfzQwb0v5+mQ75WajPvtB4hAffgXP917Hecv4PFLPE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xm63BAAAA2wAAAA8AAAAAAAAAAAAAAAAAmAIAAGRycy9kb3du&#10;cmV2LnhtbFBLBQYAAAAABAAEAPUAAACGAwAAAAA=&#10;" path="m45,c36,,24,5,15,12,7,19,3,26,,36,7,37,22,34,32,26,41,17,45,5,45,e" stroked="f" strokecolor="#3465a4">
                  <v:path o:connecttype="custom" o:connectlocs="26,0;9,6;0,18;19,13;26,0" o:connectangles="0,0,0,0,0"/>
                </v:shape>
                <v:shape id="Freeform 30" o:spid="_x0000_s1040" style="position:absolute;left:5387;top:1010;width:8;height:46;visibility:visible;mso-wrap-style:none;v-text-anchor:middle" coordsize="3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Mg0sAA&#10;AADbAAAADwAAAGRycy9kb3ducmV2LnhtbERPTWvCQBC9F/wPywje6iYe2pK6BgkIXo0V2tuQHZPo&#10;7mzMbpP4712h0Ns83ues88kaMVDvW8cK0mUCgrhyuuVawddx9/oBwgdkjcYxKbiTh3wze1ljpt3I&#10;BxrKUIsYwj5DBU0IXSalrxqy6JeuI47c2fUWQ4R9LXWPYwy3Rq6S5E1abDk2NNhR0VB1LX+tgp/T&#10;RWrepfviO111x1tpruZwUmoxn7afIAJN4V/8597rOP8dnr/E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7Mg0sAAAADbAAAADwAAAAAAAAAAAAAAAACYAgAAZHJzL2Rvd25y&#10;ZXYueG1sUEsFBgAAAAAEAAQA9QAAAIUDAAAAAA==&#10;" path="m22,63c26,59,32,41,28,27,24,13,13,3,7,,4,6,,21,4,34,8,48,14,58,22,63e" stroked="f" strokecolor="#3465a4">
                  <v:path o:connecttype="custom" o:connectlocs="5,45;7,19;2,0;1,24;5,45" o:connectangles="0,0,0,0,0"/>
                </v:shape>
                <v:shape id="Freeform 31" o:spid="_x0000_s1041" style="position:absolute;left:4306;top:899;width:0;height:11;visibility:visible;mso-wrap-style:none;v-text-anchor:middle" coordsize="1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trBMMA&#10;AADbAAAADwAAAGRycy9kb3ducmV2LnhtbESPQWvCQBCF7wX/wzKCt7qxB2mjq4gYaKAXbaHXMTtm&#10;g9nZkF019td3DoK3Gd6b975Zrgffqiv1sQlsYDbNQBFXwTZcG/j5Ll7fQcWEbLENTAbuFGG9Gr0s&#10;Mbfhxnu6HlKtJIRjjgZcSl2udawceYzT0BGLdgq9xyRrX2vb403CfavfsmyuPTYsDQ472jqqzoeL&#10;N/AbOO0+/DHbF8Xlzu6v/CrL0pjJeNgsQCUa0tP8uP60gi+w8osM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2trBMMAAADbAAAADwAAAAAAAAAAAAAAAACYAgAAZHJzL2Rv&#10;d25yZXYueG1sUEsFBgAAAAAEAAQA9QAAAIgDAAAAAA==&#10;" path="m3,17v1,4,4,8,12,11c16,23,16,18,15,13,13,7,8,1,3,,,5,1,13,3,17e" stroked="f" strokecolor="#3465a4">
                  <v:path o:connecttype="custom" o:connectlocs="0,6;1,11;1,5;0,0;0,6" o:connectangles="0,0,0,0,0"/>
                </v:shape>
                <v:shape id="Freeform 32" o:spid="_x0000_s1042" style="position:absolute;left:4332;top:910;width:0;height:25;visibility:visible;mso-wrap-style:none;v-text-anchor:middle" coordsize="19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zVCsEA&#10;AADbAAAADwAAAGRycy9kb3ducmV2LnhtbERPTWvCQBC9F/wPywje6kYPYqOrlILoQQqaUvA2zY5J&#10;aHY2ZMeY+utdQehtHu9zluve1aqjNlSeDUzGCSji3NuKCwNf2eZ1DioIssXaMxn4owDr1eBlian1&#10;Vz5Qd5RCxRAOKRooRZpU65CX5DCMfUMcubNvHUqEbaFti9cY7mo9TZKZdlhxbCixoY+S8t/jxRnw&#10;39vT7Ee6c5ZV2u9veJkm8mnMaNi/L0AJ9fIvfrp3Ns5/g8cv8QC9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s1QrBAAAA2wAAAA8AAAAAAAAAAAAAAAAAmAIAAGRycy9kb3du&#10;cmV2LnhtbFBLBQYAAAAABAAEAPUAAACGAwAAAAA=&#10;" path="m13,c2,5,,32,7,42,16,36,17,27,18,22,18,15,17,2,13,e" stroked="f" strokecolor="#3465a4">
                  <v:path o:connecttype="custom" o:connectlocs="1,0;0,24;1,13;1,0" o:connectangles="0,0,0,0"/>
                </v:shape>
                <v:shape id="Freeform 33" o:spid="_x0000_s1043" style="position:absolute;left:4294;top:933;width:9;height:10;visibility:visible;mso-wrap-style:none;v-text-anchor:middle" coordsize="28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EAQMIA&#10;AADbAAAADwAAAGRycy9kb3ducmV2LnhtbERPy4rCMBTdD/gP4QruxlQXjlSj6ICim2GsD3B3ba5t&#10;tbnpNBmtf28WgsvDeY+njSnFjWpXWFbQ60YgiFOrC84U7LaLzyEI55E1lpZJwYMcTCetjzHG2t55&#10;Q7fEZyKEsItRQe59FUvp0pwMuq6tiAN3trVBH2CdSV3jPYSbUvajaCANFhwacqzoO6f0mvwbBeb3&#10;a3n8a35Ol/1jeU52h/kC1xulOu1mNgLhqfFv8cu90gr6YX34En6An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IQBAwgAAANsAAAAPAAAAAAAAAAAAAAAAAJgCAABkcnMvZG93&#10;bnJldi54bWxQSwUGAAAAAAQABAD1AAAAhwMAAAAA&#10;" path="m27,27c26,21,25,17,19,10,12,3,6,,,,,5,5,13,9,17v4,3,9,8,18,10e" stroked="f" strokecolor="#3465a4">
                  <v:path o:connecttype="custom" o:connectlocs="9,10;6,4;0,0;3,6;9,10" o:connectangles="0,0,0,0,0"/>
                </v:shape>
                <v:shape id="Freeform 34" o:spid="_x0000_s1044" style="position:absolute;left:4304;top:966;width:12;height:16;visibility:visible;mso-wrap-style:none;v-text-anchor:middle" coordsize="31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gCV8QA&#10;AADbAAAADwAAAGRycy9kb3ducmV2LnhtbESP3WoCMRSE74W+QziF3mnWLRTZGkUKhVIoWBXs5SE5&#10;7q5uTrZJ9qdv3wiCl8PMfMMs16NtRE8+1I4VzGcZCGLtTM2lgsP+fboAESKywcYxKfijAOvVw2SJ&#10;hXEDf1O/i6VIEA4FKqhibAspg67IYpi5ljh5J+ctxiR9KY3HIcFtI/Mse5EWa04LFbb0VpG+7Dqr&#10;wHb6ctz6zc/X9jPvn3+Hs+6yvVJPj+PmFUSkMd7Dt/aHUZDP4fol/QC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oAlfEAAAA2wAAAA8AAAAAAAAAAAAAAAAAmAIAAGRycy9k&#10;b3ducmV2LnhtbFBLBQYAAAAABAAEAPUAAACJAwAAAAA=&#10;" path="m21,13c16,6,8,,,,,7,4,16,10,21v6,6,13,11,20,12c30,27,28,19,21,13e" stroked="f" strokecolor="#3465a4">
                  <v:path o:connecttype="custom" o:connectlocs="8,6;0,0;4,10;12,16;8,6" o:connectangles="0,0,0,0,0"/>
                </v:shape>
                <v:shape id="Freeform 35" o:spid="_x0000_s1045" style="position:absolute;left:4341;top:947;width:1;height:28;visibility:visible;mso-wrap-style:none;v-text-anchor:middle" coordsize="22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Sf+sIA&#10;AADbAAAADwAAAGRycy9kb3ducmV2LnhtbESPQYvCMBSE78L+h/AW9iJragWRalpkRRHBg3Xp+dE8&#10;22LzUpqsdv+9EQSPw8w3w6yywbTiRr1rLCuYTiIQxKXVDVcKfs/b7wUI55E1tpZJwT85yNKP0QoT&#10;be98olvuKxFK2CWooPa+S6R0ZU0G3cR2xMG72N6gD7KvpO7xHspNK+MomkuDDYeFGjv6qam85n9G&#10;wWw7ntrisCs3+aalwB6LndZKfX0O6yUIT4N/h1/0XiuIY3h+CT9Ap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NJ/6wgAAANsAAAAPAAAAAAAAAAAAAAAAAJgCAABkcnMvZG93&#10;bnJldi54bWxQSwUGAAAAAAQABAD1AAAAhwMAAAAA&#10;" path="m2,19c,28,2,38,6,45,13,41,17,31,19,24,21,16,20,6,16,,11,3,4,10,2,19e" stroked="f" strokecolor="#3465a4">
                  <v:path o:connecttype="custom" o:connectlocs="0,12;0,27;1,15;1,0;0,12" o:connectangles="0,0,0,0,0"/>
                </v:shape>
                <v:shape id="Freeform 36" o:spid="_x0000_s1046" style="position:absolute;left:4353;top:990;width:2;height:24;visibility:visible;mso-wrap-style:none;v-text-anchor:middle" coordsize="2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0IMsYA&#10;AADbAAAADwAAAGRycy9kb3ducmV2LnhtbESPQUvDQBSE74L/YXmF3tpNUxSJ3RYRbZUeilWE3h7Z&#10;l2ww+zZkX9vor3eFgsdhZr5hFqvBt+pEfWwCG5hNM1DEZbAN1wY+3p8nd6CiIFtsA5OBb4qwWl5f&#10;LbCw4cxvdNpLrRKEY4EGnEhXaB1LRx7jNHTEyatC71GS7GttezwnuG91nmW32mPDacFhR4+Oyq/9&#10;0Rs4bLfVU9Wsb8KPl3x3eP2UjVsbMx4ND/eghAb5D1/aL9ZAPoe/L+kH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0IMsYAAADbAAAADwAAAAAAAAAAAAAAAACYAgAAZHJz&#10;L2Rvd25yZXYueG1sUEsFBgAAAAAEAAQA9QAAAIsDAAAAAA==&#10;" path="m18,c13,2,8,7,4,17,,26,3,36,6,41,13,36,16,33,20,24,23,15,22,6,18,e" stroked="f" strokecolor="#3465a4">
                  <v:path o:connecttype="custom" o:connectlocs="2,0;0,10;1,23;2,14;2,0" o:connectangles="0,0,0,0,0"/>
                </v:shape>
                <v:shape id="Freeform 37" o:spid="_x0000_s1047" style="position:absolute;left:4308;top:1001;width:20;height:27;visibility:visible;mso-wrap-style:none;v-text-anchor:middle" coordsize="41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R/7cMA&#10;AADbAAAADwAAAGRycy9kb3ducmV2LnhtbESPT2sCMRTE74LfITyhN020UnQ1ioq2vfkfPD42z93F&#10;zcuyibr99k2h4HGYmd8w03ljS/Gg2heONfR7CgRx6kzBmYbTcdMdgfAB2WDpmDT8kIf5rN2aYmLc&#10;k/f0OIRMRAj7BDXkIVSJlD7NyaLvuYo4eldXWwxR1pk0NT4j3JZyoNSHtFhwXMixolVO6e1wtxrG&#10;W/W+G54/i6/lcUUqpdvysltr/dZpFhMQgZrwCv+3v42GwRD+vsQf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R/7cMAAADbAAAADwAAAAAAAAAAAAAAAACYAgAAZHJzL2Rv&#10;d25yZXYueG1sUEsFBgAAAAAEAAQA9QAAAIgDAAAAAA==&#10;" path="m39,44c40,37,37,29,26,16,16,4,6,,1,,,4,2,15,12,27,23,39,33,43,39,44e" stroked="f" strokecolor="#3465a4">
                  <v:path o:connecttype="custom" o:connectlocs="19,26;13,10;0,0;6,16;19,26" o:connectangles="0,0,0,0,0"/>
                </v:shape>
                <v:shape id="Freeform 38" o:spid="_x0000_s1048" style="position:absolute;left:4318;top:1051;width:20;height:18;visibility:visible;mso-wrap-style:none;v-text-anchor:middle" coordsize="39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3VA8MA&#10;AADbAAAADwAAAGRycy9kb3ducmV2LnhtbESPQWsCMRSE7wX/Q3hCbzWrYpHVKCrUFnrqKurxsXlu&#10;FjcvyyZ103/fFAoeh5n5hlmuo23EnTpfO1YwHmUgiEuna64UHA9vL3MQPiBrbByTgh/ysF4NnpaY&#10;a9fzF92LUIkEYZ+jAhNCm0vpS0MW/ci1xMm7us5iSLKrpO6wT3DbyEmWvUqLNacFgy3tDJW34tsq&#10;OM/iaUyf20LiMRp72E/76vKu1PMwbhYgAsXwCP+3P7SCyQz+vq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/3VA8MAAADbAAAADwAAAAAAAAAAAAAAAACYAgAAZHJzL2Rv&#10;d25yZXYueG1sUEsFBgAAAAAEAAQA9QAAAIgDAAAAAA==&#10;" path="m27,10c18,1,8,,1,,,5,6,17,14,24v8,6,17,11,24,11c37,26,36,19,27,10e" stroked="f" strokecolor="#3465a4">
                  <v:path o:connecttype="custom" o:connectlocs="14,5;1,0;7,12;19,18;14,5" o:connectangles="0,0,0,0,0"/>
                </v:shape>
                <v:shape id="Freeform 39" o:spid="_x0000_s1049" style="position:absolute;left:4364;top:1027;width:5;height:35;visibility:visible;mso-wrap-style:none;v-text-anchor:middle" coordsize="27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cpL0A&#10;AADbAAAADwAAAGRycy9kb3ducmV2LnhtbESPwQrCMBBE74L/EFbwpqkKotUoIgje1Cqel2Zti82m&#10;NtHWvzeC4HGYmTfMct2aUryodoVlBaNhBII4tbrgTMHlvBvMQDiPrLG0TAre5GC96naWGGvb8Ile&#10;ic9EgLCLUUHufRVL6dKcDLqhrYiDd7O1QR9knUldYxPgppTjKJpKgwWHhRwr2uaU3pOnUWC3cobX&#10;Zs/XSVMkxwOayWNulOr32s0ChKfW/8O/9l4rGE/h+yX8A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pKcpL0AAADbAAAADwAAAAAAAAAAAAAAAACYAgAAZHJzL2Rvd25yZXYu&#10;eG1sUEsFBgAAAAAEAAQA9QAAAIIDAAAAAA==&#10;" path="m2,25c,39,3,49,6,52,12,50,21,40,23,26,26,12,23,6,19,,13,3,5,11,2,25e" stroked="f" strokecolor="#3465a4">
                  <v:path o:connecttype="custom" o:connectlocs="0,17;1,34;4,17;4,0;0,17" o:connectangles="0,0,0,0,0"/>
                </v:shape>
                <v:shape id="Freeform 40" o:spid="_x0000_s1050" style="position:absolute;left:5442;top:881;width:1;height:19;visibility:visible;mso-wrap-style:none;v-text-anchor:middle" coordsize="20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UQs8cA&#10;AADbAAAADwAAAGRycy9kb3ducmV2LnhtbESPT2sCMRTE74V+h/AKvdWsW2x1axTRChZP9Q/i7XXz&#10;zC5uXtZN1G0/vSkUehxm5jfMcNzaSlyo8aVjBd1OAoI4d7pko2Cznj/1QfiArLFyTAq+ycN4dH83&#10;xEy7K3/SZRWMiBD2GSooQqgzKX1ekEXfcTVx9A6usRiibIzUDV4j3FYyTZIXabHkuFBgTdOC8uPq&#10;bBWY3df+I3l/Xp4G213PHBc/6WC2VurxoZ28gQjUhv/wX3uhFaSv8Psl/gA5u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VELPHAAAA2wAAAA8AAAAAAAAAAAAAAAAAmAIAAGRy&#10;cy9kb3ducmV2LnhtbFBLBQYAAAAABAAEAPUAAACMAwAAAAA=&#10;" path="m,18v1,6,3,14,12,18c15,31,19,25,19,17,18,10,13,3,8,,2,3,,11,,18e" stroked="f" strokecolor="#3465a4">
                  <v:path o:connecttype="custom" o:connectlocs="0,9;1,18;1,9;0,0;0,9" o:connectangles="0,0,0,0,0"/>
                </v:shape>
                <v:shape id="Freeform 41" o:spid="_x0000_s1051" style="position:absolute;left:4241;top:1088;width:99;height:58;visibility:visible;mso-wrap-style:none;v-text-anchor:middle" coordsize="120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GFPsAA&#10;AADbAAAADwAAAGRycy9kb3ducmV2LnhtbERPTWsCMRC9C/0PYQpeRBO1FNkaRZRF8VDottDrsJkm&#10;SzeTZRN1+++bg+Dx8b7X28G34kp9bAJrmM8UCOI6mIathq/PcroCEROywTYwafijCNvN02iNhQk3&#10;/qBrlazIIRwL1OBS6gopY+3IY5yFjjhzP6H3mDLsrTQ93nK4b+VCqVfpseHc4LCjvaP6t7p4De9K&#10;uRd7Pk6+LS/PZYVlOMxbrcfPw+4NRKIhPcR398loWOSx+Uv+AXLz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KGFPsAAAADbAAAADwAAAAAAAAAAAAAAAACYAgAAZHJzL2Rvd25y&#10;ZXYueG1sUEsFBgAAAAAEAAQA9QAAAIUDAAAAAA==&#10;" path="m89,46c85,44,83,35,88,31,94,25,91,14,77,21,63,31,47,32,49,13,50,6,47,6,44,11,37,21,30,25,18,9,12,1,,,3,8,34,31,67,55,99,78v11,-6,20,-6,20,-18c118,26,106,57,89,46e" stroked="f" strokecolor="#3465a4">
                  <v:path o:connecttype="custom" o:connectlocs="73,34;73,23;64,15;40,10;36,8;15,7;2,6;82,57;98,44;73,34" o:connectangles="0,0,0,0,0,0,0,0,0,0"/>
                </v:shape>
                <v:shape id="Freeform 42" o:spid="_x0000_s1052" style="position:absolute;left:4455;top:1070;width:32;height:114;visibility:visible;mso-wrap-style:none;v-text-anchor:middle" coordsize="55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IW1sUA&#10;AADbAAAADwAAAGRycy9kb3ducmV2LnhtbESPT2vCQBTE74LfYXlCb7rRg7Spm1CV0n+iVL14e2Rf&#10;k+ju25Ddavz2bqHgcZiZ3zCzvLNGnKn1tWMF41ECgrhwuuZSwX73OnwE4QOyRuOYFFzJQ571ezNM&#10;tbvwN523oRQRwj5FBVUITSqlLyqy6EeuIY7ej2sthijbUuoWLxFujZwkyVRarDkuVNjQoqLitP21&#10;CjbGHGn5tTytjp/r8dvH/DBt/EGph0H38gwiUBfu4f/2u1YweYK/L/EH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hbWxQAAANsAAAAPAAAAAAAAAAAAAAAAAJgCAABkcnMv&#10;ZG93bnJldi54bWxQSwUGAAAAAAQABAD1AAAAigMAAAAA&#10;" path="m15,1c15,12,3,123,,128v2,3,13,4,17,4c37,131,13,104,34,98,45,95,51,83,38,84,18,85,12,52,39,54v15,2,13,-7,6,-7c24,49,24,32,36,22v8,-6,2,-5,-2,-6c26,15,20,11,19,4,19,1,17,,15,1e" stroked="f" strokecolor="#3465a4">
                  <v:path o:connecttype="custom" o:connectlocs="9,1;0,110;10,113;20,84;22,72;23,46;26,40;21,19;20,14;11,3;9,1" o:connectangles="0,0,0,0,0,0,0,0,0,0,0"/>
                </v:shape>
                <v:shape id="Freeform 43" o:spid="_x0000_s1053" style="position:absolute;left:4353;top:1144;width:55;height:99;visibility:visible;mso-wrap-style:none;v-text-anchor:middle" coordsize="97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5WlMAA&#10;AADbAAAADwAAAGRycy9kb3ducmV2LnhtbERPu27CMBTdkfgH61ZiAydF4pFiEGlVxEpggO0S3yZR&#10;4+sodpP07/GAxHh03pvdYGrRUesqywriWQSCOLe64kLB5fw9XYFwHlljbZkU/JOD3XY82mCibc8n&#10;6jJfiBDCLkEFpfdNIqXLSzLoZrYhDtyPbQ36ANtC6hb7EG5q+R5FC2mw4tBQYkOfJeW/2Z9RcI6X&#10;8m7Ta7e+dX2cfqXZQWaVUpO3Yf8BwtPgX+Kn+6gVzMP68CX8AL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Z5WlMAAAADbAAAADwAAAAAAAAAAAAAAAACYAgAAZHJzL2Rvd25y&#10;ZXYueG1sUEsFBgAAAAAEAAQA9QAAAIUDAAAAAA==&#10;" path="m60,67c54,56,41,48,30,37,26,33,28,25,38,29v3,2,4,1,1,-5c36,15,31,6,26,,27,24,1,17,8,30,13,40,,52,18,53v16,,24,14,16,24c29,84,20,91,32,91v11,,28,-1,22,15c49,118,62,116,72,114,96,109,58,90,50,84,41,77,48,71,56,74v12,7,5,-4,4,-7e" stroked="f" strokecolor="#3465a4">
                  <v:path o:connecttype="custom" o:connectlocs="34,56;17,31;22,24;22,20;15,0;5,25;10,44;19,64;18,76;31,88;41,95;28,70;32,62;34,56" o:connectangles="0,0,0,0,0,0,0,0,0,0,0,0,0,0"/>
                </v:shape>
                <v:shape id="Freeform 44" o:spid="_x0000_s1054" style="position:absolute;left:4388;top:1142;width:53;height:103;visibility:visible;mso-wrap-style:none;v-text-anchor:middle" coordsize="78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R88QA&#10;AADbAAAADwAAAGRycy9kb3ducmV2LnhtbESPUWvCQBCE34X+h2MLfdOLFouNnlKlgkUf1PoDltw2&#10;Ceb2Qm6rib++JxR8HGbmG2a2aF2lLtSE0rOB4SABRZx5W3Ju4PS97k9ABUG2WHkmAx0FWMyfejNM&#10;rb/ygS5HyVWEcEjRQCFSp1qHrCCHYeBr4uj9+MahRNnk2jZ4jXBX6VGSvGmHJceFAmtaFZSdj7/O&#10;wFr2X12ZuI18rvg83na72/J9Z8zLc/sxBSXUyiP8395YA69DuH+JP0D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bkfPEAAAA2wAAAA8AAAAAAAAAAAAAAAAAmAIAAGRycy9k&#10;b3ducmV2LnhtbFBLBQYAAAAABAAEAPUAAACJAwAAAAA=&#10;" path="m39,55c36,65,35,74,36,81v8,11,15,24,20,38c58,122,60,123,64,121v7,-7,13,-15,2,-21c50,90,75,71,61,76,44,82,34,66,48,54,61,42,41,55,36,42,32,31,34,33,24,32,13,29,13,16,14,5,4,,,1,2,9l23,53v1,1,3,2,4,1c32,47,36,47,39,55e" stroked="f" strokecolor="#3465a4">
                  <v:path o:connecttype="custom" o:connectlocs="27,46;24,67;38,99;43,101;45,83;41,63;33,45;24,35;16,27;10,4;1,7;16,44;18,45;27,46" o:connectangles="0,0,0,0,0,0,0,0,0,0,0,0,0,0"/>
                </v:shape>
                <v:shape id="Freeform 45" o:spid="_x0000_s1055" style="position:absolute;left:4504;top:1230;width:0;height:0;visibility:visible;mso-wrap-style:none;v-text-anchor:middle" coordsize="17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XQFsUA&#10;AADbAAAADwAAAGRycy9kb3ducmV2LnhtbESPQWvCQBSE7wX/w/KE3upGC6KpGxFpoS1UUVvq8ZF9&#10;yQazb0N2jem/7wqCx2FmvmEWy97WoqPWV44VjEcJCOLc6YpLBd+Ht6cZCB+QNdaOScEfeVhmg4cF&#10;ptpdeEfdPpQiQtinqMCE0KRS+tyQRT9yDXH0CtdaDFG2pdQtXiLc1nKSJFNpseK4YLChtaH8tD9b&#10;Bbv81Ezl9vjaufOH+Z3/zDefxZdSj8N+9QIiUB/u4Vv7XSt4nsD1S/wBM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dAWxQAAANsAAAAPAAAAAAAAAAAAAAAAAJgCAABkcnMv&#10;ZG93bnJldi54bWxQSwUGAAAAAAQABAD1AAAAigMAAAAA&#10;" path="m4,1c2,3,,9,1,10,2,12,7,9,10,8,12,5,16,3,15,2,14,,7,,4,1e" stroked="f" strokecolor="#3465a4">
                  <v:path o:connecttype="custom" o:connectlocs="0,0;0,1;1,1;1,0;0,0" o:connectangles="0,0,0,0,0"/>
                </v:shape>
                <v:shape id="Freeform 46" o:spid="_x0000_s1056" style="position:absolute;left:5426;top:1070;width:78;height:73;visibility:visible;mso-wrap-style:none;v-text-anchor:middle" coordsize="101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LxV8IA&#10;AADbAAAADwAAAGRycy9kb3ducmV2LnhtbESPQWvCQBSE7wX/w/KE3urGBKxEVxFpwVNBK+jxmX0m&#10;0ezbkF3X+O9dodDjMDPfMPNlbxoRqHO1ZQXjUQKCuLC65lLB/vf7YwrCeWSNjWVS8CAHy8XgbY65&#10;tnfeUtj5UkQIuxwVVN63uZSuqMigG9mWOHpn2xn0UXal1B3eI9w0Mk2SiTRYc1yosKV1RcV1dzMK&#10;wnH8dcE0BD70l0lq7Amzn0+l3of9agbCU+//w3/tjVaQZfD6En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vFXwgAAANsAAAAPAAAAAAAAAAAAAAAAAJgCAABkcnMvZG93&#10;bnJldi54bWxQSwUGAAAAAAQABAD1AAAAhwMAAAAA&#10;" path="m36,34c38,44,30,54,18,50,12,48,12,43,11,40,10,35,6,36,6,39,4,44,11,51,5,62,9,74,,87,6,92,35,67,70,41,100,16,92,10,89,18,83,15,77,12,82,8,80,4,77,,70,2,72,9,78,31,58,47,47,30,41,21,33,27,36,34e" stroked="f" strokecolor="#3465a4">
                  <v:path o:connecttype="custom" o:connectlocs="28,27;14,39;8,31;5,31;4,49;5,72;77,13;64,12;62,3;56,7;36,24;28,27" o:connectangles="0,0,0,0,0,0,0,0,0,0,0,0"/>
                </v:shape>
                <v:shape id="Freeform 47" o:spid="_x0000_s1057" style="position:absolute;left:5360;top:1139;width:46;height:98;visibility:visible;mso-wrap-style:none;v-text-anchor:middle" coordsize="73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p+8cUA&#10;AADbAAAADwAAAGRycy9kb3ducmV2LnhtbESPQWvCQBSE74X+h+UVems2altK6iqihupBpCpCb4/s&#10;MxvMvg3ZbYz/3hUKPQ4z8w0znva2Fh21vnKsYJCkIIgLpysuFRz2+csHCB+QNdaOScGVPEwnjw9j&#10;zLS78Dd1u1CKCGGfoQITQpNJ6QtDFn3iGuLonVxrMUTZllK3eIlwW8thmr5LixXHBYMNzQ0V592v&#10;VfCTbzfLY77cmq9rf5CLxZpH3ZtSz0/97BNEoD78h//aK61g9Ar3L/EH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an7xxQAAANsAAAAPAAAAAAAAAAAAAAAAAJgCAABkcnMv&#10;ZG93bnJldi54bWxQSwUGAAAAAAQABAD1AAAAigMAAAAA&#10;" path="m63,64c45,59,71,42,62,36,54,31,59,16,63,6,66,,54,1,53,1,50,8,41,30,47,29v8,-2,10,5,6,6c34,41,,117,7,116v8,-2,14,-3,17,-2c47,120,30,106,41,97v4,-3,9,,13,c57,97,57,95,55,93,46,83,55,73,64,73v7,-1,8,-6,-1,-9e" stroked="f" strokecolor="#3465a4">
                  <v:path o:connecttype="custom" o:connectlocs="40,52;39,29;40,5;33,1;30,23;33,28;4,94;15,92;26,79;34,79;35,75;40,59;40,52" o:connectangles="0,0,0,0,0,0,0,0,0,0,0,0,0"/>
                </v:shape>
                <v:shape id="Freeform 48" o:spid="_x0000_s1058" style="position:absolute;left:5336;top:1124;width:44;height:108;visibility:visible;mso-wrap-style:none;v-text-anchor:middle" coordsize="72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z56MIA&#10;AADbAAAADwAAAGRycy9kb3ducmV2LnhtbESPX2vCMBTF3wd+h3AFX8aaqihbZxQRRH0Z2G7vl+au&#10;7WxuShK1fnsjDHw8nD8/zmLVm1ZcyPnGsoJxkoIgLq1uuFLwXWzf3kH4gKyxtUwKbuRhtRy8LDDT&#10;9spHuuShEnGEfYYK6hC6TEpf1mTQJ7Yjjt6vdQZDlK6S2uE1jptWTtJ0Lg02HAk1drSpqTzlZxO5&#10;zU9+cNVxV3x8GXJ90b2O/2ZKjYb9+hNEoD48w//tvVYwncHjS/w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HPnowgAAANsAAAAPAAAAAAAAAAAAAAAAAJgCAABkcnMvZG93&#10;bnJldi54bWxQSwUGAAAAAAQABAD1AAAAhwMAAAAA&#10;" path="m41,86c48,71,61,36,67,15,68,7,71,,62,5v2,12,,22,-11,25c42,33,45,33,42,44,37,57,21,42,25,59v1,6,-4,19,-13,21c,84,7,84,11,99v2,6,3,17,3,29c20,127,30,103,25,74v1,-7,12,-4,11,9c35,87,37,90,41,86e" stroked="f" strokecolor="#3465a4">
                  <v:path o:connecttype="custom" o:connectlocs="25,72;41,13;38,4;31,25;26,37;15,49;7,67;7,83;9,107;15,62;22,69;25,72" o:connectangles="0,0,0,0,0,0,0,0,0,0,0,0"/>
                </v:shape>
                <v:shape id="Freeform 49" o:spid="_x0000_s1059" style="position:absolute;left:5277;top:1051;width:47;height:126;visibility:visible;mso-wrap-style:none;v-text-anchor:middle" coordsize="70,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DBScQA&#10;AADbAAAADwAAAGRycy9kb3ducmV2LnhtbESPT2vCQBTE74LfYXmF3nTTP4hEN0GkSm+pUWiPj+wz&#10;G8y+DdltTPvpuwXB4zAzv2HW+WhbMVDvG8cKnuYJCOLK6YZrBafjbrYE4QOyxtYxKfghD3k2nawx&#10;1e7KBxrKUIsIYZ+iAhNCl0rpK0MW/dx1xNE7u95iiLKvpe7xGuG2lc9JspAWG44LBjvaGqou5bdV&#10;MBRfZrMs3z5fu/3uo7Djvvg9W6UeH8bNCkSgMdzDt/a7VvCygP8v8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QwUnEAAAA2wAAAA8AAAAAAAAAAAAAAAAAmAIAAGRycy9k&#10;b3ducmV2LnhtbFBLBQYAAAAABAAEAPUAAACJAwAAAAA=&#10;" path="m69,136c69,116,55,24,52,,50,,44,1,43,7,41,21,39,23,25,25v-4,1,-11,8,-3,14c35,49,30,62,12,57,2,54,3,71,17,69v11,-2,17,8,17,17c33,100,23,103,13,100,,96,,115,22,111v11,-2,20,10,16,21c35,140,42,138,48,142v9,4,18,-3,21,-6e" stroked="f" strokecolor="#3465a4">
                  <v:path o:connecttype="custom" o:connectlocs="46,117;35,0;29,6;17,21;15,33;8,49;11,59;23,74;9,86;15,95;26,113;32,122;46,117" o:connectangles="0,0,0,0,0,0,0,0,0,0,0,0,0"/>
                </v:shape>
                <v:shape id="Freeform 50" o:spid="_x0000_s1060" style="position:absolute;left:5287;top:1228;width:0;height:0;visibility:visible;mso-wrap-style:none;v-text-anchor:middle" coordsize="2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jCY8QA&#10;AADbAAAADwAAAGRycy9kb3ducmV2LnhtbESPT4vCMBTE7wt+h/AEb2vqCqtUo4is0NOCf0C8PZpn&#10;W2xeahNN7affLCzscZiZ3zDLdWdq8aTWVZYVTMYJCOLc6ooLBafj7n0OwnlkjbVlUvAiB+vV4G2J&#10;qbaB9/Q8+EJECLsUFZTeN6mULi/JoBvbhjh6V9sa9FG2hdQthgg3tfxIkk9psOK4UGJD25Ly2+Fh&#10;FHyfb/tJ6F98rfvLPfvqQ8j6oNRo2G0WIDx1/j/81860guk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IwmPEAAAA2wAAAA8AAAAAAAAAAAAAAAAAmAIAAGRycy9k&#10;b3ducmV2LnhtbFBLBQYAAAAABAAEAPUAAACJAwAAAAA=&#10;" path="m18,4c16,,5,2,3,3,,4,15,18,18,16v2,-2,2,-9,,-12e" stroked="f" strokecolor="#3465a4">
                  <v:path o:connecttype="custom" o:connectlocs="1,0;0,0;1,1;1,0" o:connectangles="0,0,0,0"/>
                </v:shape>
              </v:group>
            </v:group>
          </w:pict>
        </mc:Fallback>
      </mc:AlternateContent>
    </w:r>
    <w:r>
      <w:rPr>
        <w:noProof/>
        <w:lang w:val="sr-Latn-BA" w:eastAsia="sr-Latn-B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3441444" wp14:editId="65CA1A04">
              <wp:simplePos x="0" y="0"/>
              <wp:positionH relativeFrom="column">
                <wp:posOffset>1076960</wp:posOffset>
              </wp:positionH>
              <wp:positionV relativeFrom="paragraph">
                <wp:posOffset>-111760</wp:posOffset>
              </wp:positionV>
              <wp:extent cx="3173730" cy="804545"/>
              <wp:effectExtent l="635" t="254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89367A" w14:textId="77777777" w:rsidR="00FB1893" w:rsidRPr="003A5CB5" w:rsidRDefault="00FB1893" w:rsidP="00FB1893">
                          <w:pPr>
                            <w:spacing w:after="40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lang w:val="hr-HR"/>
                            </w:rPr>
                          </w:pPr>
                          <w:r w:rsidRPr="003A5CB5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lang w:val="sr-Cyrl-BA"/>
                            </w:rPr>
                            <w:t>РЕПУБЛИКА СРПСКА</w:t>
                          </w:r>
                          <w:r w:rsidRPr="003A5CB5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56FB9A18" w14:textId="77777777" w:rsidR="00FB1893" w:rsidRPr="003A5CB5" w:rsidRDefault="00035FDC" w:rsidP="00FB1893">
                          <w:pPr>
                            <w:spacing w:after="40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lang w:val="sr-Cyrl-B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lang w:val="sr-Cyrl-BA"/>
                            </w:rPr>
                            <w:t>ГРАД</w:t>
                          </w:r>
                          <w:r w:rsidR="00FB1893" w:rsidRPr="003A5CB5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lang w:val="sr-Cyrl-BA"/>
                            </w:rPr>
                            <w:t xml:space="preserve"> ГРАДИШКА</w:t>
                          </w:r>
                        </w:p>
                        <w:p w14:paraId="0D537844" w14:textId="77777777" w:rsidR="00FB1893" w:rsidRPr="003A5CB5" w:rsidRDefault="00035FDC" w:rsidP="00FB1893">
                          <w:pPr>
                            <w:spacing w:after="40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lang w:val="hr-HR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22"/>
                              <w:szCs w:val="22"/>
                              <w:lang w:val="sr-Cyrl-CS"/>
                            </w:rPr>
                            <w:t>ГРАДОНАЧЕЛНИК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44144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84.8pt;margin-top:-8.8pt;width:249.9pt;height:6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" filled="f" stroked="f">
              <v:textbox>
                <w:txbxContent>
                  <w:p w14:paraId="1C89367A" w14:textId="77777777" w:rsidR="00FB1893" w:rsidRPr="003A5CB5" w:rsidRDefault="00FB1893" w:rsidP="00FB1893">
                    <w:pPr>
                      <w:spacing w:after="40"/>
                      <w:rPr>
                        <w:rFonts w:ascii="Arial" w:hAnsi="Arial" w:cs="Arial"/>
                        <w:b/>
                        <w:sz w:val="22"/>
                        <w:szCs w:val="22"/>
                        <w:lang w:val="hr-HR"/>
                      </w:rPr>
                    </w:pPr>
                    <w:r w:rsidRPr="003A5CB5">
                      <w:rPr>
                        <w:rFonts w:ascii="Arial" w:hAnsi="Arial" w:cs="Arial"/>
                        <w:b/>
                        <w:sz w:val="22"/>
                        <w:szCs w:val="22"/>
                        <w:lang w:val="sr-Cyrl-BA"/>
                      </w:rPr>
                      <w:t>РЕПУБЛИКА СРПСКА</w:t>
                    </w:r>
                    <w:r w:rsidRPr="003A5CB5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 </w:t>
                    </w:r>
                  </w:p>
                  <w:p w14:paraId="56FB9A18" w14:textId="77777777" w:rsidR="00FB1893" w:rsidRPr="003A5CB5" w:rsidRDefault="00035FDC" w:rsidP="00FB1893">
                    <w:pPr>
                      <w:spacing w:after="40"/>
                      <w:rPr>
                        <w:rFonts w:ascii="Arial" w:hAnsi="Arial" w:cs="Arial"/>
                        <w:b/>
                        <w:sz w:val="22"/>
                        <w:szCs w:val="22"/>
                        <w:lang w:val="sr-Cyrl-BA"/>
                      </w:rPr>
                    </w:pP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  <w:lang w:val="sr-Cyrl-BA"/>
                      </w:rPr>
                      <w:t>ГРАД</w:t>
                    </w:r>
                    <w:r w:rsidR="00FB1893" w:rsidRPr="003A5CB5">
                      <w:rPr>
                        <w:rFonts w:ascii="Arial" w:hAnsi="Arial" w:cs="Arial"/>
                        <w:b/>
                        <w:sz w:val="22"/>
                        <w:szCs w:val="22"/>
                        <w:lang w:val="sr-Cyrl-BA"/>
                      </w:rPr>
                      <w:t xml:space="preserve"> ГРАДИШКА</w:t>
                    </w:r>
                  </w:p>
                  <w:p w14:paraId="0D537844" w14:textId="77777777" w:rsidR="00FB1893" w:rsidRPr="003A5CB5" w:rsidRDefault="00035FDC" w:rsidP="00FB1893">
                    <w:pPr>
                      <w:spacing w:after="40"/>
                      <w:rPr>
                        <w:rFonts w:ascii="Arial" w:hAnsi="Arial" w:cs="Arial"/>
                        <w:b/>
                        <w:sz w:val="22"/>
                        <w:szCs w:val="22"/>
                        <w:lang w:val="hr-HR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22"/>
                        <w:szCs w:val="22"/>
                        <w:lang w:val="sr-Cyrl-CS"/>
                      </w:rPr>
                      <w:t>ГРАДОНАЧЕЛНИК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D9113" w14:textId="77777777" w:rsidR="00F630D2" w:rsidRDefault="00F630D2" w:rsidP="006858F9">
    <w:pPr>
      <w:pStyle w:val="Header"/>
      <w:tabs>
        <w:tab w:val="clear" w:pos="9406"/>
      </w:tabs>
      <w:ind w:right="-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28F24" w14:textId="77777777" w:rsidR="00F630D2" w:rsidRDefault="00F630D2" w:rsidP="006858F9">
    <w:pPr>
      <w:pStyle w:val="Header"/>
      <w:tabs>
        <w:tab w:val="clear" w:pos="9406"/>
      </w:tabs>
      <w:ind w:right="-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315398"/>
    <w:multiLevelType w:val="hybridMultilevel"/>
    <w:tmpl w:val="92483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70BD8"/>
    <w:multiLevelType w:val="hybridMultilevel"/>
    <w:tmpl w:val="427634BC"/>
    <w:lvl w:ilvl="0" w:tplc="F7F2C26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A11C83"/>
    <w:multiLevelType w:val="hybridMultilevel"/>
    <w:tmpl w:val="4CF6CCAC"/>
    <w:lvl w:ilvl="0" w:tplc="D7C68A5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0B2C"/>
    <w:multiLevelType w:val="hybridMultilevel"/>
    <w:tmpl w:val="EF960DB2"/>
    <w:lvl w:ilvl="0" w:tplc="5F04B4E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1552C"/>
    <w:multiLevelType w:val="multilevel"/>
    <w:tmpl w:val="9D6CB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21E6E"/>
    <w:multiLevelType w:val="hybridMultilevel"/>
    <w:tmpl w:val="5BDA1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E61AA"/>
    <w:multiLevelType w:val="multilevel"/>
    <w:tmpl w:val="B24ED1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E2AC9"/>
    <w:multiLevelType w:val="hybridMultilevel"/>
    <w:tmpl w:val="4B0EF13A"/>
    <w:lvl w:ilvl="0" w:tplc="91084EF4">
      <w:numFmt w:val="bullet"/>
      <w:lvlText w:val="-"/>
      <w:lvlJc w:val="left"/>
      <w:pPr>
        <w:ind w:left="651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70" w:hanging="360"/>
      </w:pPr>
      <w:rPr>
        <w:rFonts w:ascii="Wingdings" w:hAnsi="Wingdings" w:hint="default"/>
      </w:rPr>
    </w:lvl>
  </w:abstractNum>
  <w:abstractNum w:abstractNumId="10" w15:restartNumberingAfterBreak="0">
    <w:nsid w:val="674623C1"/>
    <w:multiLevelType w:val="hybridMultilevel"/>
    <w:tmpl w:val="0478EF8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A1549B"/>
    <w:multiLevelType w:val="multilevel"/>
    <w:tmpl w:val="A1A4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6"/>
  </w:num>
  <w:num w:numId="9">
    <w:abstractNumId w:val="11"/>
  </w:num>
  <w:num w:numId="10">
    <w:abstractNumId w:val="5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27B"/>
    <w:rsid w:val="0000075F"/>
    <w:rsid w:val="000058AF"/>
    <w:rsid w:val="00010D80"/>
    <w:rsid w:val="000145C2"/>
    <w:rsid w:val="000253FF"/>
    <w:rsid w:val="00025591"/>
    <w:rsid w:val="0003440D"/>
    <w:rsid w:val="00034591"/>
    <w:rsid w:val="00035FDC"/>
    <w:rsid w:val="00036E59"/>
    <w:rsid w:val="00041EC8"/>
    <w:rsid w:val="0005202B"/>
    <w:rsid w:val="00062525"/>
    <w:rsid w:val="000640BD"/>
    <w:rsid w:val="00064C1B"/>
    <w:rsid w:val="00070496"/>
    <w:rsid w:val="0007484C"/>
    <w:rsid w:val="00084650"/>
    <w:rsid w:val="0009085D"/>
    <w:rsid w:val="0009466A"/>
    <w:rsid w:val="0009537E"/>
    <w:rsid w:val="000A5340"/>
    <w:rsid w:val="000A591B"/>
    <w:rsid w:val="000C2523"/>
    <w:rsid w:val="000D075E"/>
    <w:rsid w:val="000E019D"/>
    <w:rsid w:val="000E5A94"/>
    <w:rsid w:val="000F0055"/>
    <w:rsid w:val="000F592C"/>
    <w:rsid w:val="000F6AB0"/>
    <w:rsid w:val="001118FA"/>
    <w:rsid w:val="001159DA"/>
    <w:rsid w:val="0012655F"/>
    <w:rsid w:val="00132348"/>
    <w:rsid w:val="00140097"/>
    <w:rsid w:val="00141CFE"/>
    <w:rsid w:val="00144469"/>
    <w:rsid w:val="00147C2F"/>
    <w:rsid w:val="00160873"/>
    <w:rsid w:val="001647DF"/>
    <w:rsid w:val="00166ED6"/>
    <w:rsid w:val="00170519"/>
    <w:rsid w:val="001775D3"/>
    <w:rsid w:val="00182510"/>
    <w:rsid w:val="00191861"/>
    <w:rsid w:val="001940D9"/>
    <w:rsid w:val="001A09E6"/>
    <w:rsid w:val="001A2B94"/>
    <w:rsid w:val="001A2D18"/>
    <w:rsid w:val="001A704C"/>
    <w:rsid w:val="001B3DF7"/>
    <w:rsid w:val="001C07F4"/>
    <w:rsid w:val="001C63AB"/>
    <w:rsid w:val="001E2F23"/>
    <w:rsid w:val="001E5A17"/>
    <w:rsid w:val="001E6536"/>
    <w:rsid w:val="001F1C18"/>
    <w:rsid w:val="00202B55"/>
    <w:rsid w:val="0020403E"/>
    <w:rsid w:val="002073F0"/>
    <w:rsid w:val="0021594D"/>
    <w:rsid w:val="00224CF1"/>
    <w:rsid w:val="00225C0E"/>
    <w:rsid w:val="0023007D"/>
    <w:rsid w:val="00247318"/>
    <w:rsid w:val="00250423"/>
    <w:rsid w:val="00253D4C"/>
    <w:rsid w:val="00255CAA"/>
    <w:rsid w:val="00272E2B"/>
    <w:rsid w:val="00277720"/>
    <w:rsid w:val="002819DA"/>
    <w:rsid w:val="0029303A"/>
    <w:rsid w:val="00297E30"/>
    <w:rsid w:val="002A053F"/>
    <w:rsid w:val="002A5BDC"/>
    <w:rsid w:val="002A6D40"/>
    <w:rsid w:val="002B12CD"/>
    <w:rsid w:val="002C133E"/>
    <w:rsid w:val="002C34A8"/>
    <w:rsid w:val="002C398E"/>
    <w:rsid w:val="002C6A32"/>
    <w:rsid w:val="002D0381"/>
    <w:rsid w:val="002D75E0"/>
    <w:rsid w:val="002E26D5"/>
    <w:rsid w:val="002F3C49"/>
    <w:rsid w:val="002F3C78"/>
    <w:rsid w:val="003026FF"/>
    <w:rsid w:val="00312809"/>
    <w:rsid w:val="00313FD1"/>
    <w:rsid w:val="003171AA"/>
    <w:rsid w:val="003206E8"/>
    <w:rsid w:val="00323F49"/>
    <w:rsid w:val="00324397"/>
    <w:rsid w:val="003248E8"/>
    <w:rsid w:val="003371EA"/>
    <w:rsid w:val="003405B2"/>
    <w:rsid w:val="00351CFF"/>
    <w:rsid w:val="0035547E"/>
    <w:rsid w:val="00360A53"/>
    <w:rsid w:val="00370837"/>
    <w:rsid w:val="0037253C"/>
    <w:rsid w:val="00376555"/>
    <w:rsid w:val="00377D3B"/>
    <w:rsid w:val="00384BB9"/>
    <w:rsid w:val="003A1CB8"/>
    <w:rsid w:val="003A3B41"/>
    <w:rsid w:val="003A5CB5"/>
    <w:rsid w:val="003B391B"/>
    <w:rsid w:val="003C5E71"/>
    <w:rsid w:val="003E4589"/>
    <w:rsid w:val="003E46C6"/>
    <w:rsid w:val="00402DFE"/>
    <w:rsid w:val="00414566"/>
    <w:rsid w:val="00422496"/>
    <w:rsid w:val="00427202"/>
    <w:rsid w:val="00433A78"/>
    <w:rsid w:val="0043609C"/>
    <w:rsid w:val="00436E02"/>
    <w:rsid w:val="004461FE"/>
    <w:rsid w:val="00452042"/>
    <w:rsid w:val="00455583"/>
    <w:rsid w:val="00456C77"/>
    <w:rsid w:val="00456D7B"/>
    <w:rsid w:val="00464148"/>
    <w:rsid w:val="0047112D"/>
    <w:rsid w:val="0047681C"/>
    <w:rsid w:val="00483939"/>
    <w:rsid w:val="00483EBE"/>
    <w:rsid w:val="004923A5"/>
    <w:rsid w:val="00492AA3"/>
    <w:rsid w:val="004A1645"/>
    <w:rsid w:val="004A63FB"/>
    <w:rsid w:val="004C2455"/>
    <w:rsid w:val="004C5173"/>
    <w:rsid w:val="004E0F70"/>
    <w:rsid w:val="004F29E1"/>
    <w:rsid w:val="00500359"/>
    <w:rsid w:val="00503204"/>
    <w:rsid w:val="00514D0C"/>
    <w:rsid w:val="00517AF5"/>
    <w:rsid w:val="00530891"/>
    <w:rsid w:val="00544D39"/>
    <w:rsid w:val="00545B49"/>
    <w:rsid w:val="00546499"/>
    <w:rsid w:val="005478FA"/>
    <w:rsid w:val="00547F32"/>
    <w:rsid w:val="005643C3"/>
    <w:rsid w:val="00571C22"/>
    <w:rsid w:val="00580011"/>
    <w:rsid w:val="0058273F"/>
    <w:rsid w:val="0058681B"/>
    <w:rsid w:val="00592D11"/>
    <w:rsid w:val="00593D22"/>
    <w:rsid w:val="00597AAC"/>
    <w:rsid w:val="005A7D52"/>
    <w:rsid w:val="005B7A07"/>
    <w:rsid w:val="005C4F59"/>
    <w:rsid w:val="005D5D54"/>
    <w:rsid w:val="005E49A2"/>
    <w:rsid w:val="005E600E"/>
    <w:rsid w:val="005F51F8"/>
    <w:rsid w:val="005F7676"/>
    <w:rsid w:val="00601798"/>
    <w:rsid w:val="00611D84"/>
    <w:rsid w:val="006136A3"/>
    <w:rsid w:val="00616A70"/>
    <w:rsid w:val="00623EA9"/>
    <w:rsid w:val="00624671"/>
    <w:rsid w:val="00627059"/>
    <w:rsid w:val="006314F2"/>
    <w:rsid w:val="00642689"/>
    <w:rsid w:val="00650793"/>
    <w:rsid w:val="006526AF"/>
    <w:rsid w:val="0065331F"/>
    <w:rsid w:val="00653FD5"/>
    <w:rsid w:val="00654741"/>
    <w:rsid w:val="00656284"/>
    <w:rsid w:val="00660D98"/>
    <w:rsid w:val="006858F9"/>
    <w:rsid w:val="00685ADC"/>
    <w:rsid w:val="006A215B"/>
    <w:rsid w:val="006A6E46"/>
    <w:rsid w:val="006B09F0"/>
    <w:rsid w:val="006B2AA9"/>
    <w:rsid w:val="006B43D9"/>
    <w:rsid w:val="006C4171"/>
    <w:rsid w:val="006C4609"/>
    <w:rsid w:val="006D72A3"/>
    <w:rsid w:val="006E0800"/>
    <w:rsid w:val="006E25C5"/>
    <w:rsid w:val="006E40EC"/>
    <w:rsid w:val="006E5D6F"/>
    <w:rsid w:val="006E64D2"/>
    <w:rsid w:val="006F74CA"/>
    <w:rsid w:val="00703B33"/>
    <w:rsid w:val="00713B31"/>
    <w:rsid w:val="007222AA"/>
    <w:rsid w:val="00722781"/>
    <w:rsid w:val="00723B95"/>
    <w:rsid w:val="00724AF7"/>
    <w:rsid w:val="00726B6A"/>
    <w:rsid w:val="00752DB9"/>
    <w:rsid w:val="0075726F"/>
    <w:rsid w:val="00757ADF"/>
    <w:rsid w:val="00760E75"/>
    <w:rsid w:val="00770EE1"/>
    <w:rsid w:val="00771CF5"/>
    <w:rsid w:val="00773B77"/>
    <w:rsid w:val="00793510"/>
    <w:rsid w:val="0079554F"/>
    <w:rsid w:val="0079586F"/>
    <w:rsid w:val="007A5102"/>
    <w:rsid w:val="007B19B8"/>
    <w:rsid w:val="007B7815"/>
    <w:rsid w:val="007C111E"/>
    <w:rsid w:val="007C33FD"/>
    <w:rsid w:val="007D0D28"/>
    <w:rsid w:val="007E6B85"/>
    <w:rsid w:val="00804494"/>
    <w:rsid w:val="00806C1C"/>
    <w:rsid w:val="00806C9D"/>
    <w:rsid w:val="008122F5"/>
    <w:rsid w:val="00822245"/>
    <w:rsid w:val="00837AC9"/>
    <w:rsid w:val="00866447"/>
    <w:rsid w:val="00875BB3"/>
    <w:rsid w:val="0088144D"/>
    <w:rsid w:val="00882AAC"/>
    <w:rsid w:val="008A1BD6"/>
    <w:rsid w:val="008A531D"/>
    <w:rsid w:val="008B50C9"/>
    <w:rsid w:val="008C26C6"/>
    <w:rsid w:val="008C3AF6"/>
    <w:rsid w:val="008C47B0"/>
    <w:rsid w:val="008C5A9B"/>
    <w:rsid w:val="008C5AA4"/>
    <w:rsid w:val="008C75F7"/>
    <w:rsid w:val="008D221D"/>
    <w:rsid w:val="008D70E4"/>
    <w:rsid w:val="008E4627"/>
    <w:rsid w:val="008E70BA"/>
    <w:rsid w:val="008F12C8"/>
    <w:rsid w:val="008F2926"/>
    <w:rsid w:val="008F73E2"/>
    <w:rsid w:val="008F76F9"/>
    <w:rsid w:val="009036BE"/>
    <w:rsid w:val="00906EC4"/>
    <w:rsid w:val="00917653"/>
    <w:rsid w:val="009202DA"/>
    <w:rsid w:val="00935C86"/>
    <w:rsid w:val="009402FB"/>
    <w:rsid w:val="00944DDE"/>
    <w:rsid w:val="00946FC4"/>
    <w:rsid w:val="009471C2"/>
    <w:rsid w:val="00947BF0"/>
    <w:rsid w:val="00953D44"/>
    <w:rsid w:val="009630CD"/>
    <w:rsid w:val="00973F60"/>
    <w:rsid w:val="00975D65"/>
    <w:rsid w:val="00977BD5"/>
    <w:rsid w:val="00980126"/>
    <w:rsid w:val="00990BED"/>
    <w:rsid w:val="009931DD"/>
    <w:rsid w:val="009944B2"/>
    <w:rsid w:val="009A469D"/>
    <w:rsid w:val="009A7C9F"/>
    <w:rsid w:val="009C1E8E"/>
    <w:rsid w:val="009C3EAA"/>
    <w:rsid w:val="009C7068"/>
    <w:rsid w:val="009C73F9"/>
    <w:rsid w:val="009D72C9"/>
    <w:rsid w:val="009F099D"/>
    <w:rsid w:val="009F3E2A"/>
    <w:rsid w:val="009F5CD7"/>
    <w:rsid w:val="00A01A41"/>
    <w:rsid w:val="00A0413D"/>
    <w:rsid w:val="00A12251"/>
    <w:rsid w:val="00A2331F"/>
    <w:rsid w:val="00A24106"/>
    <w:rsid w:val="00A267DF"/>
    <w:rsid w:val="00A33390"/>
    <w:rsid w:val="00A3439E"/>
    <w:rsid w:val="00A36A95"/>
    <w:rsid w:val="00A42143"/>
    <w:rsid w:val="00A42691"/>
    <w:rsid w:val="00A4712A"/>
    <w:rsid w:val="00A53962"/>
    <w:rsid w:val="00A5430D"/>
    <w:rsid w:val="00A57A4D"/>
    <w:rsid w:val="00A62C18"/>
    <w:rsid w:val="00A66549"/>
    <w:rsid w:val="00A736ED"/>
    <w:rsid w:val="00A771FA"/>
    <w:rsid w:val="00A93F96"/>
    <w:rsid w:val="00AA527B"/>
    <w:rsid w:val="00AB0F42"/>
    <w:rsid w:val="00AC1B47"/>
    <w:rsid w:val="00AC74FE"/>
    <w:rsid w:val="00AD007D"/>
    <w:rsid w:val="00AD4576"/>
    <w:rsid w:val="00AE17FF"/>
    <w:rsid w:val="00AE7B32"/>
    <w:rsid w:val="00B00A6A"/>
    <w:rsid w:val="00B0517A"/>
    <w:rsid w:val="00B05839"/>
    <w:rsid w:val="00B061AD"/>
    <w:rsid w:val="00B16A6C"/>
    <w:rsid w:val="00B27A2C"/>
    <w:rsid w:val="00B30397"/>
    <w:rsid w:val="00B317FD"/>
    <w:rsid w:val="00B41C5D"/>
    <w:rsid w:val="00B45DFE"/>
    <w:rsid w:val="00B45FD3"/>
    <w:rsid w:val="00B51535"/>
    <w:rsid w:val="00B5313B"/>
    <w:rsid w:val="00B539EE"/>
    <w:rsid w:val="00B626C6"/>
    <w:rsid w:val="00B64EC6"/>
    <w:rsid w:val="00B67C68"/>
    <w:rsid w:val="00B735D0"/>
    <w:rsid w:val="00B74BB1"/>
    <w:rsid w:val="00B8087D"/>
    <w:rsid w:val="00B8416C"/>
    <w:rsid w:val="00B86C3A"/>
    <w:rsid w:val="00B92A03"/>
    <w:rsid w:val="00B932C4"/>
    <w:rsid w:val="00B96AA0"/>
    <w:rsid w:val="00BA5A58"/>
    <w:rsid w:val="00BC34E4"/>
    <w:rsid w:val="00BC485A"/>
    <w:rsid w:val="00BF4B4A"/>
    <w:rsid w:val="00C13CF1"/>
    <w:rsid w:val="00C13FF8"/>
    <w:rsid w:val="00C153DF"/>
    <w:rsid w:val="00C20910"/>
    <w:rsid w:val="00C26B22"/>
    <w:rsid w:val="00C27299"/>
    <w:rsid w:val="00C37F49"/>
    <w:rsid w:val="00C56A35"/>
    <w:rsid w:val="00C64450"/>
    <w:rsid w:val="00C66865"/>
    <w:rsid w:val="00C75133"/>
    <w:rsid w:val="00C80C10"/>
    <w:rsid w:val="00C817A8"/>
    <w:rsid w:val="00C86188"/>
    <w:rsid w:val="00C90F21"/>
    <w:rsid w:val="00C946F4"/>
    <w:rsid w:val="00CB3767"/>
    <w:rsid w:val="00CB37FF"/>
    <w:rsid w:val="00CC0D93"/>
    <w:rsid w:val="00CD41D3"/>
    <w:rsid w:val="00CE233C"/>
    <w:rsid w:val="00CF1895"/>
    <w:rsid w:val="00D21938"/>
    <w:rsid w:val="00D24E03"/>
    <w:rsid w:val="00D417F1"/>
    <w:rsid w:val="00D66824"/>
    <w:rsid w:val="00D67BC6"/>
    <w:rsid w:val="00D705D9"/>
    <w:rsid w:val="00D801AC"/>
    <w:rsid w:val="00D80B54"/>
    <w:rsid w:val="00D9221C"/>
    <w:rsid w:val="00DA7521"/>
    <w:rsid w:val="00DB2FA7"/>
    <w:rsid w:val="00DB650E"/>
    <w:rsid w:val="00DC47E5"/>
    <w:rsid w:val="00DD6723"/>
    <w:rsid w:val="00DD693D"/>
    <w:rsid w:val="00DE6351"/>
    <w:rsid w:val="00DE68B5"/>
    <w:rsid w:val="00DF51AC"/>
    <w:rsid w:val="00E00B00"/>
    <w:rsid w:val="00E02312"/>
    <w:rsid w:val="00E11AB4"/>
    <w:rsid w:val="00E26DBC"/>
    <w:rsid w:val="00E30902"/>
    <w:rsid w:val="00E31409"/>
    <w:rsid w:val="00E366AA"/>
    <w:rsid w:val="00E37915"/>
    <w:rsid w:val="00E55779"/>
    <w:rsid w:val="00E660E3"/>
    <w:rsid w:val="00E8684A"/>
    <w:rsid w:val="00E873AF"/>
    <w:rsid w:val="00EB4C9D"/>
    <w:rsid w:val="00EB640C"/>
    <w:rsid w:val="00EC4214"/>
    <w:rsid w:val="00EE030C"/>
    <w:rsid w:val="00EE05F6"/>
    <w:rsid w:val="00EE0B06"/>
    <w:rsid w:val="00EE4301"/>
    <w:rsid w:val="00EE4898"/>
    <w:rsid w:val="00EE4DFF"/>
    <w:rsid w:val="00EE570A"/>
    <w:rsid w:val="00EE7FD5"/>
    <w:rsid w:val="00EF5895"/>
    <w:rsid w:val="00F1380F"/>
    <w:rsid w:val="00F24AA2"/>
    <w:rsid w:val="00F3567D"/>
    <w:rsid w:val="00F630D2"/>
    <w:rsid w:val="00F738B9"/>
    <w:rsid w:val="00F76077"/>
    <w:rsid w:val="00F91113"/>
    <w:rsid w:val="00F94BA7"/>
    <w:rsid w:val="00F96167"/>
    <w:rsid w:val="00FA7DC6"/>
    <w:rsid w:val="00FB1645"/>
    <w:rsid w:val="00FB1893"/>
    <w:rsid w:val="00FB24CC"/>
    <w:rsid w:val="00FB31BE"/>
    <w:rsid w:val="00FB5334"/>
    <w:rsid w:val="00FB6C82"/>
    <w:rsid w:val="00FB6E57"/>
    <w:rsid w:val="00FC2CCB"/>
    <w:rsid w:val="00FC5B1B"/>
    <w:rsid w:val="00FD789E"/>
    <w:rsid w:val="00FE077F"/>
    <w:rsid w:val="00FE0BEC"/>
    <w:rsid w:val="00FE22F8"/>
    <w:rsid w:val="00FE3DA2"/>
    <w:rsid w:val="00FE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C3291"/>
  <w15:docId w15:val="{97312308-179B-4CBF-95ED-25516D0C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27B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kern w:val="24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kern w:val="24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pPr>
      <w:suppressAutoHyphens w:val="0"/>
    </w:pPr>
    <w:rPr>
      <w:rFonts w:ascii="Tahoma" w:eastAsia="Calibri" w:hAnsi="Tahoma" w:cs="Tahoma"/>
      <w:b/>
      <w:bCs/>
      <w:kern w:val="24"/>
      <w:sz w:val="16"/>
      <w:szCs w:val="16"/>
      <w:lang w:eastAsia="en-US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table" w:styleId="TableGrid">
    <w:name w:val="Table Grid"/>
    <w:basedOn w:val="TableNormal"/>
    <w:uiPriority w:val="59"/>
    <w:rsid w:val="00DD67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8C5AA4"/>
    <w:pPr>
      <w:suppressAutoHyphens/>
    </w:pPr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8001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US" w:bidi="ar-SA"/>
    </w:rPr>
  </w:style>
  <w:style w:type="character" w:styleId="Strong">
    <w:name w:val="Strong"/>
    <w:basedOn w:val="DefaultParagraphFont"/>
    <w:uiPriority w:val="22"/>
    <w:qFormat/>
    <w:rsid w:val="00580011"/>
    <w:rPr>
      <w:b/>
      <w:bCs/>
    </w:rPr>
  </w:style>
  <w:style w:type="character" w:customStyle="1" w:styleId="WW8Num1z0">
    <w:name w:val="WW8Num1z0"/>
    <w:rsid w:val="00B92A03"/>
    <w:rPr>
      <w:rFonts w:ascii="Symbol" w:hAnsi="Symbol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2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.radenovic\Desktop\memo%20-%2002%201%20-%20nacelnik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976F4-ACE6-4745-9C0D-A3DDF837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- 02 1 - nacelnik unutrasnji</Template>
  <TotalTime>333</TotalTime>
  <Pages>6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cp:keywords/>
  <dc:description/>
  <cp:lastModifiedBy>Ivan Radenović</cp:lastModifiedBy>
  <cp:revision>18</cp:revision>
  <cp:lastPrinted>2026-02-18T06:07:00Z</cp:lastPrinted>
  <dcterms:created xsi:type="dcterms:W3CDTF">2026-02-12T12:27:00Z</dcterms:created>
  <dcterms:modified xsi:type="dcterms:W3CDTF">2026-02-18T06:12:00Z</dcterms:modified>
</cp:coreProperties>
</file>